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54A70" w14:textId="77777777" w:rsidR="003D4E76" w:rsidRDefault="001D1A12" w:rsidP="00661344">
      <w:pPr>
        <w:spacing w:after="0" w:line="240" w:lineRule="auto"/>
        <w:ind w:left="284" w:right="-285"/>
      </w:pPr>
      <w:r w:rsidRPr="005365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24F1FF" wp14:editId="5764966E">
                <wp:simplePos x="0" y="0"/>
                <wp:positionH relativeFrom="column">
                  <wp:posOffset>489585</wp:posOffset>
                </wp:positionH>
                <wp:positionV relativeFrom="paragraph">
                  <wp:posOffset>-5715</wp:posOffset>
                </wp:positionV>
                <wp:extent cx="1647825" cy="283845"/>
                <wp:effectExtent l="0" t="0" r="9525" b="1905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1DAA1" w14:textId="77777777" w:rsidR="00647966" w:rsidRPr="003D4E76" w:rsidRDefault="00647966" w:rsidP="00D43689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4F1F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8.55pt;margin-top:-.45pt;width:129.75pt;height:22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" stroked="f">
                <v:textbox>
                  <w:txbxContent>
                    <w:p w14:paraId="6871DAA1" w14:textId="77777777" w:rsidR="00647966" w:rsidRPr="003D4E76" w:rsidRDefault="00647966" w:rsidP="00D43689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5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8EBEF26" wp14:editId="1E4261F1">
                <wp:simplePos x="0" y="0"/>
                <wp:positionH relativeFrom="margin">
                  <wp:posOffset>2040890</wp:posOffset>
                </wp:positionH>
                <wp:positionV relativeFrom="page">
                  <wp:posOffset>266700</wp:posOffset>
                </wp:positionV>
                <wp:extent cx="2947670" cy="45719"/>
                <wp:effectExtent l="0" t="0" r="508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94767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674DB" w14:textId="77777777" w:rsidR="00647966" w:rsidRPr="00DC081C" w:rsidRDefault="00647966" w:rsidP="003D4E76">
                            <w:pPr>
                              <w:pStyle w:val="a5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BEF26" id="Text Box 2" o:spid="_x0000_s1027" type="#_x0000_t202" style="position:absolute;left:0;text-align:left;margin-left:160.7pt;margin-top:21pt;width:232.1pt;height:3.6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" filled="f" stroked="f">
                <v:textbox inset="0,0,0,0">
                  <w:txbxContent>
                    <w:p w14:paraId="2E1674DB" w14:textId="77777777" w:rsidR="00647966" w:rsidRPr="00DC081C" w:rsidRDefault="00647966" w:rsidP="003D4E76">
                      <w:pPr>
                        <w:pStyle w:val="a5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051DF" w:rsidRPr="005365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B42BEC" wp14:editId="6205E09D">
                <wp:simplePos x="0" y="0"/>
                <wp:positionH relativeFrom="column">
                  <wp:posOffset>4445</wp:posOffset>
                </wp:positionH>
                <wp:positionV relativeFrom="paragraph">
                  <wp:posOffset>78105</wp:posOffset>
                </wp:positionV>
                <wp:extent cx="2329180" cy="279400"/>
                <wp:effectExtent l="0" t="0" r="0" b="635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18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76375" w14:textId="77777777" w:rsidR="00647966" w:rsidRPr="003D4E76" w:rsidRDefault="00647966" w:rsidP="003D4E76">
                            <w:pPr>
                              <w:pStyle w:val="a5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2BEC" id="Text Box 10" o:spid="_x0000_s1028" type="#_x0000_t202" style="position:absolute;left:0;text-align:left;margin-left:.35pt;margin-top:6.15pt;width:183.4pt;height:2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7+hQIAABc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" stroked="f">
                <v:textbox>
                  <w:txbxContent>
                    <w:p w14:paraId="0F776375" w14:textId="77777777" w:rsidR="00647966" w:rsidRPr="003D4E76" w:rsidRDefault="00647966" w:rsidP="003D4E76">
                      <w:pPr>
                        <w:pStyle w:val="a5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E56D13" w14:textId="77777777" w:rsidR="00A450B2" w:rsidRPr="00A450B2" w:rsidRDefault="009051DF" w:rsidP="00647573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A72FF" w:rsidRPr="00A450B2">
        <w:rPr>
          <w:rFonts w:ascii="Times New Roman" w:hAnsi="Times New Roman"/>
          <w:sz w:val="24"/>
          <w:szCs w:val="24"/>
        </w:rPr>
        <w:t xml:space="preserve">риложение 1 </w:t>
      </w:r>
    </w:p>
    <w:p w14:paraId="69964931" w14:textId="77777777" w:rsidR="003F677D" w:rsidRDefault="003F677D" w:rsidP="0064757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4582CE18" w14:textId="77777777" w:rsidR="004A72FF" w:rsidRPr="008B3248" w:rsidRDefault="00984FCF" w:rsidP="0064757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B3248">
        <w:rPr>
          <w:rFonts w:ascii="Times New Roman" w:hAnsi="Times New Roman"/>
          <w:b/>
          <w:color w:val="000000"/>
          <w:sz w:val="24"/>
          <w:szCs w:val="24"/>
        </w:rPr>
        <w:t>РЕГЛАМЕНТ</w:t>
      </w:r>
    </w:p>
    <w:p w14:paraId="46293AC5" w14:textId="7D8C1F84" w:rsidR="00984FCF" w:rsidRPr="00097838" w:rsidRDefault="00DB086D" w:rsidP="00647573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-12"/>
          <w:sz w:val="24"/>
          <w:szCs w:val="24"/>
        </w:rPr>
      </w:pPr>
      <w:r w:rsidRPr="00097838">
        <w:rPr>
          <w:rFonts w:ascii="Times New Roman" w:hAnsi="Times New Roman"/>
          <w:b/>
          <w:sz w:val="24"/>
          <w:szCs w:val="24"/>
        </w:rPr>
        <w:t xml:space="preserve">проведения Краевого </w:t>
      </w:r>
      <w:r w:rsidR="00984FCF" w:rsidRPr="00097838">
        <w:rPr>
          <w:rFonts w:ascii="Times New Roman" w:hAnsi="Times New Roman"/>
          <w:b/>
          <w:sz w:val="24"/>
          <w:szCs w:val="24"/>
        </w:rPr>
        <w:t>чемпионата «Юный мастер-202</w:t>
      </w:r>
      <w:r w:rsidR="002F63CB">
        <w:rPr>
          <w:rFonts w:ascii="Times New Roman" w:hAnsi="Times New Roman"/>
          <w:b/>
          <w:sz w:val="24"/>
          <w:szCs w:val="24"/>
        </w:rPr>
        <w:t>5</w:t>
      </w:r>
      <w:r w:rsidR="00984FCF" w:rsidRPr="00097838">
        <w:rPr>
          <w:rFonts w:ascii="Times New Roman" w:hAnsi="Times New Roman"/>
          <w:b/>
          <w:sz w:val="24"/>
          <w:szCs w:val="24"/>
        </w:rPr>
        <w:t>»</w:t>
      </w:r>
      <w:r w:rsidR="00984FCF" w:rsidRPr="00097838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</w:p>
    <w:p w14:paraId="36C07F6B" w14:textId="4DCFE6A1" w:rsidR="004D0B37" w:rsidRPr="00097838" w:rsidRDefault="00097838" w:rsidP="0064757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97838">
        <w:rPr>
          <w:rFonts w:ascii="Times New Roman" w:hAnsi="Times New Roman"/>
          <w:b/>
          <w:sz w:val="24"/>
          <w:szCs w:val="24"/>
        </w:rPr>
        <w:t xml:space="preserve">среди </w:t>
      </w:r>
      <w:r w:rsidR="00D3324E" w:rsidRPr="00D3324E">
        <w:rPr>
          <w:rFonts w:ascii="Times New Roman" w:hAnsi="Times New Roman"/>
          <w:b/>
          <w:sz w:val="24"/>
          <w:szCs w:val="24"/>
        </w:rPr>
        <w:t>обучающихся 1-</w:t>
      </w:r>
      <w:r w:rsidR="00D3324E">
        <w:rPr>
          <w:rFonts w:ascii="Times New Roman" w:hAnsi="Times New Roman"/>
          <w:b/>
          <w:sz w:val="24"/>
          <w:szCs w:val="24"/>
        </w:rPr>
        <w:t>2-</w:t>
      </w:r>
      <w:r w:rsidR="00D3324E" w:rsidRPr="00D3324E">
        <w:rPr>
          <w:rFonts w:ascii="Times New Roman" w:hAnsi="Times New Roman"/>
          <w:b/>
          <w:sz w:val="24"/>
          <w:szCs w:val="24"/>
        </w:rPr>
        <w:t>х классов и воспитанников образовательных организаций</w:t>
      </w:r>
      <w:r w:rsidR="00DB086D" w:rsidRPr="00097838">
        <w:rPr>
          <w:rFonts w:ascii="Times New Roman" w:hAnsi="Times New Roman"/>
          <w:b/>
          <w:sz w:val="24"/>
          <w:szCs w:val="24"/>
        </w:rPr>
        <w:t xml:space="preserve"> Пермского края</w:t>
      </w:r>
      <w:r w:rsidR="00D3324E">
        <w:rPr>
          <w:rFonts w:ascii="Times New Roman" w:hAnsi="Times New Roman"/>
          <w:b/>
          <w:sz w:val="24"/>
          <w:szCs w:val="24"/>
        </w:rPr>
        <w:t>.</w:t>
      </w:r>
    </w:p>
    <w:p w14:paraId="11E4FC46" w14:textId="77777777" w:rsidR="00984FCF" w:rsidRPr="00097838" w:rsidRDefault="00984FCF" w:rsidP="00C8745B">
      <w:pPr>
        <w:pStyle w:val="1"/>
        <w:numPr>
          <w:ilvl w:val="0"/>
          <w:numId w:val="5"/>
        </w:numPr>
        <w:tabs>
          <w:tab w:val="left" w:pos="381"/>
        </w:tabs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Основные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положения</w:t>
      </w:r>
      <w:r w:rsidRPr="00097838">
        <w:rPr>
          <w:spacing w:val="-3"/>
          <w:sz w:val="24"/>
          <w:szCs w:val="24"/>
        </w:rPr>
        <w:t xml:space="preserve"> </w:t>
      </w:r>
      <w:r w:rsidRPr="00097838">
        <w:rPr>
          <w:sz w:val="24"/>
          <w:szCs w:val="24"/>
        </w:rPr>
        <w:t>и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общие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понятия</w:t>
      </w:r>
    </w:p>
    <w:p w14:paraId="18AEB916" w14:textId="77777777" w:rsidR="00984FCF" w:rsidRPr="00097838" w:rsidRDefault="00984FCF" w:rsidP="00C8745B">
      <w:pPr>
        <w:pStyle w:val="ab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97838">
        <w:rPr>
          <w:rFonts w:ascii="Times New Roman" w:hAnsi="Times New Roman"/>
          <w:b/>
          <w:sz w:val="24"/>
          <w:szCs w:val="24"/>
        </w:rPr>
        <w:t>Основные</w:t>
      </w:r>
      <w:r w:rsidRPr="00097838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097838">
        <w:rPr>
          <w:rFonts w:ascii="Times New Roman" w:hAnsi="Times New Roman"/>
          <w:b/>
          <w:sz w:val="24"/>
          <w:szCs w:val="24"/>
        </w:rPr>
        <w:t>положения</w:t>
      </w:r>
    </w:p>
    <w:p w14:paraId="01FF488E" w14:textId="473C1CC5" w:rsidR="00984FCF" w:rsidRPr="00097838" w:rsidRDefault="00984FCF" w:rsidP="00C8745B">
      <w:pPr>
        <w:pStyle w:val="ab"/>
        <w:widowControl w:val="0"/>
        <w:numPr>
          <w:ilvl w:val="2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Настоящий Регламент определяет порядок организации и проведения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0A72" w:rsidRPr="00097838">
        <w:rPr>
          <w:rFonts w:ascii="Times New Roman" w:hAnsi="Times New Roman"/>
          <w:sz w:val="24"/>
          <w:szCs w:val="24"/>
        </w:rPr>
        <w:t>К</w:t>
      </w:r>
      <w:r w:rsidR="001D1A12" w:rsidRPr="00097838">
        <w:rPr>
          <w:rFonts w:ascii="Times New Roman" w:hAnsi="Times New Roman"/>
          <w:sz w:val="24"/>
          <w:szCs w:val="24"/>
        </w:rPr>
        <w:t>раевого</w:t>
      </w:r>
      <w:r w:rsidRPr="00097838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</w:t>
      </w:r>
      <w:r w:rsidRPr="00097838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«Юный мастер»</w:t>
      </w:r>
      <w:r w:rsidRPr="00097838">
        <w:rPr>
          <w:rFonts w:ascii="Times New Roman" w:hAnsi="Times New Roman"/>
          <w:spacing w:val="-12"/>
          <w:sz w:val="24"/>
          <w:szCs w:val="24"/>
        </w:rPr>
        <w:t xml:space="preserve"> (далее – Чемпионат) </w:t>
      </w:r>
      <w:r w:rsidRPr="00097838">
        <w:rPr>
          <w:rFonts w:ascii="Times New Roman" w:hAnsi="Times New Roman"/>
          <w:sz w:val="24"/>
          <w:szCs w:val="24"/>
        </w:rPr>
        <w:t>среди</w:t>
      </w:r>
      <w:r w:rsidRPr="00097838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воспитанников</w:t>
      </w:r>
      <w:r w:rsidR="001D1A12" w:rsidRPr="00097838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образовательных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организаций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75534" w:rsidRPr="00097838">
        <w:rPr>
          <w:rFonts w:ascii="Times New Roman" w:hAnsi="Times New Roman"/>
          <w:sz w:val="24"/>
          <w:szCs w:val="24"/>
        </w:rPr>
        <w:t>Пермского края</w:t>
      </w:r>
      <w:r w:rsidRPr="00097838">
        <w:rPr>
          <w:rFonts w:ascii="Times New Roman" w:hAnsi="Times New Roman"/>
          <w:sz w:val="24"/>
          <w:szCs w:val="24"/>
        </w:rPr>
        <w:t>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реализующих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7838" w:rsidRPr="00097838">
        <w:rPr>
          <w:rFonts w:ascii="Times New Roman" w:hAnsi="Times New Roman"/>
          <w:spacing w:val="1"/>
          <w:sz w:val="24"/>
          <w:szCs w:val="24"/>
        </w:rPr>
        <w:t xml:space="preserve">образовательную </w:t>
      </w:r>
      <w:r w:rsidR="00021B0F" w:rsidRPr="00097838">
        <w:rPr>
          <w:rFonts w:ascii="Times New Roman" w:hAnsi="Times New Roman"/>
          <w:sz w:val="24"/>
          <w:szCs w:val="24"/>
        </w:rPr>
        <w:t>программу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дошкольного</w:t>
      </w:r>
      <w:r w:rsidR="00FE4020">
        <w:rPr>
          <w:rFonts w:ascii="Times New Roman" w:hAnsi="Times New Roman"/>
          <w:spacing w:val="1"/>
          <w:sz w:val="24"/>
          <w:szCs w:val="24"/>
        </w:rPr>
        <w:t xml:space="preserve"> образования и обучающихся</w:t>
      </w:r>
      <w:r w:rsidR="00FE4020" w:rsidRPr="00FE4020">
        <w:rPr>
          <w:rFonts w:ascii="Times New Roman" w:hAnsi="Times New Roman"/>
          <w:sz w:val="24"/>
          <w:szCs w:val="24"/>
        </w:rPr>
        <w:t xml:space="preserve"> 1-2-х классов</w:t>
      </w:r>
      <w:r w:rsidR="00FE4020">
        <w:rPr>
          <w:rFonts w:ascii="Times New Roman" w:hAnsi="Times New Roman"/>
          <w:sz w:val="24"/>
          <w:szCs w:val="24"/>
        </w:rPr>
        <w:t>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учетом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стандартов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Ворлдскиллс Россия.</w:t>
      </w:r>
    </w:p>
    <w:p w14:paraId="398F0E9B" w14:textId="77777777" w:rsidR="00984FCF" w:rsidRPr="00097838" w:rsidRDefault="00984FCF" w:rsidP="00C8745B">
      <w:pPr>
        <w:pStyle w:val="ab"/>
        <w:widowControl w:val="0"/>
        <w:numPr>
          <w:ilvl w:val="2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Настоящий</w:t>
      </w:r>
      <w:r w:rsidRPr="00097838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регламент</w:t>
      </w:r>
      <w:r w:rsidRPr="0009783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распространяется</w:t>
      </w:r>
      <w:r w:rsidRPr="0009783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</w:t>
      </w:r>
      <w:r w:rsidRPr="0009783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всех</w:t>
      </w:r>
      <w:r w:rsidRPr="00097838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участников,</w:t>
      </w:r>
      <w:r w:rsidRPr="00097838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деятельность,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функции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которых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указаны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данном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Регламенте.</w:t>
      </w:r>
    </w:p>
    <w:p w14:paraId="403031CB" w14:textId="77777777" w:rsidR="003B6234" w:rsidRPr="007B5F78" w:rsidRDefault="003B6234" w:rsidP="00C8745B">
      <w:pPr>
        <w:pStyle w:val="ab"/>
        <w:widowControl w:val="0"/>
        <w:numPr>
          <w:ilvl w:val="2"/>
          <w:numId w:val="5"/>
        </w:numPr>
        <w:tabs>
          <w:tab w:val="left" w:pos="567"/>
          <w:tab w:val="left" w:pos="894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Координацию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подготовки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</w:t>
      </w:r>
      <w:r w:rsidR="007B5F78">
        <w:rPr>
          <w:rFonts w:ascii="Times New Roman" w:hAnsi="Times New Roman"/>
          <w:sz w:val="24"/>
          <w:szCs w:val="24"/>
        </w:rPr>
        <w:t>роведение Чемпионата осуществляю</w:t>
      </w:r>
      <w:r w:rsidRPr="00097838">
        <w:rPr>
          <w:rFonts w:ascii="Times New Roman" w:hAnsi="Times New Roman"/>
          <w:sz w:val="24"/>
          <w:szCs w:val="24"/>
        </w:rPr>
        <w:t xml:space="preserve">т </w:t>
      </w:r>
      <w:r w:rsidRPr="007B5F78">
        <w:rPr>
          <w:rFonts w:ascii="Times New Roman" w:hAnsi="Times New Roman"/>
          <w:sz w:val="24"/>
          <w:szCs w:val="24"/>
        </w:rPr>
        <w:t>Министерство образования и науки Пермского края</w:t>
      </w:r>
      <w:r w:rsidR="00647966" w:rsidRPr="007B5F78">
        <w:rPr>
          <w:rFonts w:ascii="Times New Roman" w:hAnsi="Times New Roman"/>
          <w:sz w:val="24"/>
          <w:szCs w:val="24"/>
        </w:rPr>
        <w:t>, ГАУ ДПО «Институт развития образования Пермского края»</w:t>
      </w:r>
      <w:r w:rsidRPr="007B5F78">
        <w:rPr>
          <w:rFonts w:ascii="Times New Roman" w:hAnsi="Times New Roman"/>
          <w:sz w:val="24"/>
          <w:szCs w:val="24"/>
        </w:rPr>
        <w:t xml:space="preserve"> (далее – Координатор).</w:t>
      </w:r>
    </w:p>
    <w:p w14:paraId="13F30F4B" w14:textId="21B9A6B1" w:rsidR="00984FCF" w:rsidRPr="00097838" w:rsidRDefault="00984FCF" w:rsidP="003B6234">
      <w:pPr>
        <w:pStyle w:val="ab"/>
        <w:widowControl w:val="0"/>
        <w:numPr>
          <w:ilvl w:val="2"/>
          <w:numId w:val="5"/>
        </w:numPr>
        <w:tabs>
          <w:tab w:val="left" w:pos="567"/>
          <w:tab w:val="left" w:pos="894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 xml:space="preserve">Организатором Чемпионата выступает Управление образования администрации Чайковского городского округа и </w:t>
      </w:r>
      <w:r w:rsidR="001D1A12" w:rsidRPr="00097838">
        <w:rPr>
          <w:rFonts w:ascii="Times New Roman" w:hAnsi="Times New Roman"/>
          <w:sz w:val="24"/>
          <w:szCs w:val="24"/>
        </w:rPr>
        <w:t xml:space="preserve">подведомственные ему </w:t>
      </w:r>
      <w:r w:rsidRPr="00097838">
        <w:rPr>
          <w:rFonts w:ascii="Times New Roman" w:hAnsi="Times New Roman"/>
          <w:sz w:val="24"/>
          <w:szCs w:val="24"/>
        </w:rPr>
        <w:t xml:space="preserve">образовательные организации. Базовая </w:t>
      </w:r>
      <w:r w:rsidR="00346E89" w:rsidRPr="00097838">
        <w:rPr>
          <w:rFonts w:ascii="Times New Roman" w:hAnsi="Times New Roman"/>
          <w:sz w:val="24"/>
          <w:szCs w:val="24"/>
        </w:rPr>
        <w:t>образовательная организация (далее – базовое учреждение)</w:t>
      </w:r>
      <w:r w:rsidRPr="00097838">
        <w:rPr>
          <w:rFonts w:ascii="Times New Roman" w:hAnsi="Times New Roman"/>
          <w:sz w:val="24"/>
          <w:szCs w:val="24"/>
        </w:rPr>
        <w:t xml:space="preserve"> определяется Организатором</w:t>
      </w:r>
      <w:r w:rsidR="003B6234" w:rsidRPr="00097838">
        <w:rPr>
          <w:rFonts w:ascii="Times New Roman" w:hAnsi="Times New Roman"/>
          <w:sz w:val="24"/>
          <w:szCs w:val="24"/>
        </w:rPr>
        <w:t xml:space="preserve"> и согласуется с Координатором</w:t>
      </w:r>
      <w:r w:rsidRPr="00097838">
        <w:rPr>
          <w:rFonts w:ascii="Times New Roman" w:hAnsi="Times New Roman"/>
          <w:sz w:val="24"/>
          <w:szCs w:val="24"/>
        </w:rPr>
        <w:t>.</w:t>
      </w:r>
    </w:p>
    <w:p w14:paraId="6E9E5BDA" w14:textId="77777777" w:rsidR="00984FCF" w:rsidRPr="00097838" w:rsidRDefault="00984FCF" w:rsidP="00C8745B">
      <w:pPr>
        <w:pStyle w:val="ab"/>
        <w:widowControl w:val="0"/>
        <w:numPr>
          <w:ilvl w:val="2"/>
          <w:numId w:val="5"/>
        </w:numPr>
        <w:tabs>
          <w:tab w:val="left" w:pos="567"/>
          <w:tab w:val="left" w:pos="951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В состав Оргкомитета входят представители Орга</w:t>
      </w:r>
      <w:r w:rsidR="00346E89" w:rsidRPr="00097838">
        <w:rPr>
          <w:rFonts w:ascii="Times New Roman" w:hAnsi="Times New Roman"/>
          <w:sz w:val="24"/>
          <w:szCs w:val="24"/>
        </w:rPr>
        <w:t>низатора, Координатора и базового учреждения.</w:t>
      </w:r>
    </w:p>
    <w:p w14:paraId="2C3C64D9" w14:textId="0FF36903" w:rsidR="00D20A63" w:rsidRDefault="00984FCF" w:rsidP="00917BB5">
      <w:pPr>
        <w:pStyle w:val="ab"/>
        <w:widowControl w:val="0"/>
        <w:numPr>
          <w:ilvl w:val="2"/>
          <w:numId w:val="5"/>
        </w:numPr>
        <w:tabs>
          <w:tab w:val="left" w:pos="868"/>
        </w:tabs>
        <w:autoSpaceDE w:val="0"/>
        <w:autoSpaceDN w:val="0"/>
        <w:spacing w:after="0" w:line="240" w:lineRule="auto"/>
        <w:ind w:left="567" w:right="109" w:firstLine="4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Экспертное сопр</w:t>
      </w:r>
      <w:r w:rsidR="00D20A63">
        <w:rPr>
          <w:rFonts w:ascii="Times New Roman" w:hAnsi="Times New Roman"/>
          <w:sz w:val="24"/>
          <w:szCs w:val="24"/>
        </w:rPr>
        <w:t>овождение Чемпионата осуществляю</w:t>
      </w:r>
      <w:r w:rsidRPr="00097838">
        <w:rPr>
          <w:rFonts w:ascii="Times New Roman" w:hAnsi="Times New Roman"/>
          <w:sz w:val="24"/>
          <w:szCs w:val="24"/>
        </w:rPr>
        <w:t>т</w:t>
      </w:r>
      <w:r w:rsidR="00D20A63">
        <w:rPr>
          <w:rFonts w:ascii="Times New Roman" w:hAnsi="Times New Roman"/>
          <w:sz w:val="24"/>
          <w:szCs w:val="24"/>
        </w:rPr>
        <w:t>: главный эксперт – специалист ГАУ ДПО «Институт развития образования Пермского края», эксперты – представители профессиональных образовательных учреждений г. Чайковского, представители органов местного самоуправления в сфере образования Пермского края.</w:t>
      </w:r>
    </w:p>
    <w:p w14:paraId="68F5FFAE" w14:textId="5E8B9768" w:rsidR="00984FCF" w:rsidRPr="00D20A63" w:rsidRDefault="00984FCF" w:rsidP="00917BB5">
      <w:pPr>
        <w:pStyle w:val="ab"/>
        <w:widowControl w:val="0"/>
        <w:numPr>
          <w:ilvl w:val="2"/>
          <w:numId w:val="5"/>
        </w:numPr>
        <w:tabs>
          <w:tab w:val="left" w:pos="868"/>
        </w:tabs>
        <w:autoSpaceDE w:val="0"/>
        <w:autoSpaceDN w:val="0"/>
        <w:spacing w:after="0" w:line="240" w:lineRule="auto"/>
        <w:ind w:left="567" w:right="109" w:firstLine="4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20A63">
        <w:rPr>
          <w:rFonts w:ascii="Times New Roman" w:hAnsi="Times New Roman"/>
          <w:sz w:val="24"/>
          <w:szCs w:val="24"/>
        </w:rPr>
        <w:t>Конкурсная документация о Чемпионате размещается на официальном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сайте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46E89" w:rsidRPr="00D20A63">
        <w:rPr>
          <w:rFonts w:ascii="Times New Roman" w:hAnsi="Times New Roman"/>
          <w:sz w:val="24"/>
          <w:szCs w:val="24"/>
        </w:rPr>
        <w:t>базового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46E89" w:rsidRPr="00D20A63">
        <w:rPr>
          <w:rFonts w:ascii="Times New Roman" w:hAnsi="Times New Roman"/>
          <w:sz w:val="24"/>
          <w:szCs w:val="24"/>
        </w:rPr>
        <w:t>учреждения</w:t>
      </w:r>
      <w:r w:rsidRPr="00D20A63">
        <w:rPr>
          <w:rFonts w:ascii="Times New Roman" w:hAnsi="Times New Roman"/>
          <w:sz w:val="24"/>
          <w:szCs w:val="24"/>
        </w:rPr>
        <w:t>. Освещение информации о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Чемпионате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в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средствах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массовой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информации,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использование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видео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материалов,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отражающих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ход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конкурсных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мероприятий,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может</w:t>
      </w:r>
      <w:r w:rsidRPr="00D20A6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осуществляться</w:t>
      </w:r>
      <w:r w:rsidRPr="00D20A6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Координатором</w:t>
      </w:r>
      <w:r w:rsidRPr="00D20A6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и</w:t>
      </w:r>
      <w:r w:rsidRPr="00D20A6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Организатором</w:t>
      </w:r>
      <w:r w:rsidRPr="00D20A6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20A63">
        <w:rPr>
          <w:rFonts w:ascii="Times New Roman" w:hAnsi="Times New Roman"/>
          <w:sz w:val="24"/>
          <w:szCs w:val="24"/>
        </w:rPr>
        <w:t>Чемпионата.</w:t>
      </w:r>
    </w:p>
    <w:p w14:paraId="405EB0CB" w14:textId="77777777" w:rsidR="00984FCF" w:rsidRPr="00097838" w:rsidRDefault="00984FCF" w:rsidP="00D20A63">
      <w:pPr>
        <w:pStyle w:val="1"/>
        <w:numPr>
          <w:ilvl w:val="1"/>
          <w:numId w:val="40"/>
        </w:numPr>
        <w:tabs>
          <w:tab w:val="left" w:pos="567"/>
        </w:tabs>
        <w:ind w:left="0" w:firstLine="567"/>
        <w:rPr>
          <w:sz w:val="24"/>
          <w:szCs w:val="24"/>
        </w:rPr>
      </w:pPr>
      <w:r w:rsidRPr="00097838">
        <w:rPr>
          <w:sz w:val="24"/>
          <w:szCs w:val="24"/>
        </w:rPr>
        <w:t>Общие</w:t>
      </w:r>
      <w:r w:rsidRPr="00097838">
        <w:rPr>
          <w:spacing w:val="-9"/>
          <w:sz w:val="24"/>
          <w:szCs w:val="24"/>
        </w:rPr>
        <w:t xml:space="preserve"> </w:t>
      </w:r>
      <w:r w:rsidRPr="00097838">
        <w:rPr>
          <w:sz w:val="24"/>
          <w:szCs w:val="24"/>
        </w:rPr>
        <w:t>понятия</w:t>
      </w:r>
    </w:p>
    <w:p w14:paraId="0BB13BE2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Компетенция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–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набор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знаний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навыков.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2953024D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  <w:tab w:val="left" w:pos="868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Техническое описание компетенции – документ, содержащий рамки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знаний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навыков,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которыми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должен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обладать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конкретной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компетенции.</w:t>
      </w:r>
    </w:p>
    <w:p w14:paraId="708C1C76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  <w:tab w:val="left" w:pos="889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Конкурсное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–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документы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(набор),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подробно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описывающие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задачи участника на конкурсной площадке. Конкурсное задание может быть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самостоятельным документом, а также может являться частью Технического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описания компетенции.</w:t>
      </w:r>
    </w:p>
    <w:p w14:paraId="4A2CC890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  <w:tab w:val="left" w:pos="928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Эксперт – специалист, обладающий высоким уровнем квалификации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(знаний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навыков)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соответствующей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компетенции,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дающий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право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экспертной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деятельности Чемпионата.</w:t>
      </w:r>
    </w:p>
    <w:p w14:paraId="33171328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  <w:tab w:val="left" w:pos="1089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Тренер-наставник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–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лицо,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осуществляющее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теоретическую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практическую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подготовку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участников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осуществляет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контроль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эмоциональным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физическим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состоянием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участников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ходе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проведения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соревновательной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части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Чемпионата.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качестве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тренеров-наставников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выступают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специалисты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дошкольной образовательной организации.</w:t>
      </w:r>
    </w:p>
    <w:p w14:paraId="1746AD04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  <w:tab w:val="left" w:pos="1034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Инфраструктурный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лист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–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список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необходимого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оборудования,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инструментов, расходных материалов, необходимых для работы конкурсной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47966">
        <w:rPr>
          <w:rFonts w:ascii="Times New Roman" w:hAnsi="Times New Roman"/>
          <w:sz w:val="24"/>
          <w:szCs w:val="24"/>
        </w:rPr>
        <w:t>площадки, который обеспечивает Организатор.</w:t>
      </w:r>
    </w:p>
    <w:p w14:paraId="0D6830DF" w14:textId="77777777" w:rsidR="00984FCF" w:rsidRPr="00097838" w:rsidRDefault="00984FCF" w:rsidP="00D20A63">
      <w:pPr>
        <w:pStyle w:val="ab"/>
        <w:widowControl w:val="0"/>
        <w:numPr>
          <w:ilvl w:val="2"/>
          <w:numId w:val="40"/>
        </w:numPr>
        <w:tabs>
          <w:tab w:val="left" w:pos="567"/>
          <w:tab w:val="left" w:pos="937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Тулбокс</w:t>
      </w:r>
      <w:r w:rsidRPr="00097838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–</w:t>
      </w:r>
      <w:r w:rsidRPr="00097838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список</w:t>
      </w:r>
      <w:r w:rsidRPr="00097838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инструментов</w:t>
      </w:r>
      <w:r w:rsidRPr="00097838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расходных</w:t>
      </w:r>
      <w:r w:rsidRPr="00097838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материалов,</w:t>
      </w:r>
      <w:r w:rsidRPr="00097838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применимый</w:t>
      </w:r>
      <w:r w:rsidRPr="0009783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для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соревнованиях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соответствующей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компетенции,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который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привозит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собой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Чемпионата.</w:t>
      </w:r>
    </w:p>
    <w:p w14:paraId="71279A40" w14:textId="6A3CA1D9" w:rsidR="00984FCF" w:rsidRDefault="00984FCF" w:rsidP="00984FCF">
      <w:pPr>
        <w:pStyle w:val="1"/>
        <w:tabs>
          <w:tab w:val="left" w:pos="381"/>
          <w:tab w:val="left" w:pos="567"/>
        </w:tabs>
        <w:ind w:left="0" w:firstLine="567"/>
        <w:rPr>
          <w:sz w:val="24"/>
          <w:szCs w:val="24"/>
        </w:rPr>
      </w:pPr>
    </w:p>
    <w:p w14:paraId="331A01F6" w14:textId="77777777" w:rsidR="00D3324E" w:rsidRPr="00097838" w:rsidRDefault="00D3324E" w:rsidP="00984FCF">
      <w:pPr>
        <w:pStyle w:val="1"/>
        <w:tabs>
          <w:tab w:val="left" w:pos="381"/>
          <w:tab w:val="left" w:pos="567"/>
        </w:tabs>
        <w:ind w:left="0" w:firstLine="567"/>
        <w:rPr>
          <w:sz w:val="24"/>
          <w:szCs w:val="24"/>
        </w:rPr>
      </w:pPr>
    </w:p>
    <w:p w14:paraId="17556EC8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Цель и</w:t>
      </w:r>
      <w:r w:rsidRPr="00097838">
        <w:rPr>
          <w:spacing w:val="-2"/>
          <w:sz w:val="24"/>
          <w:szCs w:val="24"/>
        </w:rPr>
        <w:t xml:space="preserve"> </w:t>
      </w:r>
      <w:r w:rsidRPr="00097838">
        <w:rPr>
          <w:sz w:val="24"/>
          <w:szCs w:val="24"/>
        </w:rPr>
        <w:t>задачи Чемпионата</w:t>
      </w:r>
    </w:p>
    <w:p w14:paraId="4387A6ED" w14:textId="7F09DBBB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34"/>
        </w:tabs>
        <w:autoSpaceDE w:val="0"/>
        <w:autoSpaceDN w:val="0"/>
        <w:spacing w:after="0" w:line="240" w:lineRule="auto"/>
        <w:ind w:left="0" w:right="103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b/>
          <w:sz w:val="24"/>
          <w:szCs w:val="24"/>
        </w:rPr>
        <w:t>Цель</w:t>
      </w:r>
      <w:r w:rsidRPr="00097838">
        <w:rPr>
          <w:rFonts w:ascii="Times New Roman" w:hAnsi="Times New Roman"/>
          <w:b/>
          <w:spacing w:val="66"/>
          <w:sz w:val="24"/>
          <w:szCs w:val="24"/>
        </w:rPr>
        <w:t xml:space="preserve"> </w:t>
      </w:r>
      <w:r w:rsidRPr="00097838">
        <w:rPr>
          <w:rFonts w:ascii="Times New Roman" w:hAnsi="Times New Roman"/>
          <w:b/>
          <w:sz w:val="24"/>
          <w:szCs w:val="24"/>
        </w:rPr>
        <w:t>проведения</w:t>
      </w:r>
      <w:r w:rsidRPr="00097838">
        <w:rPr>
          <w:rFonts w:ascii="Times New Roman" w:hAnsi="Times New Roman"/>
          <w:b/>
          <w:spacing w:val="66"/>
          <w:sz w:val="24"/>
          <w:szCs w:val="24"/>
        </w:rPr>
        <w:t xml:space="preserve"> </w:t>
      </w:r>
      <w:r w:rsidRPr="00097838">
        <w:rPr>
          <w:rFonts w:ascii="Times New Roman" w:hAnsi="Times New Roman"/>
          <w:b/>
          <w:sz w:val="24"/>
          <w:szCs w:val="24"/>
        </w:rPr>
        <w:t>Чемпионата</w:t>
      </w:r>
      <w:r w:rsidRPr="00097838">
        <w:rPr>
          <w:rFonts w:ascii="Times New Roman" w:hAnsi="Times New Roman"/>
          <w:b/>
          <w:spacing w:val="66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– выявление и поддержка талантливых детей старшего дошкольного возраста</w:t>
      </w:r>
      <w:r w:rsidR="00D3324E">
        <w:rPr>
          <w:rFonts w:ascii="Times New Roman" w:hAnsi="Times New Roman"/>
          <w:sz w:val="24"/>
          <w:szCs w:val="24"/>
        </w:rPr>
        <w:t xml:space="preserve"> и обучающихся 1-2-х классов</w:t>
      </w:r>
      <w:r w:rsidRPr="00097838">
        <w:rPr>
          <w:rFonts w:ascii="Times New Roman" w:hAnsi="Times New Roman"/>
          <w:sz w:val="24"/>
          <w:szCs w:val="24"/>
        </w:rPr>
        <w:t xml:space="preserve"> на основе демонстрации элементарных профессиональных навыков.</w:t>
      </w:r>
    </w:p>
    <w:p w14:paraId="461BBBBF" w14:textId="77777777" w:rsidR="00984FCF" w:rsidRPr="00097838" w:rsidRDefault="00984FCF" w:rsidP="00D20A63">
      <w:pPr>
        <w:pStyle w:val="1"/>
        <w:numPr>
          <w:ilvl w:val="1"/>
          <w:numId w:val="40"/>
        </w:numPr>
        <w:tabs>
          <w:tab w:val="left" w:pos="567"/>
        </w:tabs>
        <w:ind w:left="0" w:firstLine="567"/>
        <w:rPr>
          <w:sz w:val="24"/>
          <w:szCs w:val="24"/>
        </w:rPr>
      </w:pPr>
      <w:r w:rsidRPr="00097838">
        <w:rPr>
          <w:sz w:val="24"/>
          <w:szCs w:val="24"/>
        </w:rPr>
        <w:t>Задачи</w:t>
      </w:r>
      <w:r w:rsidRPr="00097838">
        <w:rPr>
          <w:spacing w:val="-5"/>
          <w:sz w:val="24"/>
          <w:szCs w:val="24"/>
        </w:rPr>
        <w:t xml:space="preserve"> </w:t>
      </w:r>
      <w:r w:rsidRPr="00097838">
        <w:rPr>
          <w:sz w:val="24"/>
          <w:szCs w:val="24"/>
        </w:rPr>
        <w:t>Чемпионата:</w:t>
      </w:r>
    </w:p>
    <w:p w14:paraId="30FE6C93" w14:textId="77777777" w:rsidR="00984FCF" w:rsidRPr="00097838" w:rsidRDefault="00984FCF" w:rsidP="00491B1D">
      <w:pPr>
        <w:pStyle w:val="1"/>
        <w:tabs>
          <w:tab w:val="left" w:pos="567"/>
        </w:tabs>
        <w:ind w:left="0" w:firstLine="567"/>
        <w:rPr>
          <w:sz w:val="24"/>
          <w:szCs w:val="24"/>
        </w:rPr>
      </w:pPr>
      <w:r w:rsidRPr="00097838">
        <w:rPr>
          <w:sz w:val="24"/>
          <w:szCs w:val="24"/>
        </w:rPr>
        <w:t xml:space="preserve">   - </w:t>
      </w:r>
      <w:r w:rsidRPr="00097838">
        <w:rPr>
          <w:b w:val="0"/>
          <w:sz w:val="24"/>
          <w:szCs w:val="24"/>
        </w:rPr>
        <w:t>создать возможность показать уровень сформированных представлений о разных профессиях;</w:t>
      </w:r>
    </w:p>
    <w:p w14:paraId="2B98033E" w14:textId="77777777" w:rsidR="00984FCF" w:rsidRPr="00097838" w:rsidRDefault="00984FCF" w:rsidP="00491B1D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bCs/>
          <w:sz w:val="24"/>
          <w:szCs w:val="24"/>
        </w:rPr>
      </w:pPr>
      <w:r w:rsidRPr="00097838">
        <w:rPr>
          <w:rFonts w:ascii="Times New Roman" w:hAnsi="Times New Roman"/>
          <w:bCs/>
          <w:sz w:val="24"/>
          <w:szCs w:val="24"/>
        </w:rPr>
        <w:t xml:space="preserve">– закрепить имеющиеся представления о профессиях; </w:t>
      </w:r>
    </w:p>
    <w:p w14:paraId="01C13213" w14:textId="4A7670F3" w:rsidR="00984FCF" w:rsidRPr="00097838" w:rsidRDefault="00984FCF" w:rsidP="00491B1D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bCs/>
          <w:sz w:val="24"/>
          <w:szCs w:val="24"/>
        </w:rPr>
      </w:pPr>
      <w:r w:rsidRPr="00097838">
        <w:rPr>
          <w:rFonts w:ascii="Times New Roman" w:hAnsi="Times New Roman"/>
          <w:bCs/>
          <w:sz w:val="24"/>
          <w:szCs w:val="24"/>
        </w:rPr>
        <w:t xml:space="preserve">– развивать у </w:t>
      </w:r>
      <w:r w:rsidR="00D3324E">
        <w:rPr>
          <w:rFonts w:ascii="Times New Roman" w:hAnsi="Times New Roman"/>
          <w:bCs/>
          <w:sz w:val="24"/>
          <w:szCs w:val="24"/>
        </w:rPr>
        <w:t>детей</w:t>
      </w:r>
      <w:r w:rsidRPr="00097838">
        <w:rPr>
          <w:rFonts w:ascii="Times New Roman" w:hAnsi="Times New Roman"/>
          <w:bCs/>
          <w:sz w:val="24"/>
          <w:szCs w:val="24"/>
        </w:rPr>
        <w:t xml:space="preserve"> навыки практического решения задач в конкретных профессиональных ситуациях;</w:t>
      </w:r>
    </w:p>
    <w:p w14:paraId="6BAAC07E" w14:textId="77777777" w:rsidR="00984FCF" w:rsidRPr="00097838" w:rsidRDefault="00984FCF" w:rsidP="00491B1D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bCs/>
          <w:sz w:val="24"/>
          <w:szCs w:val="24"/>
        </w:rPr>
      </w:pPr>
      <w:r w:rsidRPr="00097838">
        <w:rPr>
          <w:rFonts w:ascii="Times New Roman" w:hAnsi="Times New Roman"/>
          <w:bCs/>
          <w:sz w:val="24"/>
          <w:szCs w:val="24"/>
        </w:rPr>
        <w:t>– совершенствовать навыки самостоятельной работы в приближенных к профессиональным условиям видах деятельности;</w:t>
      </w:r>
    </w:p>
    <w:p w14:paraId="10A78775" w14:textId="3B4E2833" w:rsidR="00984FCF" w:rsidRPr="00097838" w:rsidRDefault="00984FCF" w:rsidP="00491B1D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bCs/>
          <w:sz w:val="24"/>
          <w:szCs w:val="24"/>
        </w:rPr>
      </w:pPr>
      <w:r w:rsidRPr="00097838">
        <w:rPr>
          <w:rFonts w:ascii="Times New Roman" w:hAnsi="Times New Roman"/>
          <w:bCs/>
          <w:sz w:val="24"/>
          <w:szCs w:val="24"/>
        </w:rPr>
        <w:t xml:space="preserve">– стимулировать развитие познавательных, коммуникативных, творческих способностей </w:t>
      </w:r>
      <w:r w:rsidR="00D3324E">
        <w:rPr>
          <w:rFonts w:ascii="Times New Roman" w:hAnsi="Times New Roman"/>
          <w:bCs/>
          <w:sz w:val="24"/>
          <w:szCs w:val="24"/>
        </w:rPr>
        <w:t>детей</w:t>
      </w:r>
      <w:r w:rsidRPr="00097838">
        <w:rPr>
          <w:rFonts w:ascii="Times New Roman" w:hAnsi="Times New Roman"/>
          <w:bCs/>
          <w:sz w:val="24"/>
          <w:szCs w:val="24"/>
        </w:rPr>
        <w:t xml:space="preserve">; </w:t>
      </w:r>
    </w:p>
    <w:p w14:paraId="06044A48" w14:textId="77777777" w:rsidR="00984FCF" w:rsidRPr="00097838" w:rsidRDefault="00984FCF" w:rsidP="00491B1D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bCs/>
          <w:sz w:val="24"/>
          <w:szCs w:val="24"/>
        </w:rPr>
      </w:pPr>
      <w:r w:rsidRPr="00097838">
        <w:rPr>
          <w:rFonts w:ascii="Times New Roman" w:hAnsi="Times New Roman"/>
          <w:bCs/>
          <w:sz w:val="24"/>
          <w:szCs w:val="24"/>
        </w:rPr>
        <w:t>– воспитывать уважение к труду взрослых и его результатам;</w:t>
      </w:r>
    </w:p>
    <w:p w14:paraId="6DA2572A" w14:textId="477A8885" w:rsidR="00984FCF" w:rsidRPr="00097838" w:rsidRDefault="00984FCF" w:rsidP="00491B1D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bCs/>
          <w:sz w:val="24"/>
          <w:szCs w:val="24"/>
        </w:rPr>
      </w:pPr>
      <w:r w:rsidRPr="00097838">
        <w:rPr>
          <w:rFonts w:ascii="Times New Roman" w:hAnsi="Times New Roman"/>
          <w:bCs/>
          <w:sz w:val="24"/>
          <w:szCs w:val="24"/>
        </w:rPr>
        <w:t xml:space="preserve">– повысить уровень педагогической компетентности </w:t>
      </w:r>
      <w:r w:rsidR="00D3324E">
        <w:rPr>
          <w:rFonts w:ascii="Times New Roman" w:hAnsi="Times New Roman"/>
          <w:bCs/>
          <w:sz w:val="24"/>
          <w:szCs w:val="24"/>
        </w:rPr>
        <w:t>педагогов</w:t>
      </w:r>
      <w:r w:rsidRPr="00097838">
        <w:rPr>
          <w:rFonts w:ascii="Times New Roman" w:hAnsi="Times New Roman"/>
          <w:bCs/>
          <w:sz w:val="24"/>
          <w:szCs w:val="24"/>
        </w:rPr>
        <w:t xml:space="preserve"> образовательных организаций по реализации задач </w:t>
      </w:r>
      <w:r w:rsidRPr="00097838">
        <w:rPr>
          <w:rFonts w:ascii="Times New Roman" w:hAnsi="Times New Roman"/>
          <w:sz w:val="24"/>
          <w:szCs w:val="24"/>
        </w:rPr>
        <w:t>формирования представлений о профессиях детей старшего дошкольного возраста</w:t>
      </w:r>
      <w:r w:rsidR="00D3324E" w:rsidRPr="00D3324E">
        <w:t xml:space="preserve"> </w:t>
      </w:r>
      <w:r w:rsidR="00D3324E" w:rsidRPr="00D3324E">
        <w:rPr>
          <w:rFonts w:ascii="Times New Roman" w:hAnsi="Times New Roman"/>
          <w:sz w:val="24"/>
          <w:szCs w:val="24"/>
        </w:rPr>
        <w:t>и обучающихся 1-2-х классов</w:t>
      </w:r>
      <w:r w:rsidRPr="00097838">
        <w:rPr>
          <w:rFonts w:ascii="Times New Roman" w:hAnsi="Times New Roman"/>
          <w:bCs/>
          <w:sz w:val="24"/>
          <w:szCs w:val="24"/>
        </w:rPr>
        <w:t>.</w:t>
      </w:r>
    </w:p>
    <w:p w14:paraId="07F6CA24" w14:textId="77777777" w:rsidR="00984FCF" w:rsidRPr="00097838" w:rsidRDefault="00984FCF" w:rsidP="00984FCF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rPr>
          <w:rFonts w:ascii="Times New Roman" w:hAnsi="Times New Roman"/>
          <w:b/>
          <w:sz w:val="24"/>
          <w:szCs w:val="24"/>
        </w:rPr>
      </w:pPr>
    </w:p>
    <w:p w14:paraId="21B57F80" w14:textId="77777777" w:rsidR="00984FCF" w:rsidRPr="00097838" w:rsidRDefault="00984FCF" w:rsidP="00D20A63">
      <w:pPr>
        <w:pStyle w:val="ab"/>
        <w:widowControl w:val="0"/>
        <w:numPr>
          <w:ilvl w:val="0"/>
          <w:numId w:val="40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097838">
        <w:rPr>
          <w:rFonts w:ascii="Times New Roman" w:hAnsi="Times New Roman"/>
          <w:b/>
          <w:sz w:val="24"/>
          <w:szCs w:val="24"/>
        </w:rPr>
        <w:t>Сроки проведения и порядок подачи заявок для участия в Чемпионате</w:t>
      </w:r>
    </w:p>
    <w:p w14:paraId="4AE922B9" w14:textId="42D41FE5" w:rsidR="00DB086D" w:rsidRPr="00097838" w:rsidRDefault="00984FCF" w:rsidP="00D20A63">
      <w:pPr>
        <w:pStyle w:val="ab"/>
        <w:numPr>
          <w:ilvl w:val="1"/>
          <w:numId w:val="40"/>
        </w:numPr>
        <w:tabs>
          <w:tab w:val="left" w:pos="567"/>
          <w:tab w:val="left" w:pos="1134"/>
          <w:tab w:val="left" w:pos="36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097838">
        <w:rPr>
          <w:rFonts w:ascii="Times New Roman" w:hAnsi="Times New Roman"/>
          <w:b/>
          <w:i/>
          <w:sz w:val="24"/>
          <w:szCs w:val="24"/>
        </w:rPr>
        <w:t xml:space="preserve"> этап – отборочный</w:t>
      </w:r>
      <w:r w:rsidRPr="00097838">
        <w:rPr>
          <w:rFonts w:ascii="Times New Roman" w:hAnsi="Times New Roman"/>
          <w:sz w:val="24"/>
          <w:szCs w:val="24"/>
        </w:rPr>
        <w:t xml:space="preserve"> проводится в образовательных организациях</w:t>
      </w:r>
      <w:r w:rsidR="001D1A12" w:rsidRPr="00097838">
        <w:rPr>
          <w:rFonts w:ascii="Times New Roman" w:hAnsi="Times New Roman"/>
          <w:sz w:val="24"/>
          <w:szCs w:val="24"/>
        </w:rPr>
        <w:t xml:space="preserve"> Пермского края</w:t>
      </w:r>
      <w:r w:rsidRPr="00097838">
        <w:rPr>
          <w:rFonts w:ascii="Times New Roman" w:hAnsi="Times New Roman"/>
          <w:sz w:val="24"/>
          <w:szCs w:val="24"/>
        </w:rPr>
        <w:t xml:space="preserve">, </w:t>
      </w:r>
      <w:r w:rsidR="001D1A12" w:rsidRPr="00097838">
        <w:rPr>
          <w:rFonts w:ascii="Times New Roman" w:hAnsi="Times New Roman"/>
          <w:sz w:val="24"/>
          <w:szCs w:val="24"/>
        </w:rPr>
        <w:t>в сроки, определяемые каждой организацией самостоятельно, с учетом сроков</w:t>
      </w:r>
      <w:r w:rsidR="00DB086D" w:rsidRPr="00097838">
        <w:rPr>
          <w:rFonts w:ascii="Times New Roman" w:hAnsi="Times New Roman"/>
          <w:sz w:val="24"/>
          <w:szCs w:val="24"/>
        </w:rPr>
        <w:t xml:space="preserve"> проведения региональных этапов (см. п.3.2.)</w:t>
      </w:r>
      <w:r w:rsidR="00970A72" w:rsidRPr="00097838">
        <w:rPr>
          <w:rFonts w:ascii="Times New Roman" w:hAnsi="Times New Roman"/>
          <w:sz w:val="24"/>
          <w:szCs w:val="24"/>
        </w:rPr>
        <w:t xml:space="preserve"> и срока </w:t>
      </w:r>
      <w:r w:rsidR="00DB086D" w:rsidRPr="00097838">
        <w:rPr>
          <w:rFonts w:ascii="Times New Roman" w:hAnsi="Times New Roman"/>
          <w:sz w:val="24"/>
          <w:szCs w:val="24"/>
        </w:rPr>
        <w:t>подачи заявки и сканкопии согласий родителей (законных представителей) (см.п.3.3.).</w:t>
      </w:r>
    </w:p>
    <w:p w14:paraId="6CE5E926" w14:textId="77777777" w:rsidR="00984FCF" w:rsidRPr="00097838" w:rsidRDefault="00984FCF" w:rsidP="00D20A63">
      <w:pPr>
        <w:pStyle w:val="ab"/>
        <w:numPr>
          <w:ilvl w:val="1"/>
          <w:numId w:val="40"/>
        </w:numPr>
        <w:tabs>
          <w:tab w:val="left" w:pos="567"/>
          <w:tab w:val="left" w:pos="1134"/>
          <w:tab w:val="left" w:pos="36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Pr="00097838">
        <w:rPr>
          <w:rFonts w:ascii="Times New Roman" w:hAnsi="Times New Roman"/>
          <w:b/>
          <w:i/>
          <w:sz w:val="24"/>
          <w:szCs w:val="24"/>
        </w:rPr>
        <w:t xml:space="preserve"> этап – </w:t>
      </w:r>
      <w:r w:rsidR="00451924" w:rsidRPr="00097838">
        <w:rPr>
          <w:rFonts w:ascii="Times New Roman" w:hAnsi="Times New Roman"/>
          <w:b/>
          <w:i/>
          <w:sz w:val="24"/>
          <w:szCs w:val="24"/>
        </w:rPr>
        <w:t>региональный</w:t>
      </w:r>
      <w:r w:rsidRPr="00097838">
        <w:rPr>
          <w:rFonts w:ascii="Times New Roman" w:hAnsi="Times New Roman"/>
          <w:sz w:val="24"/>
          <w:szCs w:val="24"/>
        </w:rPr>
        <w:t xml:space="preserve"> проводится в два тура: </w:t>
      </w:r>
    </w:p>
    <w:p w14:paraId="4B2E3DC1" w14:textId="519346F2" w:rsidR="00984FCF" w:rsidRPr="00097838" w:rsidRDefault="00984FCF" w:rsidP="00C8745B">
      <w:pPr>
        <w:pStyle w:val="ab"/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1 тур: отбор</w:t>
      </w:r>
      <w:r w:rsidR="00346E89" w:rsidRPr="00097838">
        <w:rPr>
          <w:rFonts w:ascii="Times New Roman" w:hAnsi="Times New Roman"/>
          <w:sz w:val="24"/>
          <w:szCs w:val="24"/>
        </w:rPr>
        <w:t xml:space="preserve">очный в дистанционной форме </w:t>
      </w:r>
      <w:r w:rsidR="00970A72" w:rsidRPr="00683477">
        <w:rPr>
          <w:rFonts w:ascii="Times New Roman" w:hAnsi="Times New Roman"/>
          <w:sz w:val="24"/>
          <w:szCs w:val="24"/>
        </w:rPr>
        <w:t xml:space="preserve">- </w:t>
      </w:r>
      <w:r w:rsidR="00346E89" w:rsidRPr="00683477">
        <w:rPr>
          <w:rFonts w:ascii="Times New Roman" w:hAnsi="Times New Roman"/>
          <w:sz w:val="24"/>
          <w:szCs w:val="24"/>
        </w:rPr>
        <w:t xml:space="preserve">с </w:t>
      </w:r>
      <w:r w:rsidR="001924EA">
        <w:rPr>
          <w:rFonts w:ascii="Times New Roman" w:hAnsi="Times New Roman"/>
          <w:sz w:val="24"/>
          <w:szCs w:val="24"/>
        </w:rPr>
        <w:t>7 апреля</w:t>
      </w:r>
      <w:r w:rsidRPr="00683477">
        <w:rPr>
          <w:rFonts w:ascii="Times New Roman" w:hAnsi="Times New Roman"/>
          <w:sz w:val="24"/>
          <w:szCs w:val="24"/>
        </w:rPr>
        <w:t xml:space="preserve"> по </w:t>
      </w:r>
      <w:r w:rsidR="001924EA">
        <w:rPr>
          <w:rFonts w:ascii="Times New Roman" w:hAnsi="Times New Roman"/>
          <w:sz w:val="24"/>
          <w:szCs w:val="24"/>
        </w:rPr>
        <w:t>13</w:t>
      </w:r>
      <w:r w:rsidRPr="00683477">
        <w:rPr>
          <w:rFonts w:ascii="Times New Roman" w:hAnsi="Times New Roman"/>
          <w:sz w:val="24"/>
          <w:szCs w:val="24"/>
        </w:rPr>
        <w:t xml:space="preserve"> </w:t>
      </w:r>
      <w:r w:rsidR="00021B0F" w:rsidRPr="00683477">
        <w:rPr>
          <w:rFonts w:ascii="Times New Roman" w:hAnsi="Times New Roman"/>
          <w:sz w:val="24"/>
          <w:szCs w:val="24"/>
        </w:rPr>
        <w:t>апреля</w:t>
      </w:r>
      <w:r w:rsidRPr="00683477">
        <w:rPr>
          <w:rFonts w:ascii="Times New Roman" w:hAnsi="Times New Roman"/>
          <w:sz w:val="24"/>
          <w:szCs w:val="24"/>
        </w:rPr>
        <w:t xml:space="preserve"> 202</w:t>
      </w:r>
      <w:r w:rsidR="00A3335C" w:rsidRPr="00683477">
        <w:rPr>
          <w:rFonts w:ascii="Times New Roman" w:hAnsi="Times New Roman"/>
          <w:sz w:val="24"/>
          <w:szCs w:val="24"/>
        </w:rPr>
        <w:t>5</w:t>
      </w:r>
      <w:r w:rsidRPr="00097838">
        <w:rPr>
          <w:rFonts w:ascii="Times New Roman" w:hAnsi="Times New Roman"/>
          <w:sz w:val="24"/>
          <w:szCs w:val="24"/>
        </w:rPr>
        <w:t xml:space="preserve"> года</w:t>
      </w:r>
      <w:r w:rsidR="00DB086D" w:rsidRPr="00097838">
        <w:rPr>
          <w:rFonts w:ascii="Times New Roman" w:hAnsi="Times New Roman"/>
          <w:sz w:val="24"/>
          <w:szCs w:val="24"/>
        </w:rPr>
        <w:t xml:space="preserve">. </w:t>
      </w:r>
      <w:r w:rsidR="00021B0F" w:rsidRPr="00097838">
        <w:rPr>
          <w:rFonts w:ascii="Times New Roman" w:hAnsi="Times New Roman"/>
          <w:sz w:val="24"/>
          <w:szCs w:val="24"/>
        </w:rPr>
        <w:t>Итоговый протокол 1 тура направляется</w:t>
      </w:r>
      <w:r w:rsidR="00DB086D" w:rsidRPr="00097838">
        <w:rPr>
          <w:rFonts w:ascii="Times New Roman" w:hAnsi="Times New Roman"/>
          <w:sz w:val="24"/>
          <w:szCs w:val="24"/>
        </w:rPr>
        <w:t xml:space="preserve"> не позднее </w:t>
      </w:r>
      <w:r w:rsidR="001924EA">
        <w:rPr>
          <w:rFonts w:ascii="Times New Roman" w:hAnsi="Times New Roman"/>
          <w:sz w:val="24"/>
          <w:szCs w:val="24"/>
        </w:rPr>
        <w:t>18</w:t>
      </w:r>
      <w:r w:rsidR="00DB086D" w:rsidRPr="00683477">
        <w:rPr>
          <w:rFonts w:ascii="Times New Roman" w:hAnsi="Times New Roman"/>
          <w:sz w:val="24"/>
          <w:szCs w:val="24"/>
        </w:rPr>
        <w:t xml:space="preserve"> апреля 202</w:t>
      </w:r>
      <w:r w:rsidR="00A3335C" w:rsidRPr="00683477">
        <w:rPr>
          <w:rFonts w:ascii="Times New Roman" w:hAnsi="Times New Roman"/>
          <w:sz w:val="24"/>
          <w:szCs w:val="24"/>
        </w:rPr>
        <w:t>5</w:t>
      </w:r>
      <w:r w:rsidR="00DB086D" w:rsidRPr="00683477">
        <w:rPr>
          <w:rFonts w:ascii="Times New Roman" w:hAnsi="Times New Roman"/>
          <w:sz w:val="24"/>
          <w:szCs w:val="24"/>
        </w:rPr>
        <w:t xml:space="preserve"> года</w:t>
      </w:r>
      <w:r w:rsidR="00DB086D" w:rsidRPr="00097838">
        <w:rPr>
          <w:rFonts w:ascii="Times New Roman" w:hAnsi="Times New Roman"/>
          <w:sz w:val="24"/>
          <w:szCs w:val="24"/>
        </w:rPr>
        <w:t xml:space="preserve"> </w:t>
      </w:r>
      <w:r w:rsidR="00021B0F" w:rsidRPr="00097838">
        <w:rPr>
          <w:rFonts w:ascii="Times New Roman" w:hAnsi="Times New Roman"/>
          <w:sz w:val="24"/>
          <w:szCs w:val="24"/>
        </w:rPr>
        <w:t>на адреса</w:t>
      </w:r>
      <w:r w:rsidR="00DB086D" w:rsidRPr="00097838">
        <w:rPr>
          <w:rFonts w:ascii="Times New Roman" w:hAnsi="Times New Roman"/>
          <w:sz w:val="24"/>
          <w:szCs w:val="24"/>
        </w:rPr>
        <w:t xml:space="preserve"> электронной</w:t>
      </w:r>
      <w:r w:rsidR="00021B0F" w:rsidRPr="00097838">
        <w:rPr>
          <w:rFonts w:ascii="Times New Roman" w:hAnsi="Times New Roman"/>
          <w:sz w:val="24"/>
          <w:szCs w:val="24"/>
        </w:rPr>
        <w:t xml:space="preserve"> почты</w:t>
      </w:r>
      <w:r w:rsidR="007B5F78">
        <w:rPr>
          <w:rFonts w:ascii="Times New Roman" w:hAnsi="Times New Roman"/>
          <w:sz w:val="24"/>
          <w:szCs w:val="24"/>
        </w:rPr>
        <w:t xml:space="preserve"> образовательных организаций</w:t>
      </w:r>
      <w:r w:rsidR="00DB086D" w:rsidRPr="00097838">
        <w:rPr>
          <w:rFonts w:ascii="Times New Roman" w:hAnsi="Times New Roman"/>
          <w:sz w:val="24"/>
          <w:szCs w:val="24"/>
        </w:rPr>
        <w:t>, указан</w:t>
      </w:r>
      <w:r w:rsidR="00021B0F" w:rsidRPr="00097838">
        <w:rPr>
          <w:rFonts w:ascii="Times New Roman" w:hAnsi="Times New Roman"/>
          <w:sz w:val="24"/>
          <w:szCs w:val="24"/>
        </w:rPr>
        <w:t>ные</w:t>
      </w:r>
      <w:r w:rsidR="00DB086D" w:rsidRPr="00097838">
        <w:rPr>
          <w:rFonts w:ascii="Times New Roman" w:hAnsi="Times New Roman"/>
          <w:sz w:val="24"/>
          <w:szCs w:val="24"/>
        </w:rPr>
        <w:t xml:space="preserve"> в заявке</w:t>
      </w:r>
      <w:r w:rsidRPr="00097838">
        <w:rPr>
          <w:rFonts w:ascii="Times New Roman" w:hAnsi="Times New Roman"/>
          <w:sz w:val="24"/>
          <w:szCs w:val="24"/>
        </w:rPr>
        <w:t>;</w:t>
      </w:r>
    </w:p>
    <w:p w14:paraId="48040522" w14:textId="12EDC023" w:rsidR="00984FCF" w:rsidRPr="00097838" w:rsidRDefault="00DB086D" w:rsidP="00C8745B">
      <w:pPr>
        <w:pStyle w:val="ab"/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2 тур: очный для</w:t>
      </w:r>
      <w:r w:rsidR="009A106C" w:rsidRPr="00097838">
        <w:rPr>
          <w:rFonts w:ascii="Times New Roman" w:hAnsi="Times New Roman"/>
          <w:sz w:val="24"/>
          <w:szCs w:val="24"/>
        </w:rPr>
        <w:t xml:space="preserve"> </w:t>
      </w:r>
      <w:r w:rsidR="00451924" w:rsidRPr="00097838">
        <w:rPr>
          <w:rFonts w:ascii="Times New Roman" w:hAnsi="Times New Roman"/>
          <w:sz w:val="24"/>
          <w:szCs w:val="24"/>
        </w:rPr>
        <w:t>5</w:t>
      </w:r>
      <w:r w:rsidR="00984FCF" w:rsidRPr="00097838">
        <w:rPr>
          <w:rFonts w:ascii="Times New Roman" w:hAnsi="Times New Roman"/>
          <w:sz w:val="24"/>
          <w:szCs w:val="24"/>
        </w:rPr>
        <w:t xml:space="preserve"> команд-победителей </w:t>
      </w:r>
      <w:r w:rsidRPr="00097838">
        <w:rPr>
          <w:rFonts w:ascii="Times New Roman" w:hAnsi="Times New Roman"/>
          <w:sz w:val="24"/>
          <w:szCs w:val="24"/>
        </w:rPr>
        <w:t xml:space="preserve">по результатам </w:t>
      </w:r>
      <w:r w:rsidR="00984FCF" w:rsidRPr="00097838">
        <w:rPr>
          <w:rFonts w:ascii="Times New Roman" w:hAnsi="Times New Roman"/>
          <w:sz w:val="24"/>
          <w:szCs w:val="24"/>
        </w:rPr>
        <w:t xml:space="preserve">1 тура в каждой компетенции </w:t>
      </w:r>
      <w:r w:rsidRPr="00097838">
        <w:rPr>
          <w:rFonts w:ascii="Times New Roman" w:hAnsi="Times New Roman"/>
          <w:sz w:val="24"/>
          <w:szCs w:val="24"/>
        </w:rPr>
        <w:t xml:space="preserve">- </w:t>
      </w:r>
      <w:r w:rsidR="00683477">
        <w:rPr>
          <w:rFonts w:ascii="Times New Roman" w:hAnsi="Times New Roman"/>
          <w:sz w:val="24"/>
          <w:szCs w:val="24"/>
        </w:rPr>
        <w:t>31</w:t>
      </w:r>
      <w:r w:rsidR="001D1A12" w:rsidRPr="00683477">
        <w:rPr>
          <w:rFonts w:ascii="Times New Roman" w:hAnsi="Times New Roman"/>
          <w:sz w:val="24"/>
          <w:szCs w:val="24"/>
        </w:rPr>
        <w:t xml:space="preserve"> мая</w:t>
      </w:r>
      <w:r w:rsidR="00984FCF" w:rsidRPr="00683477">
        <w:rPr>
          <w:rFonts w:ascii="Times New Roman" w:hAnsi="Times New Roman"/>
          <w:sz w:val="24"/>
          <w:szCs w:val="24"/>
        </w:rPr>
        <w:t xml:space="preserve"> 202</w:t>
      </w:r>
      <w:r w:rsidR="00A3335C" w:rsidRPr="00683477">
        <w:rPr>
          <w:rFonts w:ascii="Times New Roman" w:hAnsi="Times New Roman"/>
          <w:sz w:val="24"/>
          <w:szCs w:val="24"/>
        </w:rPr>
        <w:t>5</w:t>
      </w:r>
      <w:r w:rsidR="00984FCF" w:rsidRPr="00683477">
        <w:rPr>
          <w:rFonts w:ascii="Times New Roman" w:hAnsi="Times New Roman"/>
          <w:sz w:val="24"/>
          <w:szCs w:val="24"/>
        </w:rPr>
        <w:t xml:space="preserve"> года.</w:t>
      </w:r>
    </w:p>
    <w:p w14:paraId="5D45B208" w14:textId="7A7775C6" w:rsidR="00984FCF" w:rsidRPr="006D7AE7" w:rsidRDefault="00984FCF" w:rsidP="006D7AE7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right="1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 xml:space="preserve">Заявки на участие </w:t>
      </w:r>
      <w:r w:rsidR="00970A72" w:rsidRPr="00097838">
        <w:rPr>
          <w:rFonts w:ascii="Times New Roman" w:hAnsi="Times New Roman"/>
          <w:sz w:val="24"/>
          <w:szCs w:val="24"/>
        </w:rPr>
        <w:t>в Чемпионате,</w:t>
      </w:r>
      <w:r w:rsidRPr="00097838">
        <w:rPr>
          <w:rFonts w:ascii="Times New Roman" w:hAnsi="Times New Roman"/>
          <w:sz w:val="24"/>
          <w:szCs w:val="24"/>
        </w:rPr>
        <w:t xml:space="preserve"> сканкопии согласий родителей (зако</w:t>
      </w:r>
      <w:r w:rsidR="00DB086D" w:rsidRPr="00097838">
        <w:rPr>
          <w:rFonts w:ascii="Times New Roman" w:hAnsi="Times New Roman"/>
          <w:sz w:val="24"/>
          <w:szCs w:val="24"/>
        </w:rPr>
        <w:t xml:space="preserve">нных представителей) </w:t>
      </w:r>
      <w:r w:rsidRPr="00097838">
        <w:rPr>
          <w:rFonts w:ascii="Times New Roman" w:hAnsi="Times New Roman"/>
          <w:sz w:val="24"/>
          <w:szCs w:val="24"/>
        </w:rPr>
        <w:t xml:space="preserve">подаются по формам согласно приложению к настоящему Регламенту </w:t>
      </w:r>
      <w:r w:rsidR="00346E89" w:rsidRPr="00097838">
        <w:rPr>
          <w:rFonts w:ascii="Times New Roman" w:hAnsi="Times New Roman"/>
          <w:sz w:val="24"/>
          <w:szCs w:val="24"/>
          <w:u w:val="single"/>
        </w:rPr>
        <w:t xml:space="preserve">в срок </w:t>
      </w:r>
      <w:r w:rsidR="00346E89" w:rsidRPr="00683477">
        <w:rPr>
          <w:rFonts w:ascii="Times New Roman" w:hAnsi="Times New Roman"/>
          <w:sz w:val="24"/>
          <w:szCs w:val="24"/>
          <w:u w:val="single"/>
        </w:rPr>
        <w:t xml:space="preserve">до </w:t>
      </w:r>
      <w:r w:rsidR="00A3335C" w:rsidRPr="00683477">
        <w:rPr>
          <w:rFonts w:ascii="Times New Roman" w:hAnsi="Times New Roman"/>
          <w:sz w:val="24"/>
          <w:szCs w:val="24"/>
          <w:u w:val="single"/>
        </w:rPr>
        <w:t>26</w:t>
      </w:r>
      <w:r w:rsidR="00346E89" w:rsidRPr="0068347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70A72" w:rsidRPr="00683477">
        <w:rPr>
          <w:rFonts w:ascii="Times New Roman" w:hAnsi="Times New Roman"/>
          <w:sz w:val="24"/>
          <w:szCs w:val="24"/>
          <w:u w:val="single"/>
        </w:rPr>
        <w:t>марта</w:t>
      </w:r>
      <w:r w:rsidRPr="00683477">
        <w:rPr>
          <w:rFonts w:ascii="Times New Roman" w:hAnsi="Times New Roman"/>
          <w:sz w:val="24"/>
          <w:szCs w:val="24"/>
          <w:u w:val="single"/>
        </w:rPr>
        <w:t xml:space="preserve"> 202</w:t>
      </w:r>
      <w:r w:rsidR="00A3335C" w:rsidRPr="00683477">
        <w:rPr>
          <w:rFonts w:ascii="Times New Roman" w:hAnsi="Times New Roman"/>
          <w:sz w:val="24"/>
          <w:szCs w:val="24"/>
          <w:u w:val="single"/>
        </w:rPr>
        <w:t>5</w:t>
      </w:r>
      <w:r w:rsidRPr="00097838">
        <w:rPr>
          <w:rFonts w:ascii="Times New Roman" w:hAnsi="Times New Roman"/>
          <w:sz w:val="24"/>
          <w:szCs w:val="24"/>
          <w:u w:val="single"/>
        </w:rPr>
        <w:t xml:space="preserve"> года включительно</w:t>
      </w:r>
      <w:r w:rsidRPr="00097838">
        <w:rPr>
          <w:rFonts w:ascii="Times New Roman" w:hAnsi="Times New Roman"/>
          <w:sz w:val="24"/>
          <w:szCs w:val="24"/>
        </w:rPr>
        <w:t xml:space="preserve"> на адрес</w:t>
      </w:r>
      <w:r w:rsidR="0073150D">
        <w:rPr>
          <w:rFonts w:ascii="Times New Roman" w:hAnsi="Times New Roman"/>
          <w:sz w:val="24"/>
          <w:szCs w:val="24"/>
        </w:rPr>
        <w:t xml:space="preserve">а электронной почты базовых учреждений: </w:t>
      </w:r>
      <w:r w:rsidR="00DB086D" w:rsidRPr="00097838">
        <w:rPr>
          <w:rFonts w:ascii="Times New Roman" w:hAnsi="Times New Roman"/>
          <w:sz w:val="24"/>
          <w:szCs w:val="24"/>
        </w:rPr>
        <w:t xml:space="preserve"> </w:t>
      </w:r>
      <w:r w:rsidR="006D7AE7">
        <w:rPr>
          <w:rFonts w:ascii="Times New Roman" w:hAnsi="Times New Roman"/>
          <w:sz w:val="24"/>
          <w:szCs w:val="24"/>
        </w:rPr>
        <w:t xml:space="preserve">для детей дошкольного возраста на </w:t>
      </w:r>
      <w:hyperlink r:id="rId8" w:history="1">
        <w:r w:rsidR="00970A72" w:rsidRPr="006D7AE7">
          <w:rPr>
            <w:rStyle w:val="aa"/>
            <w:rFonts w:ascii="Times New Roman" w:hAnsi="Times New Roman"/>
            <w:sz w:val="24"/>
            <w:szCs w:val="24"/>
          </w:rPr>
          <w:t>detsad00034@mail.ru</w:t>
        </w:r>
      </w:hyperlink>
      <w:r w:rsidR="006D7AE7" w:rsidRPr="006D7AE7">
        <w:rPr>
          <w:rFonts w:ascii="Times New Roman" w:hAnsi="Times New Roman"/>
          <w:sz w:val="24"/>
          <w:szCs w:val="24"/>
        </w:rPr>
        <w:t xml:space="preserve">, для обучающихся 1-2 классов на </w:t>
      </w:r>
      <w:hyperlink r:id="rId9" w:history="1">
        <w:r w:rsidR="006D7AE7" w:rsidRPr="00207B5F">
          <w:rPr>
            <w:rStyle w:val="aa"/>
            <w:rFonts w:ascii="Times New Roman" w:hAnsi="Times New Roman"/>
            <w:sz w:val="24"/>
            <w:szCs w:val="24"/>
            <w:lang w:val="en-US"/>
          </w:rPr>
          <w:t>mankowa</w:t>
        </w:r>
        <w:r w:rsidR="006D7AE7" w:rsidRPr="00207B5F">
          <w:rPr>
            <w:rStyle w:val="aa"/>
            <w:rFonts w:ascii="Times New Roman" w:hAnsi="Times New Roman"/>
            <w:sz w:val="24"/>
            <w:szCs w:val="24"/>
          </w:rPr>
          <w:t>.</w:t>
        </w:r>
        <w:r w:rsidR="006D7AE7" w:rsidRPr="00207B5F">
          <w:rPr>
            <w:rStyle w:val="aa"/>
            <w:rFonts w:ascii="Times New Roman" w:hAnsi="Times New Roman"/>
            <w:sz w:val="24"/>
            <w:szCs w:val="24"/>
            <w:lang w:val="en-US"/>
          </w:rPr>
          <w:t>lena</w:t>
        </w:r>
        <w:r w:rsidR="006D7AE7" w:rsidRPr="00207B5F">
          <w:rPr>
            <w:rStyle w:val="aa"/>
            <w:rFonts w:ascii="Times New Roman" w:hAnsi="Times New Roman"/>
            <w:sz w:val="24"/>
            <w:szCs w:val="24"/>
          </w:rPr>
          <w:t>2014@</w:t>
        </w:r>
        <w:r w:rsidR="006D7AE7" w:rsidRPr="00207B5F">
          <w:rPr>
            <w:rStyle w:val="aa"/>
            <w:rFonts w:ascii="Times New Roman" w:hAnsi="Times New Roman"/>
            <w:sz w:val="24"/>
            <w:szCs w:val="24"/>
            <w:lang w:val="en-US"/>
          </w:rPr>
          <w:t>yandex</w:t>
        </w:r>
        <w:r w:rsidR="006D7AE7" w:rsidRPr="0068059A">
          <w:rPr>
            <w:rStyle w:val="aa"/>
            <w:rFonts w:ascii="Times New Roman" w:hAnsi="Times New Roman"/>
            <w:sz w:val="24"/>
            <w:szCs w:val="24"/>
          </w:rPr>
          <w:t>.</w:t>
        </w:r>
        <w:r w:rsidR="006D7AE7" w:rsidRPr="00207B5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6D7AE7" w:rsidRPr="0068059A">
        <w:rPr>
          <w:rFonts w:ascii="Times New Roman" w:hAnsi="Times New Roman"/>
          <w:sz w:val="24"/>
          <w:szCs w:val="24"/>
        </w:rPr>
        <w:t xml:space="preserve"> </w:t>
      </w:r>
    </w:p>
    <w:p w14:paraId="04484263" w14:textId="2BA5C3CB" w:rsidR="00984FCF" w:rsidRPr="006D7AE7" w:rsidRDefault="00970A72" w:rsidP="006D7AE7">
      <w:pPr>
        <w:pStyle w:val="ab"/>
        <w:numPr>
          <w:ilvl w:val="1"/>
          <w:numId w:val="40"/>
        </w:numPr>
        <w:rPr>
          <w:rFonts w:ascii="Times New Roman" w:hAnsi="Times New Roman"/>
          <w:sz w:val="24"/>
          <w:szCs w:val="24"/>
        </w:rPr>
      </w:pPr>
      <w:r w:rsidRPr="006D7AE7">
        <w:rPr>
          <w:rFonts w:ascii="Times New Roman" w:hAnsi="Times New Roman"/>
          <w:sz w:val="24"/>
          <w:szCs w:val="24"/>
        </w:rPr>
        <w:t xml:space="preserve">Материалы </w:t>
      </w:r>
      <w:r w:rsidR="00EC3E60" w:rsidRPr="006D7AE7">
        <w:rPr>
          <w:rFonts w:ascii="Times New Roman" w:hAnsi="Times New Roman"/>
          <w:sz w:val="24"/>
          <w:szCs w:val="24"/>
        </w:rPr>
        <w:t xml:space="preserve">видео-визитки </w:t>
      </w:r>
      <w:r w:rsidRPr="006D7AE7">
        <w:rPr>
          <w:rFonts w:ascii="Times New Roman" w:hAnsi="Times New Roman"/>
          <w:sz w:val="24"/>
          <w:szCs w:val="24"/>
        </w:rPr>
        <w:t>(см. п.</w:t>
      </w:r>
      <w:r w:rsidR="00EC3E60" w:rsidRPr="006D7AE7">
        <w:rPr>
          <w:rFonts w:ascii="Times New Roman" w:hAnsi="Times New Roman"/>
          <w:sz w:val="24"/>
          <w:szCs w:val="24"/>
        </w:rPr>
        <w:t>6.3</w:t>
      </w:r>
      <w:r w:rsidRPr="006D7AE7">
        <w:rPr>
          <w:rFonts w:ascii="Times New Roman" w:hAnsi="Times New Roman"/>
          <w:sz w:val="24"/>
          <w:szCs w:val="24"/>
        </w:rPr>
        <w:t xml:space="preserve">) для участия в 1 отборочном туре </w:t>
      </w:r>
      <w:r w:rsidRPr="006D7AE7">
        <w:rPr>
          <w:rFonts w:ascii="Times New Roman" w:hAnsi="Times New Roman"/>
          <w:sz w:val="24"/>
          <w:szCs w:val="24"/>
          <w:lang w:val="en-US"/>
        </w:rPr>
        <w:t>II</w:t>
      </w:r>
      <w:r w:rsidRPr="006D7AE7">
        <w:rPr>
          <w:rFonts w:ascii="Times New Roman" w:hAnsi="Times New Roman"/>
          <w:sz w:val="24"/>
          <w:szCs w:val="24"/>
        </w:rPr>
        <w:t xml:space="preserve"> регионального этапа направляются также </w:t>
      </w:r>
      <w:r w:rsidRPr="006D7AE7">
        <w:rPr>
          <w:rFonts w:ascii="Times New Roman" w:hAnsi="Times New Roman"/>
          <w:sz w:val="24"/>
          <w:szCs w:val="24"/>
          <w:u w:val="single"/>
        </w:rPr>
        <w:t xml:space="preserve">в срок до </w:t>
      </w:r>
      <w:r w:rsidR="001924EA">
        <w:rPr>
          <w:rFonts w:ascii="Times New Roman" w:hAnsi="Times New Roman"/>
          <w:sz w:val="24"/>
          <w:szCs w:val="24"/>
          <w:u w:val="single"/>
        </w:rPr>
        <w:t>2 апреля</w:t>
      </w:r>
      <w:r w:rsidRPr="006D7AE7">
        <w:rPr>
          <w:rFonts w:ascii="Times New Roman" w:hAnsi="Times New Roman"/>
          <w:sz w:val="24"/>
          <w:szCs w:val="24"/>
          <w:u w:val="single"/>
        </w:rPr>
        <w:t xml:space="preserve"> 202</w:t>
      </w:r>
      <w:r w:rsidR="00A3335C" w:rsidRPr="006D7AE7">
        <w:rPr>
          <w:rFonts w:ascii="Times New Roman" w:hAnsi="Times New Roman"/>
          <w:sz w:val="24"/>
          <w:szCs w:val="24"/>
          <w:u w:val="single"/>
        </w:rPr>
        <w:t>5</w:t>
      </w:r>
      <w:r w:rsidRPr="006D7AE7">
        <w:rPr>
          <w:rFonts w:ascii="Times New Roman" w:hAnsi="Times New Roman"/>
          <w:sz w:val="24"/>
          <w:szCs w:val="24"/>
          <w:u w:val="single"/>
        </w:rPr>
        <w:t xml:space="preserve"> года включительно</w:t>
      </w:r>
      <w:r w:rsidRPr="006D7AE7">
        <w:rPr>
          <w:rFonts w:ascii="Times New Roman" w:hAnsi="Times New Roman"/>
          <w:sz w:val="24"/>
          <w:szCs w:val="24"/>
        </w:rPr>
        <w:t xml:space="preserve"> на адрес</w:t>
      </w:r>
      <w:r w:rsidR="0073150D" w:rsidRPr="006D7AE7">
        <w:rPr>
          <w:rFonts w:ascii="Times New Roman" w:hAnsi="Times New Roman"/>
          <w:sz w:val="24"/>
          <w:szCs w:val="24"/>
        </w:rPr>
        <w:t>а электронной почты базовых учреждений</w:t>
      </w:r>
      <w:r w:rsidR="006D7AE7" w:rsidRPr="006D7AE7">
        <w:rPr>
          <w:rFonts w:ascii="Times New Roman" w:hAnsi="Times New Roman"/>
          <w:sz w:val="24"/>
          <w:szCs w:val="24"/>
        </w:rPr>
        <w:t xml:space="preserve">: для детей дошкольного возраста на </w:t>
      </w:r>
      <w:hyperlink r:id="rId10" w:history="1">
        <w:r w:rsidR="006D7AE7" w:rsidRPr="00C74BDD">
          <w:rPr>
            <w:rStyle w:val="aa"/>
            <w:rFonts w:ascii="Times New Roman" w:hAnsi="Times New Roman"/>
            <w:sz w:val="24"/>
            <w:szCs w:val="24"/>
          </w:rPr>
          <w:t>detsad00034@mail.ru</w:t>
        </w:r>
      </w:hyperlink>
      <w:r w:rsidR="006D7AE7">
        <w:rPr>
          <w:rFonts w:ascii="Times New Roman" w:hAnsi="Times New Roman"/>
          <w:sz w:val="24"/>
          <w:szCs w:val="24"/>
        </w:rPr>
        <w:t xml:space="preserve"> </w:t>
      </w:r>
      <w:r w:rsidR="006D7AE7" w:rsidRPr="006D7AE7">
        <w:rPr>
          <w:rFonts w:ascii="Times New Roman" w:hAnsi="Times New Roman"/>
          <w:sz w:val="24"/>
          <w:szCs w:val="24"/>
        </w:rPr>
        <w:t xml:space="preserve">, для обучающихся 1-2 классов на </w:t>
      </w:r>
      <w:hyperlink r:id="rId11" w:history="1">
        <w:r w:rsidR="006D7AE7" w:rsidRPr="00C74BDD">
          <w:rPr>
            <w:rStyle w:val="aa"/>
            <w:rFonts w:ascii="Times New Roman" w:hAnsi="Times New Roman"/>
            <w:sz w:val="24"/>
            <w:szCs w:val="24"/>
          </w:rPr>
          <w:t>mankowa.lena2014@yandex.ru</w:t>
        </w:r>
      </w:hyperlink>
      <w:r w:rsidR="006D7AE7">
        <w:rPr>
          <w:rFonts w:ascii="Times New Roman" w:hAnsi="Times New Roman"/>
          <w:sz w:val="24"/>
          <w:szCs w:val="24"/>
        </w:rPr>
        <w:t xml:space="preserve"> </w:t>
      </w:r>
      <w:r w:rsidR="006D7AE7" w:rsidRPr="006D7AE7">
        <w:rPr>
          <w:rFonts w:ascii="Times New Roman" w:hAnsi="Times New Roman"/>
          <w:sz w:val="24"/>
          <w:szCs w:val="24"/>
        </w:rPr>
        <w:t xml:space="preserve"> </w:t>
      </w:r>
    </w:p>
    <w:p w14:paraId="6327951F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Участники</w:t>
      </w:r>
      <w:r w:rsidRPr="00097838">
        <w:rPr>
          <w:spacing w:val="-3"/>
          <w:sz w:val="24"/>
          <w:szCs w:val="24"/>
        </w:rPr>
        <w:t xml:space="preserve"> </w:t>
      </w:r>
      <w:r w:rsidRPr="00097838">
        <w:rPr>
          <w:sz w:val="24"/>
          <w:szCs w:val="24"/>
        </w:rPr>
        <w:t>Чемпионата</w:t>
      </w:r>
    </w:p>
    <w:p w14:paraId="0090B935" w14:textId="55BAF6A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284"/>
          <w:tab w:val="left" w:pos="567"/>
          <w:tab w:val="left" w:pos="698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могут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принимать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воспитанники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 xml:space="preserve">образовательных организаций </w:t>
      </w:r>
      <w:r w:rsidR="00970A72" w:rsidRPr="00097838">
        <w:rPr>
          <w:rFonts w:ascii="Times New Roman" w:hAnsi="Times New Roman"/>
          <w:sz w:val="24"/>
          <w:szCs w:val="24"/>
        </w:rPr>
        <w:t xml:space="preserve">Пермского края, реализующих образовательную программу дошкольного образования, </w:t>
      </w:r>
      <w:r w:rsidRPr="00097838">
        <w:rPr>
          <w:rFonts w:ascii="Times New Roman" w:hAnsi="Times New Roman"/>
          <w:sz w:val="24"/>
          <w:szCs w:val="24"/>
        </w:rPr>
        <w:t xml:space="preserve">в возрасте </w:t>
      </w:r>
      <w:r w:rsidR="00970A72" w:rsidRPr="00097838">
        <w:rPr>
          <w:rFonts w:ascii="Times New Roman" w:hAnsi="Times New Roman"/>
          <w:sz w:val="24"/>
          <w:szCs w:val="24"/>
        </w:rPr>
        <w:t xml:space="preserve">от </w:t>
      </w:r>
      <w:r w:rsidR="00F27F9B">
        <w:rPr>
          <w:rFonts w:ascii="Times New Roman" w:hAnsi="Times New Roman"/>
          <w:sz w:val="24"/>
          <w:szCs w:val="24"/>
        </w:rPr>
        <w:t>6</w:t>
      </w:r>
      <w:r w:rsidR="00970A72" w:rsidRPr="00097838">
        <w:rPr>
          <w:rFonts w:ascii="Times New Roman" w:hAnsi="Times New Roman"/>
          <w:sz w:val="24"/>
          <w:szCs w:val="24"/>
        </w:rPr>
        <w:t xml:space="preserve"> до </w:t>
      </w:r>
      <w:r w:rsidRPr="00097838">
        <w:rPr>
          <w:rFonts w:ascii="Times New Roman" w:hAnsi="Times New Roman"/>
          <w:sz w:val="24"/>
          <w:szCs w:val="24"/>
        </w:rPr>
        <w:t>7 лет</w:t>
      </w:r>
      <w:r w:rsidR="00A3335C">
        <w:rPr>
          <w:rFonts w:ascii="Times New Roman" w:hAnsi="Times New Roman"/>
          <w:sz w:val="24"/>
          <w:szCs w:val="24"/>
        </w:rPr>
        <w:t xml:space="preserve">, и </w:t>
      </w:r>
      <w:r w:rsidR="00A3335C" w:rsidRPr="00A3335C">
        <w:rPr>
          <w:rFonts w:ascii="Times New Roman" w:hAnsi="Times New Roman"/>
          <w:sz w:val="24"/>
          <w:szCs w:val="24"/>
        </w:rPr>
        <w:t>обучающихся 1-2-х классов</w:t>
      </w:r>
      <w:r w:rsidR="00A3335C">
        <w:rPr>
          <w:rFonts w:ascii="Times New Roman" w:hAnsi="Times New Roman"/>
          <w:sz w:val="24"/>
          <w:szCs w:val="24"/>
        </w:rPr>
        <w:t>.</w:t>
      </w:r>
    </w:p>
    <w:p w14:paraId="4B1DCBCB" w14:textId="77777777" w:rsidR="00984FCF" w:rsidRPr="003F596D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Чемпионат</w:t>
      </w:r>
      <w:r w:rsidRPr="0009783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предполагает</w:t>
      </w:r>
      <w:r w:rsidRPr="0009783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индивидуальное</w:t>
      </w:r>
      <w:r w:rsidRPr="0009783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участие</w:t>
      </w:r>
      <w:r w:rsidRPr="0009783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 xml:space="preserve">детей. </w:t>
      </w:r>
    </w:p>
    <w:p w14:paraId="512004A9" w14:textId="77777777" w:rsidR="003F596D" w:rsidRPr="003F596D" w:rsidRDefault="003F596D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 xml:space="preserve">По итогам </w:t>
      </w:r>
      <w:r w:rsidRPr="00097838">
        <w:rPr>
          <w:rFonts w:ascii="Times New Roman" w:hAnsi="Times New Roman"/>
          <w:sz w:val="24"/>
          <w:szCs w:val="24"/>
          <w:lang w:val="en-US"/>
        </w:rPr>
        <w:t>I</w:t>
      </w:r>
      <w:r w:rsidRPr="00097838">
        <w:rPr>
          <w:rFonts w:ascii="Times New Roman" w:hAnsi="Times New Roman"/>
          <w:sz w:val="24"/>
          <w:szCs w:val="24"/>
        </w:rPr>
        <w:t xml:space="preserve"> отборочного этапа определяются участники, получающие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право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участие в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региональном этапе</w:t>
      </w:r>
      <w:r w:rsidRPr="00097838">
        <w:rPr>
          <w:rFonts w:ascii="Times New Roman" w:hAnsi="Times New Roman"/>
          <w:sz w:val="24"/>
          <w:szCs w:val="24"/>
        </w:rPr>
        <w:t xml:space="preserve"> Чемпионата. </w:t>
      </w:r>
    </w:p>
    <w:p w14:paraId="545FAB7F" w14:textId="77777777" w:rsidR="00970A72" w:rsidRPr="00097838" w:rsidRDefault="00970A72" w:rsidP="00D20A63">
      <w:pPr>
        <w:pStyle w:val="ab"/>
        <w:widowControl w:val="0"/>
        <w:numPr>
          <w:ilvl w:val="1"/>
          <w:numId w:val="40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Числен</w:t>
      </w:r>
      <w:r w:rsidR="003F596D">
        <w:rPr>
          <w:rFonts w:ascii="Times New Roman" w:hAnsi="Times New Roman"/>
          <w:sz w:val="24"/>
          <w:szCs w:val="24"/>
        </w:rPr>
        <w:t>ность конкурсантов 1</w:t>
      </w:r>
      <w:r w:rsidR="003B6234" w:rsidRPr="00097838">
        <w:rPr>
          <w:rFonts w:ascii="Times New Roman" w:hAnsi="Times New Roman"/>
          <w:sz w:val="24"/>
          <w:szCs w:val="24"/>
        </w:rPr>
        <w:t xml:space="preserve"> тура регионального</w:t>
      </w:r>
      <w:r w:rsidRPr="00097838">
        <w:rPr>
          <w:rFonts w:ascii="Times New Roman" w:hAnsi="Times New Roman"/>
          <w:sz w:val="24"/>
          <w:szCs w:val="24"/>
        </w:rPr>
        <w:t xml:space="preserve"> этапа </w:t>
      </w:r>
      <w:r w:rsidR="003B6234" w:rsidRPr="00097838">
        <w:rPr>
          <w:rFonts w:ascii="Times New Roman" w:hAnsi="Times New Roman"/>
          <w:sz w:val="24"/>
          <w:szCs w:val="24"/>
        </w:rPr>
        <w:t xml:space="preserve">(дистанционная форма) </w:t>
      </w:r>
      <w:r w:rsidRPr="00097838">
        <w:rPr>
          <w:rFonts w:ascii="Times New Roman" w:hAnsi="Times New Roman"/>
          <w:sz w:val="24"/>
          <w:szCs w:val="24"/>
        </w:rPr>
        <w:t>- не более 1 участника от муниципалитета</w:t>
      </w:r>
      <w:r w:rsidR="003B6234" w:rsidRPr="00097838">
        <w:rPr>
          <w:rFonts w:ascii="Times New Roman" w:hAnsi="Times New Roman"/>
          <w:sz w:val="24"/>
          <w:szCs w:val="24"/>
        </w:rPr>
        <w:t xml:space="preserve"> в каждой компетенции</w:t>
      </w:r>
      <w:r w:rsidRPr="00097838">
        <w:rPr>
          <w:rFonts w:ascii="Times New Roman" w:hAnsi="Times New Roman"/>
          <w:sz w:val="24"/>
          <w:szCs w:val="24"/>
        </w:rPr>
        <w:t>.</w:t>
      </w:r>
    </w:p>
    <w:p w14:paraId="75431AC0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 xml:space="preserve">Во 2 туре </w:t>
      </w:r>
      <w:r w:rsidR="00625FDC" w:rsidRPr="00097838">
        <w:rPr>
          <w:rFonts w:ascii="Times New Roman" w:hAnsi="Times New Roman"/>
          <w:sz w:val="24"/>
          <w:szCs w:val="24"/>
        </w:rPr>
        <w:t>регионального</w:t>
      </w:r>
      <w:r w:rsidR="0084781E" w:rsidRPr="00097838">
        <w:rPr>
          <w:rFonts w:ascii="Times New Roman" w:hAnsi="Times New Roman"/>
          <w:sz w:val="24"/>
          <w:szCs w:val="24"/>
        </w:rPr>
        <w:t xml:space="preserve"> этапа </w:t>
      </w:r>
      <w:r w:rsidR="008B3248" w:rsidRPr="00097838">
        <w:rPr>
          <w:rFonts w:ascii="Times New Roman" w:hAnsi="Times New Roman"/>
          <w:sz w:val="24"/>
          <w:szCs w:val="24"/>
        </w:rPr>
        <w:t xml:space="preserve">Чемпионата участвуют по </w:t>
      </w:r>
      <w:r w:rsidR="0084781E" w:rsidRPr="00097838">
        <w:rPr>
          <w:rFonts w:ascii="Times New Roman" w:hAnsi="Times New Roman"/>
          <w:sz w:val="24"/>
          <w:szCs w:val="24"/>
        </w:rPr>
        <w:t>5</w:t>
      </w:r>
      <w:r w:rsidRPr="00097838">
        <w:rPr>
          <w:rFonts w:ascii="Times New Roman" w:hAnsi="Times New Roman"/>
          <w:sz w:val="24"/>
          <w:szCs w:val="24"/>
        </w:rPr>
        <w:t xml:space="preserve"> победителей в</w:t>
      </w:r>
      <w:r w:rsidR="00625FDC" w:rsidRPr="00097838">
        <w:rPr>
          <w:rFonts w:ascii="Times New Roman" w:hAnsi="Times New Roman"/>
          <w:sz w:val="24"/>
          <w:szCs w:val="24"/>
        </w:rPr>
        <w:t xml:space="preserve"> каждой компетенции по итогам 1</w:t>
      </w:r>
      <w:r w:rsidR="0084781E" w:rsidRPr="00097838">
        <w:rPr>
          <w:rFonts w:ascii="Times New Roman" w:hAnsi="Times New Roman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тура.</w:t>
      </w:r>
    </w:p>
    <w:p w14:paraId="2A661C01" w14:textId="77777777" w:rsidR="00984FCF" w:rsidRPr="00097838" w:rsidRDefault="00984FCF" w:rsidP="00984FCF">
      <w:pPr>
        <w:pStyle w:val="a8"/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2A4D2DB4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lastRenderedPageBreak/>
        <w:t>Компетенции</w:t>
      </w:r>
      <w:r w:rsidRPr="00097838">
        <w:rPr>
          <w:spacing w:val="-5"/>
          <w:sz w:val="24"/>
          <w:szCs w:val="24"/>
        </w:rPr>
        <w:t xml:space="preserve"> </w:t>
      </w:r>
      <w:r w:rsidRPr="00097838">
        <w:rPr>
          <w:sz w:val="24"/>
          <w:szCs w:val="24"/>
        </w:rPr>
        <w:t>Чемпионата</w:t>
      </w:r>
    </w:p>
    <w:p w14:paraId="6DDF15F9" w14:textId="467D2400" w:rsidR="00984FCF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Чемпионат проводится в очно-дистанционном формате по следующим компетенциям</w:t>
      </w:r>
      <w:r w:rsidR="00625FDC" w:rsidRPr="00097838">
        <w:rPr>
          <w:rFonts w:ascii="Times New Roman" w:hAnsi="Times New Roman"/>
          <w:sz w:val="24"/>
          <w:szCs w:val="24"/>
        </w:rPr>
        <w:t xml:space="preserve"> (профессиям)</w:t>
      </w:r>
      <w:r w:rsidRPr="00097838">
        <w:rPr>
          <w:rFonts w:ascii="Times New Roman" w:hAnsi="Times New Roman"/>
          <w:sz w:val="24"/>
          <w:szCs w:val="24"/>
        </w:rPr>
        <w:t>:</w:t>
      </w:r>
    </w:p>
    <w:p w14:paraId="49DADB7B" w14:textId="50C8A959" w:rsidR="00A3335C" w:rsidRPr="00A3335C" w:rsidRDefault="00A3335C" w:rsidP="00D20A63">
      <w:pPr>
        <w:pStyle w:val="ab"/>
        <w:widowControl w:val="0"/>
        <w:numPr>
          <w:ilvl w:val="2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firstLine="4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дошкольных образовательных организаций:</w:t>
      </w:r>
    </w:p>
    <w:p w14:paraId="225AEB84" w14:textId="266D9B05" w:rsidR="00984FCF" w:rsidRPr="00097838" w:rsidRDefault="00984FCF" w:rsidP="00984FCF">
      <w:pPr>
        <w:pStyle w:val="ab"/>
        <w:tabs>
          <w:tab w:val="left" w:pos="567"/>
          <w:tab w:val="left" w:pos="974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- «</w:t>
      </w:r>
      <w:r w:rsidR="00A3335C">
        <w:rPr>
          <w:rFonts w:ascii="Times New Roman" w:hAnsi="Times New Roman"/>
          <w:sz w:val="24"/>
          <w:szCs w:val="24"/>
        </w:rPr>
        <w:t>Повар</w:t>
      </w:r>
      <w:r w:rsidRPr="00097838">
        <w:rPr>
          <w:rFonts w:ascii="Times New Roman" w:hAnsi="Times New Roman"/>
          <w:sz w:val="24"/>
          <w:szCs w:val="24"/>
        </w:rPr>
        <w:t>»</w:t>
      </w:r>
      <w:r w:rsidR="0084781E" w:rsidRPr="00097838">
        <w:rPr>
          <w:rFonts w:ascii="Times New Roman" w:hAnsi="Times New Roman"/>
          <w:sz w:val="24"/>
          <w:szCs w:val="24"/>
        </w:rPr>
        <w:t>;</w:t>
      </w:r>
      <w:r w:rsidRPr="00097838">
        <w:rPr>
          <w:rFonts w:ascii="Times New Roman" w:hAnsi="Times New Roman"/>
          <w:sz w:val="24"/>
          <w:szCs w:val="24"/>
        </w:rPr>
        <w:t xml:space="preserve"> </w:t>
      </w:r>
    </w:p>
    <w:p w14:paraId="1509FCC0" w14:textId="679C8F67" w:rsidR="00984FCF" w:rsidRPr="00097838" w:rsidRDefault="00984FCF" w:rsidP="00984FCF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-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«</w:t>
      </w:r>
      <w:r w:rsidR="00A3335C">
        <w:rPr>
          <w:rFonts w:ascii="Times New Roman" w:hAnsi="Times New Roman"/>
          <w:sz w:val="24"/>
          <w:szCs w:val="24"/>
        </w:rPr>
        <w:t>Программист</w:t>
      </w:r>
      <w:r w:rsidR="00625FDC" w:rsidRPr="00097838">
        <w:rPr>
          <w:rFonts w:ascii="Times New Roman" w:hAnsi="Times New Roman"/>
          <w:sz w:val="24"/>
          <w:szCs w:val="24"/>
        </w:rPr>
        <w:t>»</w:t>
      </w:r>
      <w:r w:rsidR="0084781E" w:rsidRPr="00097838">
        <w:rPr>
          <w:rFonts w:ascii="Times New Roman" w:hAnsi="Times New Roman"/>
          <w:sz w:val="24"/>
          <w:szCs w:val="24"/>
        </w:rPr>
        <w:t>;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14:paraId="3B320467" w14:textId="77777777" w:rsidR="0084781E" w:rsidRPr="00097838" w:rsidRDefault="0084781E" w:rsidP="00984FCF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bookmarkStart w:id="0" w:name="_Hlk188868216"/>
      <w:r w:rsidRPr="00097838">
        <w:rPr>
          <w:rFonts w:ascii="Times New Roman" w:hAnsi="Times New Roman"/>
          <w:spacing w:val="-1"/>
          <w:sz w:val="24"/>
          <w:szCs w:val="24"/>
        </w:rPr>
        <w:t>- «Электри</w:t>
      </w:r>
      <w:r w:rsidR="008C166F" w:rsidRPr="00097838">
        <w:rPr>
          <w:rFonts w:ascii="Times New Roman" w:hAnsi="Times New Roman"/>
          <w:spacing w:val="-1"/>
          <w:sz w:val="24"/>
          <w:szCs w:val="24"/>
        </w:rPr>
        <w:t>к</w:t>
      </w:r>
      <w:r w:rsidRPr="00097838">
        <w:rPr>
          <w:rFonts w:ascii="Times New Roman" w:hAnsi="Times New Roman"/>
          <w:spacing w:val="-1"/>
          <w:sz w:val="24"/>
          <w:szCs w:val="24"/>
        </w:rPr>
        <w:t>»;</w:t>
      </w:r>
    </w:p>
    <w:p w14:paraId="08DFB52B" w14:textId="77777777" w:rsidR="0084781E" w:rsidRPr="00097838" w:rsidRDefault="0084781E" w:rsidP="00984FCF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097838">
        <w:rPr>
          <w:rFonts w:ascii="Times New Roman" w:hAnsi="Times New Roman"/>
          <w:spacing w:val="-1"/>
          <w:sz w:val="24"/>
          <w:szCs w:val="24"/>
        </w:rPr>
        <w:t>- «</w:t>
      </w:r>
      <w:r w:rsidR="008C166F" w:rsidRPr="00097838">
        <w:rPr>
          <w:rFonts w:ascii="Times New Roman" w:hAnsi="Times New Roman"/>
          <w:spacing w:val="-1"/>
          <w:sz w:val="24"/>
          <w:szCs w:val="24"/>
        </w:rPr>
        <w:t>Парикмахер»;</w:t>
      </w:r>
      <w:r w:rsidR="00E01CE1"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153FDB"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</w:p>
    <w:bookmarkEnd w:id="0"/>
    <w:p w14:paraId="0935EC9F" w14:textId="3ED72EC7" w:rsidR="008C166F" w:rsidRDefault="008C166F" w:rsidP="00984FCF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097838">
        <w:rPr>
          <w:rFonts w:ascii="Times New Roman" w:hAnsi="Times New Roman"/>
          <w:spacing w:val="-1"/>
          <w:sz w:val="24"/>
          <w:szCs w:val="24"/>
        </w:rPr>
        <w:t>- «</w:t>
      </w:r>
      <w:r w:rsidR="00A3335C">
        <w:rPr>
          <w:rFonts w:ascii="Times New Roman" w:hAnsi="Times New Roman"/>
          <w:spacing w:val="-1"/>
          <w:sz w:val="24"/>
          <w:szCs w:val="24"/>
        </w:rPr>
        <w:t>Экскурсовод-гид</w:t>
      </w:r>
      <w:r w:rsidRPr="00097838">
        <w:rPr>
          <w:rFonts w:ascii="Times New Roman" w:hAnsi="Times New Roman"/>
          <w:spacing w:val="-1"/>
          <w:sz w:val="24"/>
          <w:szCs w:val="24"/>
        </w:rPr>
        <w:t>».</w:t>
      </w:r>
    </w:p>
    <w:p w14:paraId="5422EB8C" w14:textId="77777777" w:rsidR="00D168C8" w:rsidRDefault="00D168C8" w:rsidP="00A3335C">
      <w:pPr>
        <w:tabs>
          <w:tab w:val="left" w:pos="142"/>
          <w:tab w:val="left" w:pos="567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</w:p>
    <w:p w14:paraId="602A70F7" w14:textId="07CCBAB2" w:rsidR="00A3335C" w:rsidRDefault="00A3335C" w:rsidP="00A3335C">
      <w:pPr>
        <w:tabs>
          <w:tab w:val="left" w:pos="142"/>
          <w:tab w:val="left" w:pos="567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5.1.2. Среди обучающихся 1-2-х классов:</w:t>
      </w:r>
    </w:p>
    <w:p w14:paraId="632F1E0C" w14:textId="77777777" w:rsidR="00A3335C" w:rsidRPr="00A3335C" w:rsidRDefault="00A3335C" w:rsidP="00A3335C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-</w:t>
      </w:r>
      <w:r w:rsidRPr="00A3335C">
        <w:rPr>
          <w:rFonts w:ascii="Times New Roman" w:hAnsi="Times New Roman"/>
          <w:spacing w:val="-1"/>
          <w:sz w:val="24"/>
          <w:szCs w:val="24"/>
        </w:rPr>
        <w:t>- «Электрик»;</w:t>
      </w:r>
    </w:p>
    <w:p w14:paraId="3D11352F" w14:textId="77777777" w:rsidR="00A3335C" w:rsidRDefault="00A3335C" w:rsidP="00A3335C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A3335C">
        <w:rPr>
          <w:rFonts w:ascii="Times New Roman" w:hAnsi="Times New Roman"/>
          <w:spacing w:val="-1"/>
          <w:sz w:val="24"/>
          <w:szCs w:val="24"/>
        </w:rPr>
        <w:t xml:space="preserve">- «Парикмахер»; </w:t>
      </w:r>
    </w:p>
    <w:p w14:paraId="0954BF45" w14:textId="77777777" w:rsidR="00A3335C" w:rsidRDefault="00A3335C" w:rsidP="00A3335C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- «Кондитер»;</w:t>
      </w:r>
    </w:p>
    <w:p w14:paraId="3491042F" w14:textId="563132EE" w:rsidR="00A3335C" w:rsidRDefault="00A3335C" w:rsidP="00A3335C">
      <w:pPr>
        <w:tabs>
          <w:tab w:val="left" w:pos="567"/>
          <w:tab w:val="left" w:pos="974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- </w:t>
      </w:r>
      <w:r w:rsidRPr="00A3335C">
        <w:rPr>
          <w:rFonts w:ascii="Times New Roman" w:hAnsi="Times New Roman"/>
          <w:spacing w:val="-1"/>
          <w:sz w:val="24"/>
          <w:szCs w:val="24"/>
        </w:rPr>
        <w:t>«Экскурсовод-гид».</w:t>
      </w:r>
    </w:p>
    <w:p w14:paraId="6B087757" w14:textId="77777777" w:rsidR="00A3335C" w:rsidRDefault="00A3335C" w:rsidP="00984FCF">
      <w:pPr>
        <w:pStyle w:val="a8"/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74C33380" w14:textId="77AE0BD2" w:rsidR="00984FCF" w:rsidRPr="00097838" w:rsidRDefault="00984FCF" w:rsidP="00984FCF">
      <w:pPr>
        <w:pStyle w:val="a8"/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5.2.</w:t>
      </w:r>
      <w:r w:rsidRPr="00097838">
        <w:rPr>
          <w:rFonts w:ascii="Times New Roman" w:hAnsi="Times New Roman"/>
          <w:b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Каждая компетенция Чемпионата проводится согласно требованиям Технического описания.</w:t>
      </w:r>
    </w:p>
    <w:p w14:paraId="7F9BA7FD" w14:textId="77777777" w:rsidR="00984FCF" w:rsidRPr="00097838" w:rsidRDefault="00984FCF" w:rsidP="00984FCF">
      <w:pPr>
        <w:pStyle w:val="a8"/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118883BB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Организация</w:t>
      </w:r>
      <w:r w:rsidRPr="00097838">
        <w:rPr>
          <w:spacing w:val="-3"/>
          <w:sz w:val="24"/>
          <w:szCs w:val="24"/>
        </w:rPr>
        <w:t xml:space="preserve"> </w:t>
      </w:r>
      <w:r w:rsidRPr="00097838">
        <w:rPr>
          <w:sz w:val="24"/>
          <w:szCs w:val="24"/>
        </w:rPr>
        <w:t>и</w:t>
      </w:r>
      <w:r w:rsidRPr="00097838">
        <w:rPr>
          <w:spacing w:val="-3"/>
          <w:sz w:val="24"/>
          <w:szCs w:val="24"/>
        </w:rPr>
        <w:t xml:space="preserve"> </w:t>
      </w:r>
      <w:r w:rsidRPr="00097838">
        <w:rPr>
          <w:sz w:val="24"/>
          <w:szCs w:val="24"/>
        </w:rPr>
        <w:t>проведение</w:t>
      </w:r>
      <w:r w:rsidRPr="00097838">
        <w:rPr>
          <w:spacing w:val="-3"/>
          <w:sz w:val="24"/>
          <w:szCs w:val="24"/>
        </w:rPr>
        <w:t xml:space="preserve"> </w:t>
      </w:r>
      <w:r w:rsidRPr="00097838">
        <w:rPr>
          <w:sz w:val="24"/>
          <w:szCs w:val="24"/>
        </w:rPr>
        <w:t>Чемпионата</w:t>
      </w:r>
    </w:p>
    <w:p w14:paraId="3D326949" w14:textId="77777777" w:rsidR="00984FCF" w:rsidRPr="00097838" w:rsidRDefault="003F596D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тур (очный) регионального этапа </w:t>
      </w:r>
      <w:r w:rsidR="00984FCF" w:rsidRPr="00097838">
        <w:rPr>
          <w:rFonts w:ascii="Times New Roman" w:hAnsi="Times New Roman"/>
          <w:sz w:val="24"/>
          <w:szCs w:val="24"/>
        </w:rPr>
        <w:t>Чемпионат</w:t>
      </w:r>
      <w:r>
        <w:rPr>
          <w:rFonts w:ascii="Times New Roman" w:hAnsi="Times New Roman"/>
          <w:sz w:val="24"/>
          <w:szCs w:val="24"/>
        </w:rPr>
        <w:t>а</w:t>
      </w:r>
      <w:r w:rsidR="00984FCF"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включает</w:t>
      </w:r>
      <w:r w:rsidR="00984FCF"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три</w:t>
      </w:r>
      <w:r w:rsidR="00984FCF"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модуля:</w:t>
      </w:r>
    </w:p>
    <w:p w14:paraId="51FDF2E1" w14:textId="77777777" w:rsidR="00984FCF" w:rsidRPr="00097838" w:rsidRDefault="00984FCF" w:rsidP="00984FCF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b/>
          <w:i/>
          <w:sz w:val="24"/>
          <w:szCs w:val="24"/>
        </w:rPr>
        <w:t>Модуль 1 (образовательный)</w:t>
      </w:r>
      <w:r w:rsidRPr="00097838">
        <w:rPr>
          <w:rFonts w:ascii="Times New Roman" w:hAnsi="Times New Roman"/>
          <w:sz w:val="24"/>
          <w:szCs w:val="24"/>
        </w:rPr>
        <w:t xml:space="preserve"> – представление детей о профессиях.</w:t>
      </w:r>
    </w:p>
    <w:p w14:paraId="165B8805" w14:textId="77777777" w:rsidR="00984FCF" w:rsidRPr="00097838" w:rsidRDefault="00984FCF" w:rsidP="00984FCF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b/>
          <w:i/>
          <w:sz w:val="24"/>
          <w:szCs w:val="24"/>
        </w:rPr>
        <w:t>Модуль 2 (практико-ориентированный)</w:t>
      </w:r>
      <w:r w:rsidRPr="00097838">
        <w:rPr>
          <w:rFonts w:ascii="Times New Roman" w:hAnsi="Times New Roman"/>
          <w:sz w:val="24"/>
          <w:szCs w:val="24"/>
        </w:rPr>
        <w:t xml:space="preserve"> – осуществление различных видов детской деятельности в соответствии с выбранной компетентностью.</w:t>
      </w:r>
    </w:p>
    <w:p w14:paraId="507DD8F8" w14:textId="77777777" w:rsidR="00984FCF" w:rsidRPr="00097838" w:rsidRDefault="00984FCF" w:rsidP="00984FCF">
      <w:pPr>
        <w:pStyle w:val="a8"/>
        <w:tabs>
          <w:tab w:val="left" w:pos="567"/>
          <w:tab w:val="left" w:pos="851"/>
        </w:tabs>
        <w:spacing w:after="0" w:line="240" w:lineRule="auto"/>
        <w:ind w:right="117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b/>
          <w:i/>
          <w:sz w:val="24"/>
          <w:szCs w:val="24"/>
        </w:rPr>
        <w:t>Модуль 3 (социально-коммуникативный)</w:t>
      </w:r>
      <w:r w:rsidRPr="00097838">
        <w:rPr>
          <w:rFonts w:ascii="Times New Roman" w:hAnsi="Times New Roman"/>
          <w:sz w:val="24"/>
          <w:szCs w:val="24"/>
        </w:rPr>
        <w:t xml:space="preserve"> – презентация продукта детской деятельности.</w:t>
      </w:r>
    </w:p>
    <w:p w14:paraId="06F981EE" w14:textId="40C6BD7D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598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Готовый пакет</w:t>
      </w:r>
      <w:r w:rsidRPr="000978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технической документации (Технические описания 1 тура Чемпионата и по каждой компетенции</w:t>
      </w:r>
      <w:r w:rsidR="00625FDC" w:rsidRPr="00097838">
        <w:rPr>
          <w:rFonts w:ascii="Times New Roman" w:hAnsi="Times New Roman"/>
          <w:sz w:val="24"/>
          <w:szCs w:val="24"/>
        </w:rPr>
        <w:t xml:space="preserve"> отдельно) размещается</w:t>
      </w:r>
      <w:r w:rsidRPr="00097838">
        <w:rPr>
          <w:rFonts w:ascii="Times New Roman" w:hAnsi="Times New Roman"/>
          <w:sz w:val="24"/>
          <w:szCs w:val="24"/>
        </w:rPr>
        <w:t xml:space="preserve"> на официальном сайте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базового учреждения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47966" w:rsidRPr="00EB5462">
        <w:rPr>
          <w:rFonts w:ascii="Times New Roman" w:hAnsi="Times New Roman"/>
          <w:spacing w:val="1"/>
          <w:sz w:val="24"/>
          <w:szCs w:val="24"/>
        </w:rPr>
        <w:t>и направляется в территории</w:t>
      </w:r>
      <w:r w:rsidR="00647966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25FDC" w:rsidRPr="00097838">
        <w:rPr>
          <w:rFonts w:ascii="Times New Roman" w:hAnsi="Times New Roman"/>
          <w:sz w:val="24"/>
          <w:szCs w:val="24"/>
        </w:rPr>
        <w:t xml:space="preserve">не позднее </w:t>
      </w:r>
      <w:r w:rsidR="00EB5462">
        <w:rPr>
          <w:rFonts w:ascii="Times New Roman" w:hAnsi="Times New Roman"/>
          <w:sz w:val="24"/>
          <w:szCs w:val="24"/>
        </w:rPr>
        <w:t>10 марта</w:t>
      </w:r>
      <w:r w:rsidR="00625FDC" w:rsidRPr="00097838">
        <w:rPr>
          <w:rFonts w:ascii="Times New Roman" w:hAnsi="Times New Roman"/>
          <w:sz w:val="24"/>
          <w:szCs w:val="24"/>
        </w:rPr>
        <w:t xml:space="preserve"> 202</w:t>
      </w:r>
      <w:r w:rsidR="00D168C8">
        <w:rPr>
          <w:rFonts w:ascii="Times New Roman" w:hAnsi="Times New Roman"/>
          <w:sz w:val="24"/>
          <w:szCs w:val="24"/>
        </w:rPr>
        <w:t>5</w:t>
      </w:r>
      <w:r w:rsidR="00625FDC" w:rsidRPr="00097838">
        <w:rPr>
          <w:rFonts w:ascii="Times New Roman" w:hAnsi="Times New Roman"/>
          <w:sz w:val="24"/>
          <w:szCs w:val="24"/>
        </w:rPr>
        <w:t xml:space="preserve"> года</w:t>
      </w:r>
      <w:r w:rsidRPr="00097838">
        <w:rPr>
          <w:rFonts w:ascii="Times New Roman" w:hAnsi="Times New Roman"/>
          <w:sz w:val="24"/>
          <w:szCs w:val="24"/>
        </w:rPr>
        <w:t>.</w:t>
      </w:r>
    </w:p>
    <w:p w14:paraId="2CFA4727" w14:textId="49D7D7A9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598"/>
          <w:tab w:val="left" w:pos="742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1 тур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596D">
        <w:rPr>
          <w:rFonts w:ascii="Times New Roman" w:hAnsi="Times New Roman"/>
          <w:sz w:val="24"/>
          <w:szCs w:val="24"/>
        </w:rPr>
        <w:t>Чемпионата (отборочный в дистанционной форме</w:t>
      </w:r>
      <w:r w:rsidRPr="00097838">
        <w:rPr>
          <w:rFonts w:ascii="Times New Roman" w:hAnsi="Times New Roman"/>
          <w:sz w:val="24"/>
          <w:szCs w:val="24"/>
        </w:rPr>
        <w:t>)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предполагает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представление видео-визитки с </w:t>
      </w:r>
      <w:r w:rsidRPr="00097838">
        <w:rPr>
          <w:rFonts w:ascii="Times New Roman" w:hAnsi="Times New Roman"/>
          <w:sz w:val="24"/>
          <w:szCs w:val="24"/>
        </w:rPr>
        <w:t>обязательным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выполнение</w:t>
      </w:r>
      <w:r w:rsidRPr="00097838">
        <w:rPr>
          <w:rFonts w:ascii="Times New Roman" w:hAnsi="Times New Roman"/>
          <w:spacing w:val="-67"/>
          <w:sz w:val="24"/>
          <w:szCs w:val="24"/>
        </w:rPr>
        <w:t xml:space="preserve">м </w:t>
      </w:r>
      <w:r w:rsidR="00625FDC" w:rsidRPr="00097838">
        <w:rPr>
          <w:rFonts w:ascii="Times New Roman" w:hAnsi="Times New Roman"/>
          <w:sz w:val="24"/>
          <w:szCs w:val="24"/>
        </w:rPr>
        <w:t>у</w:t>
      </w:r>
      <w:r w:rsidRPr="00097838">
        <w:rPr>
          <w:rFonts w:ascii="Times New Roman" w:hAnsi="Times New Roman"/>
          <w:sz w:val="24"/>
          <w:szCs w:val="24"/>
        </w:rPr>
        <w:t>частниками двух модулей конкурсных заданий, одно из которых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связано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демонстрацией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участниками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знаний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конкретной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профессии,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второе – с демонстрацией начальных профессиональных умений в области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этой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профессии. Формат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1 тура (</w:t>
      </w:r>
      <w:r w:rsidRPr="00097838">
        <w:rPr>
          <w:rFonts w:ascii="Times New Roman" w:hAnsi="Times New Roman"/>
          <w:sz w:val="24"/>
          <w:szCs w:val="24"/>
        </w:rPr>
        <w:t>отборочного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596D">
        <w:rPr>
          <w:rFonts w:ascii="Times New Roman" w:hAnsi="Times New Roman"/>
          <w:sz w:val="24"/>
          <w:szCs w:val="24"/>
        </w:rPr>
        <w:t>в дистанционной форме</w:t>
      </w:r>
      <w:r w:rsidRPr="00097838">
        <w:rPr>
          <w:rFonts w:ascii="Times New Roman" w:hAnsi="Times New Roman"/>
          <w:sz w:val="24"/>
          <w:szCs w:val="24"/>
        </w:rPr>
        <w:t>)</w:t>
      </w:r>
      <w:r w:rsidR="00EC3E60" w:rsidRPr="00097838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определяется Техническим описанием</w:t>
      </w:r>
      <w:r w:rsidR="003F596D">
        <w:rPr>
          <w:rFonts w:ascii="Times New Roman" w:hAnsi="Times New Roman"/>
          <w:sz w:val="24"/>
          <w:szCs w:val="24"/>
        </w:rPr>
        <w:t xml:space="preserve"> в соответствии с Приложением 2 к Регламенту</w:t>
      </w:r>
      <w:r w:rsidRPr="00097838">
        <w:rPr>
          <w:rFonts w:ascii="Times New Roman" w:hAnsi="Times New Roman"/>
          <w:sz w:val="24"/>
          <w:szCs w:val="24"/>
        </w:rPr>
        <w:t>.</w:t>
      </w:r>
    </w:p>
    <w:p w14:paraId="188865C8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598"/>
          <w:tab w:val="left" w:pos="742"/>
          <w:tab w:val="left" w:pos="773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Победители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призеры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 определяются по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итогам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трех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модулей</w:t>
      </w:r>
      <w:r w:rsidR="00EC3E60" w:rsidRPr="00097838">
        <w:rPr>
          <w:rFonts w:ascii="Times New Roman" w:hAnsi="Times New Roman"/>
          <w:sz w:val="24"/>
          <w:szCs w:val="24"/>
        </w:rPr>
        <w:t xml:space="preserve"> (см п. 6.1.)</w:t>
      </w:r>
      <w:r w:rsidR="00647966">
        <w:rPr>
          <w:rFonts w:ascii="Times New Roman" w:hAnsi="Times New Roman"/>
          <w:sz w:val="24"/>
          <w:szCs w:val="24"/>
        </w:rPr>
        <w:t xml:space="preserve"> во время проведения очного этапа</w:t>
      </w:r>
      <w:r w:rsidRPr="00097838">
        <w:rPr>
          <w:rFonts w:ascii="Times New Roman" w:hAnsi="Times New Roman"/>
          <w:sz w:val="24"/>
          <w:szCs w:val="24"/>
        </w:rPr>
        <w:t>.</w:t>
      </w:r>
    </w:p>
    <w:p w14:paraId="43B56F7D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651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Открытие и закрытие Чемпионата проводятся в игровом формате с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включением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динамических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пауз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между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конкурсными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заданиями.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Длительность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финальных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соревнований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составляет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не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более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120</w:t>
      </w:r>
      <w:r w:rsidRPr="00097838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минут (включая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открытие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закрытие,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подготовку,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демонстрацию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участниками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заданий,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динамические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паузы).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Продолжительность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непосредственного нахождения участника на соревновательной площадке не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должна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превышать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90 минут.</w:t>
      </w:r>
    </w:p>
    <w:p w14:paraId="2282F357" w14:textId="77777777" w:rsidR="00EC3E60" w:rsidRPr="00097838" w:rsidRDefault="00984FCF" w:rsidP="00D20A63">
      <w:pPr>
        <w:pStyle w:val="a8"/>
        <w:widowControl w:val="0"/>
        <w:numPr>
          <w:ilvl w:val="1"/>
          <w:numId w:val="40"/>
        </w:numPr>
        <w:tabs>
          <w:tab w:val="left" w:pos="567"/>
          <w:tab w:val="left" w:pos="703"/>
        </w:tabs>
        <w:autoSpaceDE w:val="0"/>
        <w:autoSpaceDN w:val="0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Во время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выполнения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демонстрации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участниками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заданий на соревновательной площадке находятся эксперты соревнований 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волонтеры. Представители Организатора и Оргкомитета могут находиться на соревновательной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площадке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согласованию.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14BE1DC9" w14:textId="77777777" w:rsidR="00984FCF" w:rsidRPr="00097838" w:rsidRDefault="00EC3E60" w:rsidP="00D20A63">
      <w:pPr>
        <w:pStyle w:val="a8"/>
        <w:widowControl w:val="0"/>
        <w:numPr>
          <w:ilvl w:val="1"/>
          <w:numId w:val="40"/>
        </w:numPr>
        <w:tabs>
          <w:tab w:val="left" w:pos="567"/>
          <w:tab w:val="left" w:pos="703"/>
        </w:tabs>
        <w:autoSpaceDE w:val="0"/>
        <w:autoSpaceDN w:val="0"/>
        <w:spacing w:after="0" w:line="240" w:lineRule="auto"/>
        <w:ind w:left="0" w:right="108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В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ходе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подготовки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и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демонстрации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конкурсных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заданий представителям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 xml:space="preserve">участника </w:t>
      </w:r>
      <w:r w:rsidR="00984FCF" w:rsidRPr="00097838">
        <w:rPr>
          <w:rFonts w:ascii="Times New Roman" w:hAnsi="Times New Roman"/>
          <w:sz w:val="24"/>
          <w:szCs w:val="24"/>
        </w:rPr>
        <w:t>не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разрешается</w:t>
      </w:r>
      <w:r w:rsidR="00984FCF"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взаимодействовать</w:t>
      </w:r>
      <w:r w:rsidR="00984FCF"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с участником.</w:t>
      </w:r>
    </w:p>
    <w:p w14:paraId="5C895EF1" w14:textId="77777777" w:rsidR="00984FCF" w:rsidRPr="00097838" w:rsidRDefault="00984FCF" w:rsidP="00984FCF">
      <w:pPr>
        <w:tabs>
          <w:tab w:val="left" w:pos="567"/>
        </w:tabs>
        <w:spacing w:after="0" w:line="240" w:lineRule="auto"/>
        <w:ind w:right="108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6.8. В ходе проведения соревновательных мероприятий Организатором осуществляется видео-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фотосъемка.</w:t>
      </w:r>
    </w:p>
    <w:p w14:paraId="1D0C22DD" w14:textId="77777777" w:rsidR="00984FCF" w:rsidRPr="00097838" w:rsidRDefault="00984FCF" w:rsidP="00984FCF">
      <w:pPr>
        <w:tabs>
          <w:tab w:val="left" w:pos="567"/>
        </w:tabs>
        <w:spacing w:after="0" w:line="240" w:lineRule="auto"/>
        <w:ind w:right="108" w:firstLine="567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6.9</w:t>
      </w:r>
      <w:r w:rsidRPr="00097838">
        <w:rPr>
          <w:rFonts w:ascii="Times New Roman" w:hAnsi="Times New Roman"/>
          <w:b/>
          <w:sz w:val="24"/>
          <w:szCs w:val="24"/>
        </w:rPr>
        <w:t>.</w:t>
      </w:r>
      <w:r w:rsidRPr="00097838">
        <w:rPr>
          <w:rFonts w:ascii="Times New Roman" w:hAnsi="Times New Roman"/>
          <w:sz w:val="24"/>
          <w:szCs w:val="24"/>
        </w:rPr>
        <w:t xml:space="preserve"> Для </w:t>
      </w:r>
      <w:r w:rsidR="00EC3E60" w:rsidRPr="00097838">
        <w:rPr>
          <w:rFonts w:ascii="Times New Roman" w:hAnsi="Times New Roman"/>
          <w:sz w:val="24"/>
          <w:szCs w:val="24"/>
        </w:rPr>
        <w:t xml:space="preserve">представителей участников и </w:t>
      </w:r>
      <w:r w:rsidRPr="00097838">
        <w:rPr>
          <w:rFonts w:ascii="Times New Roman" w:hAnsi="Times New Roman"/>
          <w:sz w:val="24"/>
          <w:szCs w:val="24"/>
        </w:rPr>
        <w:t>зрителей организуется видеосалон для просмотра хода пров</w:t>
      </w:r>
      <w:r w:rsidR="00647966">
        <w:rPr>
          <w:rFonts w:ascii="Times New Roman" w:hAnsi="Times New Roman"/>
          <w:sz w:val="24"/>
          <w:szCs w:val="24"/>
        </w:rPr>
        <w:t>едения соревнований в режиме он</w:t>
      </w:r>
      <w:r w:rsidRPr="00097838">
        <w:rPr>
          <w:rFonts w:ascii="Times New Roman" w:hAnsi="Times New Roman"/>
          <w:sz w:val="24"/>
          <w:szCs w:val="24"/>
        </w:rPr>
        <w:t>лайн</w:t>
      </w:r>
      <w:r w:rsidR="00153FDB" w:rsidRPr="00097838">
        <w:rPr>
          <w:rFonts w:ascii="Times New Roman" w:hAnsi="Times New Roman"/>
          <w:sz w:val="24"/>
          <w:szCs w:val="24"/>
        </w:rPr>
        <w:t>.</w:t>
      </w:r>
    </w:p>
    <w:p w14:paraId="69BAA668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lastRenderedPageBreak/>
        <w:t>Конкурсное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задание</w:t>
      </w:r>
    </w:p>
    <w:p w14:paraId="388ECD81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Каждое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Конкурсное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задание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представляет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собой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серию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из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3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модулей:</w:t>
      </w:r>
    </w:p>
    <w:p w14:paraId="596EB304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848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i/>
          <w:sz w:val="24"/>
          <w:szCs w:val="24"/>
        </w:rPr>
        <w:t>Модуль</w:t>
      </w:r>
      <w:r w:rsidRPr="00097838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i/>
          <w:sz w:val="24"/>
          <w:szCs w:val="24"/>
        </w:rPr>
        <w:t>1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включает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3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теоретической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направленности, связанное с демонстрацией участниками представлений 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области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конкретной компетенции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(профессии).</w:t>
      </w:r>
    </w:p>
    <w:p w14:paraId="06D6828A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671"/>
          <w:tab w:val="left" w:pos="848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i/>
          <w:sz w:val="24"/>
          <w:szCs w:val="24"/>
        </w:rPr>
        <w:t>Модуль</w:t>
      </w:r>
      <w:r w:rsidRPr="00097838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i/>
          <w:sz w:val="24"/>
          <w:szCs w:val="24"/>
        </w:rPr>
        <w:t>2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практико-ориентированной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направленности,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связанный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</w:t>
      </w:r>
      <w:r w:rsidRPr="0009783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демонстрацией</w:t>
      </w:r>
      <w:r w:rsidRPr="00097838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начальных</w:t>
      </w:r>
      <w:r w:rsidRPr="00097838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профессиональных</w:t>
      </w:r>
      <w:r w:rsidRPr="00097838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умений</w:t>
      </w:r>
      <w:r w:rsidRPr="00097838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области конкретной компетенции.</w:t>
      </w:r>
    </w:p>
    <w:p w14:paraId="6E5A92B1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648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i/>
          <w:sz w:val="24"/>
          <w:szCs w:val="24"/>
        </w:rPr>
        <w:t>Модуль 3</w:t>
      </w:r>
      <w:r w:rsidRPr="00097838">
        <w:rPr>
          <w:rFonts w:ascii="Times New Roman" w:hAnsi="Times New Roman"/>
          <w:sz w:val="24"/>
          <w:szCs w:val="24"/>
        </w:rPr>
        <w:t xml:space="preserve"> социально-коммуникативный, связанный с демонстрацией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участниками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умение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презентовать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продукт,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изделие.</w:t>
      </w:r>
    </w:p>
    <w:p w14:paraId="23BA70BC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48"/>
          <w:tab w:val="left" w:pos="749"/>
          <w:tab w:val="left" w:pos="1961"/>
          <w:tab w:val="left" w:pos="3125"/>
          <w:tab w:val="left" w:pos="5313"/>
          <w:tab w:val="left" w:pos="5673"/>
          <w:tab w:val="left" w:pos="7385"/>
          <w:tab w:val="left" w:pos="8564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 xml:space="preserve">Каждый модуль, представленный в Конкурсном задании, 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должен </w:t>
      </w:r>
      <w:r w:rsidRPr="0009783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содержать:</w:t>
      </w:r>
    </w:p>
    <w:p w14:paraId="4283AD72" w14:textId="77777777" w:rsidR="00984FCF" w:rsidRPr="00097838" w:rsidRDefault="00984FCF" w:rsidP="00C8745B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название</w:t>
      </w:r>
      <w:r w:rsidRPr="0009783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конкурсного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</w:t>
      </w:r>
      <w:r w:rsidRPr="0009783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(с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указанием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перечня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примерных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тем);</w:t>
      </w:r>
    </w:p>
    <w:p w14:paraId="50A1BD63" w14:textId="77777777" w:rsidR="00984FCF" w:rsidRPr="00097838" w:rsidRDefault="00984FCF" w:rsidP="00C8745B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цель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конкурсного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задания;</w:t>
      </w:r>
    </w:p>
    <w:p w14:paraId="67EB6A09" w14:textId="77777777" w:rsidR="00984FCF" w:rsidRPr="00097838" w:rsidRDefault="00984FCF" w:rsidP="00C8745B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лимит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времени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выполнение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конкурсного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задания;</w:t>
      </w:r>
      <w:bookmarkStart w:id="1" w:name="_GoBack"/>
      <w:bookmarkEnd w:id="1"/>
    </w:p>
    <w:p w14:paraId="4D4FCAC3" w14:textId="77777777" w:rsidR="00984FCF" w:rsidRPr="00097838" w:rsidRDefault="00984FCF" w:rsidP="00C8745B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лимит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времени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представление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конкурсного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задания;</w:t>
      </w:r>
    </w:p>
    <w:p w14:paraId="09227F79" w14:textId="77777777" w:rsidR="00984FCF" w:rsidRPr="00097838" w:rsidRDefault="00984FCF" w:rsidP="00C8745B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алгоритм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действий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участника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выполнении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конкурсного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задания;</w:t>
      </w:r>
    </w:p>
    <w:p w14:paraId="0B80F643" w14:textId="77777777" w:rsidR="00984FCF" w:rsidRPr="00097838" w:rsidRDefault="00984FCF" w:rsidP="00C8745B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ожидаемый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результат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конкурсного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задания.</w:t>
      </w:r>
    </w:p>
    <w:p w14:paraId="6D742FBE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690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ходе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подготовки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участию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47966">
        <w:rPr>
          <w:rFonts w:ascii="Times New Roman" w:hAnsi="Times New Roman"/>
          <w:sz w:val="24"/>
          <w:szCs w:val="24"/>
        </w:rPr>
        <w:t>Чемпионате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готовится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выполнению заданий практико-ориентированной направленности, входящих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Модули,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выбор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которых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осуществляется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путем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жеребьевки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соревновательной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площадке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день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проведения</w:t>
      </w:r>
      <w:r w:rsidRPr="0009783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Чемпионата.</w:t>
      </w:r>
    </w:p>
    <w:p w14:paraId="69A0B7E3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Организация</w:t>
      </w:r>
      <w:r w:rsidRPr="00097838">
        <w:rPr>
          <w:spacing w:val="-7"/>
          <w:sz w:val="24"/>
          <w:szCs w:val="24"/>
        </w:rPr>
        <w:t xml:space="preserve"> </w:t>
      </w:r>
      <w:r w:rsidRPr="00097838">
        <w:rPr>
          <w:sz w:val="24"/>
          <w:szCs w:val="24"/>
        </w:rPr>
        <w:t>соревновательной</w:t>
      </w:r>
      <w:r w:rsidRPr="00097838">
        <w:rPr>
          <w:spacing w:val="-6"/>
          <w:sz w:val="24"/>
          <w:szCs w:val="24"/>
        </w:rPr>
        <w:t xml:space="preserve"> </w:t>
      </w:r>
      <w:r w:rsidRPr="00097838">
        <w:rPr>
          <w:sz w:val="24"/>
          <w:szCs w:val="24"/>
        </w:rPr>
        <w:t>площадки</w:t>
      </w:r>
    </w:p>
    <w:p w14:paraId="55BB649E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85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Соревновательная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площадка,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предназначенная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для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проведения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Чемпионата,</w:t>
      </w:r>
      <w:r w:rsidRPr="00097838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оборудуется</w:t>
      </w:r>
      <w:r w:rsidRPr="00097838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Оргкомитетом</w:t>
      </w:r>
      <w:r w:rsidRPr="00097838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соответствии</w:t>
      </w:r>
      <w:r w:rsidRPr="00097838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инфраструктурным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листом,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согласованным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Координатором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месте,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приемлемом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для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детей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дошкольного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возраста.</w:t>
      </w:r>
    </w:p>
    <w:p w14:paraId="110FE37C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05"/>
        </w:tabs>
        <w:autoSpaceDE w:val="0"/>
        <w:autoSpaceDN w:val="0"/>
        <w:spacing w:after="0" w:line="240" w:lineRule="auto"/>
        <w:ind w:left="0" w:right="11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Помещения,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предназначенные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для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проведения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конкурсных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заданий,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включают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следующие зоны:</w:t>
      </w:r>
    </w:p>
    <w:p w14:paraId="2996B69C" w14:textId="77777777" w:rsidR="00984FCF" w:rsidRPr="00097838" w:rsidRDefault="00984FCF" w:rsidP="00C8745B">
      <w:pPr>
        <w:pStyle w:val="ab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рабочие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места участников;</w:t>
      </w:r>
    </w:p>
    <w:p w14:paraId="15E838BF" w14:textId="77777777" w:rsidR="00984FCF" w:rsidRPr="00097838" w:rsidRDefault="00984FCF" w:rsidP="00C8745B">
      <w:pPr>
        <w:pStyle w:val="ab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spacing w:after="0" w:line="240" w:lineRule="auto"/>
        <w:ind w:left="0" w:right="10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демонстрационная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зона;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08D5A219" w14:textId="77777777" w:rsidR="00984FCF" w:rsidRPr="00097838" w:rsidRDefault="00984FCF" w:rsidP="00C8745B">
      <w:pPr>
        <w:pStyle w:val="ab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зона</w:t>
      </w:r>
      <w:r w:rsidRPr="000978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размещения</w:t>
      </w:r>
      <w:r w:rsidRPr="0009783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экспертов;</w:t>
      </w:r>
    </w:p>
    <w:p w14:paraId="06B86118" w14:textId="77777777" w:rsidR="00984FCF" w:rsidRPr="00097838" w:rsidRDefault="00984FCF" w:rsidP="00C8745B">
      <w:pPr>
        <w:pStyle w:val="ab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зона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размещения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материалов и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оборудования;</w:t>
      </w:r>
    </w:p>
    <w:p w14:paraId="6A71782F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64"/>
        </w:tabs>
        <w:autoSpaceDE w:val="0"/>
        <w:autoSpaceDN w:val="0"/>
        <w:spacing w:after="0" w:line="240" w:lineRule="auto"/>
        <w:ind w:left="0" w:right="11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Готовая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соревновательная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площадка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принимается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Организатором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накануне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соревновательного дня.</w:t>
      </w:r>
    </w:p>
    <w:p w14:paraId="1E1C9232" w14:textId="77777777" w:rsidR="00984FCF" w:rsidRPr="00097838" w:rsidRDefault="00984FCF" w:rsidP="00984FCF">
      <w:pPr>
        <w:pStyle w:val="a8"/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92149F3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Тулбокс участника</w:t>
      </w:r>
    </w:p>
    <w:p w14:paraId="1D1EDB8D" w14:textId="77777777" w:rsidR="00984FCF" w:rsidRPr="00097838" w:rsidRDefault="00EC3E60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895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Тулбокс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(инструментальный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ящик)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участника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комплектуется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инструментами и расходными материалами, необходимыми для выполнения</w:t>
      </w:r>
      <w:r w:rsidR="00984FCF"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участником</w:t>
      </w:r>
      <w:r w:rsidR="00984FCF" w:rsidRPr="00097838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конкурсных</w:t>
      </w:r>
      <w:r w:rsidR="00984FCF" w:rsidRPr="00097838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заданий</w:t>
      </w:r>
      <w:r w:rsidR="00984FCF" w:rsidRPr="00097838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по</w:t>
      </w:r>
      <w:r w:rsidR="00984FCF" w:rsidRPr="00097838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выбранной</w:t>
      </w:r>
      <w:r w:rsidR="00984FCF" w:rsidRPr="00097838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4745AE" w:rsidRPr="00097838">
        <w:rPr>
          <w:rFonts w:ascii="Times New Roman" w:hAnsi="Times New Roman"/>
          <w:sz w:val="24"/>
          <w:szCs w:val="24"/>
        </w:rPr>
        <w:t xml:space="preserve">компетенции строго </w:t>
      </w:r>
      <w:r w:rsidR="00984FCF" w:rsidRPr="00097838">
        <w:rPr>
          <w:rFonts w:ascii="Times New Roman" w:hAnsi="Times New Roman"/>
          <w:sz w:val="24"/>
          <w:szCs w:val="24"/>
        </w:rPr>
        <w:t>в</w:t>
      </w:r>
      <w:r w:rsidR="00984FCF" w:rsidRPr="00097838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84FCF" w:rsidRPr="00097838">
        <w:rPr>
          <w:rFonts w:ascii="Times New Roman" w:hAnsi="Times New Roman"/>
          <w:sz w:val="24"/>
          <w:szCs w:val="24"/>
        </w:rPr>
        <w:t>соответствии</w:t>
      </w:r>
      <w:r w:rsidR="004745AE" w:rsidRPr="0009783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4745AE" w:rsidRPr="00097838">
        <w:rPr>
          <w:rFonts w:ascii="Times New Roman" w:hAnsi="Times New Roman"/>
          <w:sz w:val="24"/>
          <w:szCs w:val="24"/>
        </w:rPr>
        <w:t>с</w:t>
      </w:r>
      <w:r w:rsidR="00984FCF"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45AE" w:rsidRPr="00097838">
        <w:rPr>
          <w:rFonts w:ascii="Times New Roman" w:hAnsi="Times New Roman"/>
          <w:sz w:val="24"/>
          <w:szCs w:val="24"/>
        </w:rPr>
        <w:t>перечнем, указанном в Техническом описании компетенции</w:t>
      </w:r>
      <w:r w:rsidR="00984FCF" w:rsidRPr="00097838">
        <w:rPr>
          <w:rFonts w:ascii="Times New Roman" w:hAnsi="Times New Roman"/>
          <w:sz w:val="24"/>
          <w:szCs w:val="24"/>
        </w:rPr>
        <w:t>.</w:t>
      </w:r>
    </w:p>
    <w:p w14:paraId="43D975C2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856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Ответственность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за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комплектование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тулбокса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инструментами </w:t>
      </w:r>
      <w:r w:rsidRPr="00097838">
        <w:rPr>
          <w:rFonts w:ascii="Times New Roman" w:hAnsi="Times New Roman"/>
          <w:sz w:val="24"/>
          <w:szCs w:val="24"/>
        </w:rPr>
        <w:t>возлагается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представителя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участника.</w:t>
      </w:r>
    </w:p>
    <w:p w14:paraId="08875C89" w14:textId="77777777" w:rsidR="00984FCF" w:rsidRPr="0009783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14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Участник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не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допускается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к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соревновательной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части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без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наличия</w:t>
      </w:r>
      <w:r w:rsidRPr="0009783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47966">
        <w:rPr>
          <w:rFonts w:ascii="Times New Roman" w:hAnsi="Times New Roman"/>
          <w:spacing w:val="1"/>
          <w:sz w:val="24"/>
          <w:szCs w:val="24"/>
        </w:rPr>
        <w:t xml:space="preserve">тулбокса, </w:t>
      </w:r>
      <w:r w:rsidRPr="00097838">
        <w:rPr>
          <w:rFonts w:ascii="Times New Roman" w:hAnsi="Times New Roman"/>
          <w:sz w:val="24"/>
          <w:szCs w:val="24"/>
        </w:rPr>
        <w:t>скомплектованного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и</w:t>
      </w:r>
      <w:r w:rsidRPr="0009783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проверенного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7838">
        <w:rPr>
          <w:rFonts w:ascii="Times New Roman" w:hAnsi="Times New Roman"/>
          <w:sz w:val="24"/>
          <w:szCs w:val="24"/>
        </w:rPr>
        <w:t>Организатором</w:t>
      </w:r>
      <w:r w:rsidRPr="0009783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47966">
        <w:rPr>
          <w:rFonts w:ascii="Times New Roman" w:hAnsi="Times New Roman"/>
          <w:sz w:val="24"/>
          <w:szCs w:val="24"/>
        </w:rPr>
        <w:t>не позднее, чем за 40 минут до начала очного этапа Чемпионата</w:t>
      </w:r>
      <w:r w:rsidRPr="00097838">
        <w:rPr>
          <w:rFonts w:ascii="Times New Roman" w:hAnsi="Times New Roman"/>
          <w:sz w:val="24"/>
          <w:szCs w:val="24"/>
        </w:rPr>
        <w:t>.</w:t>
      </w:r>
    </w:p>
    <w:p w14:paraId="4BF5AB11" w14:textId="77777777" w:rsidR="00984FCF" w:rsidRPr="00097838" w:rsidRDefault="00984FCF" w:rsidP="00984FCF">
      <w:pPr>
        <w:pStyle w:val="a8"/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AB086F7" w14:textId="77777777" w:rsidR="00984FCF" w:rsidRPr="00097838" w:rsidRDefault="00984FCF" w:rsidP="00D20A63">
      <w:pPr>
        <w:pStyle w:val="1"/>
        <w:numPr>
          <w:ilvl w:val="0"/>
          <w:numId w:val="40"/>
        </w:numPr>
        <w:tabs>
          <w:tab w:val="left" w:pos="381"/>
          <w:tab w:val="left" w:pos="567"/>
        </w:tabs>
        <w:ind w:left="0" w:firstLine="567"/>
        <w:jc w:val="center"/>
        <w:rPr>
          <w:sz w:val="24"/>
          <w:szCs w:val="24"/>
        </w:rPr>
      </w:pPr>
      <w:r w:rsidRPr="00097838">
        <w:rPr>
          <w:sz w:val="24"/>
          <w:szCs w:val="24"/>
        </w:rPr>
        <w:t>Порядок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и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регламент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оценки</w:t>
      </w:r>
      <w:r w:rsidRPr="00097838">
        <w:rPr>
          <w:spacing w:val="-3"/>
          <w:sz w:val="24"/>
          <w:szCs w:val="24"/>
        </w:rPr>
        <w:t xml:space="preserve"> </w:t>
      </w:r>
      <w:r w:rsidRPr="00097838">
        <w:rPr>
          <w:sz w:val="24"/>
          <w:szCs w:val="24"/>
        </w:rPr>
        <w:t>выполнения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конкурсных</w:t>
      </w:r>
      <w:r w:rsidRPr="00097838">
        <w:rPr>
          <w:spacing w:val="-4"/>
          <w:sz w:val="24"/>
          <w:szCs w:val="24"/>
        </w:rPr>
        <w:t xml:space="preserve"> </w:t>
      </w:r>
      <w:r w:rsidRPr="00097838">
        <w:rPr>
          <w:sz w:val="24"/>
          <w:szCs w:val="24"/>
        </w:rPr>
        <w:t>заданий</w:t>
      </w:r>
    </w:p>
    <w:p w14:paraId="513678C3" w14:textId="77777777" w:rsidR="00984FCF" w:rsidRPr="008B3248" w:rsidRDefault="00984FCF" w:rsidP="00491B1D">
      <w:pPr>
        <w:pStyle w:val="a8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10.1. </w:t>
      </w:r>
      <w:r w:rsidR="00F60CA2">
        <w:rPr>
          <w:rFonts w:ascii="Times New Roman" w:hAnsi="Times New Roman"/>
          <w:sz w:val="24"/>
          <w:szCs w:val="24"/>
        </w:rPr>
        <w:t>О</w:t>
      </w:r>
      <w:r w:rsidRPr="008B3248">
        <w:rPr>
          <w:rFonts w:ascii="Times New Roman" w:hAnsi="Times New Roman"/>
          <w:sz w:val="24"/>
          <w:szCs w:val="24"/>
        </w:rPr>
        <w:t>ценку деятельности участников Чемпионата осуществля</w:t>
      </w:r>
      <w:r w:rsidR="00F60CA2">
        <w:rPr>
          <w:rFonts w:ascii="Times New Roman" w:hAnsi="Times New Roman"/>
          <w:sz w:val="24"/>
          <w:szCs w:val="24"/>
        </w:rPr>
        <w:t>ю</w:t>
      </w:r>
      <w:r w:rsidRPr="008B3248">
        <w:rPr>
          <w:rFonts w:ascii="Times New Roman" w:hAnsi="Times New Roman"/>
          <w:sz w:val="24"/>
          <w:szCs w:val="24"/>
        </w:rPr>
        <w:t xml:space="preserve">т </w:t>
      </w:r>
      <w:r w:rsidR="00F60CA2">
        <w:rPr>
          <w:rFonts w:ascii="Times New Roman" w:hAnsi="Times New Roman"/>
          <w:sz w:val="24"/>
          <w:szCs w:val="24"/>
        </w:rPr>
        <w:t>эксперты</w:t>
      </w:r>
      <w:r w:rsidRPr="008B3248">
        <w:rPr>
          <w:rFonts w:ascii="Times New Roman" w:hAnsi="Times New Roman"/>
          <w:sz w:val="24"/>
          <w:szCs w:val="24"/>
        </w:rPr>
        <w:t xml:space="preserve"> на основании требований технического задания и разработанных критериев.</w:t>
      </w:r>
    </w:p>
    <w:p w14:paraId="31C3B22C" w14:textId="77777777" w:rsidR="00984FCF" w:rsidRPr="008B3248" w:rsidRDefault="00984FCF" w:rsidP="00491B1D">
      <w:pPr>
        <w:pStyle w:val="a8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10.2. </w:t>
      </w:r>
      <w:r w:rsidR="00F60CA2">
        <w:rPr>
          <w:rFonts w:ascii="Times New Roman" w:hAnsi="Times New Roman"/>
          <w:sz w:val="24"/>
          <w:szCs w:val="24"/>
        </w:rPr>
        <w:t>Эксперты</w:t>
      </w:r>
      <w:r w:rsidRPr="008B3248">
        <w:rPr>
          <w:rFonts w:ascii="Times New Roman" w:hAnsi="Times New Roman"/>
          <w:sz w:val="24"/>
          <w:szCs w:val="24"/>
        </w:rPr>
        <w:t xml:space="preserve"> выполня</w:t>
      </w:r>
      <w:r w:rsidR="00F60CA2">
        <w:rPr>
          <w:rFonts w:ascii="Times New Roman" w:hAnsi="Times New Roman"/>
          <w:sz w:val="24"/>
          <w:szCs w:val="24"/>
        </w:rPr>
        <w:t>ю</w:t>
      </w:r>
      <w:r w:rsidRPr="008B3248">
        <w:rPr>
          <w:rFonts w:ascii="Times New Roman" w:hAnsi="Times New Roman"/>
          <w:sz w:val="24"/>
          <w:szCs w:val="24"/>
        </w:rPr>
        <w:t>т следующие функции:</w:t>
      </w:r>
    </w:p>
    <w:p w14:paraId="3B9719F3" w14:textId="77777777" w:rsidR="00984FCF" w:rsidRPr="008B3248" w:rsidRDefault="00984FCF" w:rsidP="00491B1D">
      <w:pPr>
        <w:pStyle w:val="a8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- оценивают выполнение участниками чемпионатных за</w:t>
      </w:r>
      <w:r w:rsidR="00097838">
        <w:rPr>
          <w:rFonts w:ascii="Times New Roman" w:hAnsi="Times New Roman"/>
          <w:sz w:val="24"/>
          <w:szCs w:val="24"/>
        </w:rPr>
        <w:t>даний 1 и 2 туров регионального</w:t>
      </w:r>
      <w:r w:rsidRPr="008B3248">
        <w:rPr>
          <w:rFonts w:ascii="Times New Roman" w:hAnsi="Times New Roman"/>
          <w:sz w:val="24"/>
          <w:szCs w:val="24"/>
        </w:rPr>
        <w:t xml:space="preserve"> этапа соревнований;</w:t>
      </w:r>
    </w:p>
    <w:p w14:paraId="2ECB628F" w14:textId="77777777" w:rsidR="00984FCF" w:rsidRPr="008B3248" w:rsidRDefault="00984FCF" w:rsidP="00491B1D">
      <w:pPr>
        <w:pStyle w:val="a8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- подводят итоги;</w:t>
      </w:r>
    </w:p>
    <w:p w14:paraId="4B90D546" w14:textId="77777777" w:rsidR="00984FCF" w:rsidRPr="008B3248" w:rsidRDefault="00984FCF" w:rsidP="00491B1D">
      <w:pPr>
        <w:pStyle w:val="a8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lastRenderedPageBreak/>
        <w:t>- определяют побе</w:t>
      </w:r>
      <w:r w:rsidR="00097838">
        <w:rPr>
          <w:rFonts w:ascii="Times New Roman" w:hAnsi="Times New Roman"/>
          <w:sz w:val="24"/>
          <w:szCs w:val="24"/>
        </w:rPr>
        <w:t>дителей и призеров Чемпионата в</w:t>
      </w:r>
      <w:r w:rsidRPr="008B3248">
        <w:rPr>
          <w:rFonts w:ascii="Times New Roman" w:hAnsi="Times New Roman"/>
          <w:sz w:val="24"/>
          <w:szCs w:val="24"/>
        </w:rPr>
        <w:t xml:space="preserve"> каждой компетенции.</w:t>
      </w:r>
    </w:p>
    <w:p w14:paraId="0E52C9A8" w14:textId="77777777" w:rsidR="00984FCF" w:rsidRPr="008B3248" w:rsidRDefault="00097838" w:rsidP="00491B1D">
      <w:pPr>
        <w:pStyle w:val="a8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 w:rsidR="00984FCF" w:rsidRPr="008B3248">
        <w:rPr>
          <w:rFonts w:ascii="Times New Roman" w:hAnsi="Times New Roman"/>
          <w:sz w:val="24"/>
          <w:szCs w:val="24"/>
        </w:rPr>
        <w:t>. Результатом участия команды Учреждения в Чемпионате является сумма баллов, выставленных жюри по всем критериям выполненных конкурсных заданий второго тура.</w:t>
      </w:r>
    </w:p>
    <w:p w14:paraId="190EE2BD" w14:textId="77777777" w:rsidR="00984FCF" w:rsidRPr="008B3248" w:rsidRDefault="00984FCF" w:rsidP="00984FCF">
      <w:pPr>
        <w:pStyle w:val="a8"/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6B1D22AE" w14:textId="77777777" w:rsidR="00984FCF" w:rsidRPr="008B3248" w:rsidRDefault="00984FCF" w:rsidP="00D20A63">
      <w:pPr>
        <w:pStyle w:val="1"/>
        <w:numPr>
          <w:ilvl w:val="0"/>
          <w:numId w:val="40"/>
        </w:numPr>
        <w:tabs>
          <w:tab w:val="left" w:pos="521"/>
          <w:tab w:val="left" w:pos="567"/>
        </w:tabs>
        <w:ind w:left="0" w:firstLine="567"/>
        <w:jc w:val="center"/>
        <w:rPr>
          <w:sz w:val="24"/>
          <w:szCs w:val="24"/>
        </w:rPr>
      </w:pPr>
      <w:r w:rsidRPr="008B3248">
        <w:rPr>
          <w:sz w:val="24"/>
          <w:szCs w:val="24"/>
        </w:rPr>
        <w:t>Фирменный</w:t>
      </w:r>
      <w:r w:rsidRPr="008B3248">
        <w:rPr>
          <w:spacing w:val="-4"/>
          <w:sz w:val="24"/>
          <w:szCs w:val="24"/>
        </w:rPr>
        <w:t xml:space="preserve"> </w:t>
      </w:r>
      <w:r w:rsidRPr="008B3248">
        <w:rPr>
          <w:sz w:val="24"/>
          <w:szCs w:val="24"/>
        </w:rPr>
        <w:t>стиль</w:t>
      </w:r>
      <w:r w:rsidRPr="008B3248">
        <w:rPr>
          <w:spacing w:val="-4"/>
          <w:sz w:val="24"/>
          <w:szCs w:val="24"/>
        </w:rPr>
        <w:t xml:space="preserve"> </w:t>
      </w:r>
      <w:r w:rsidRPr="008B3248">
        <w:rPr>
          <w:sz w:val="24"/>
          <w:szCs w:val="24"/>
        </w:rPr>
        <w:t>Чемпионата</w:t>
      </w:r>
    </w:p>
    <w:p w14:paraId="57C86BFD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Чемпионат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имеет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фирменный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стиль,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который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используется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7838">
        <w:rPr>
          <w:rFonts w:ascii="Times New Roman" w:hAnsi="Times New Roman"/>
          <w:sz w:val="24"/>
          <w:szCs w:val="24"/>
        </w:rPr>
        <w:t>в наградной атрибутике (дипломы, сертификаты</w:t>
      </w:r>
      <w:r w:rsidRPr="008B3248">
        <w:rPr>
          <w:rFonts w:ascii="Times New Roman" w:hAnsi="Times New Roman"/>
          <w:sz w:val="24"/>
          <w:szCs w:val="24"/>
        </w:rPr>
        <w:t>),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7838">
        <w:rPr>
          <w:rFonts w:ascii="Times New Roman" w:hAnsi="Times New Roman"/>
          <w:sz w:val="24"/>
          <w:szCs w:val="24"/>
        </w:rPr>
        <w:t>шаблонах</w:t>
      </w:r>
      <w:r w:rsidRPr="008B3248">
        <w:rPr>
          <w:rFonts w:ascii="Times New Roman" w:hAnsi="Times New Roman"/>
          <w:sz w:val="24"/>
          <w:szCs w:val="24"/>
        </w:rPr>
        <w:t xml:space="preserve"> мульт</w:t>
      </w:r>
      <w:r w:rsidR="00097838">
        <w:rPr>
          <w:rFonts w:ascii="Times New Roman" w:hAnsi="Times New Roman"/>
          <w:sz w:val="24"/>
          <w:szCs w:val="24"/>
        </w:rPr>
        <w:t>имедийных презентаций, рекламных баннерах (растяжки</w:t>
      </w:r>
      <w:r w:rsidRPr="008B3248">
        <w:rPr>
          <w:rFonts w:ascii="Times New Roman" w:hAnsi="Times New Roman"/>
          <w:sz w:val="24"/>
          <w:szCs w:val="24"/>
        </w:rPr>
        <w:t>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7838">
        <w:rPr>
          <w:rFonts w:ascii="Times New Roman" w:hAnsi="Times New Roman"/>
          <w:sz w:val="24"/>
          <w:szCs w:val="24"/>
        </w:rPr>
        <w:t>стенды</w:t>
      </w:r>
      <w:r w:rsidRPr="008B3248">
        <w:rPr>
          <w:rFonts w:ascii="Times New Roman" w:hAnsi="Times New Roman"/>
          <w:sz w:val="24"/>
          <w:szCs w:val="24"/>
        </w:rPr>
        <w:t>),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полиграфической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продукции,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форме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7838">
        <w:rPr>
          <w:rFonts w:ascii="Times New Roman" w:hAnsi="Times New Roman"/>
          <w:sz w:val="24"/>
          <w:szCs w:val="24"/>
        </w:rPr>
        <w:t>участников 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экспертов,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7838">
        <w:rPr>
          <w:rFonts w:ascii="Times New Roman" w:hAnsi="Times New Roman"/>
          <w:sz w:val="24"/>
          <w:szCs w:val="24"/>
        </w:rPr>
        <w:t>тренеров</w:t>
      </w:r>
      <w:r w:rsidRPr="008B3248">
        <w:rPr>
          <w:rFonts w:ascii="Times New Roman" w:hAnsi="Times New Roman"/>
          <w:sz w:val="24"/>
          <w:szCs w:val="24"/>
        </w:rPr>
        <w:t>-наставников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волонтеров.</w:t>
      </w:r>
    </w:p>
    <w:p w14:paraId="3EE3AFA3" w14:textId="77777777" w:rsidR="00984FCF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41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Разработку фирменного стиля Чемпионата осуществляют Организатор, Куратор и Оргкомитет.</w:t>
      </w:r>
    </w:p>
    <w:p w14:paraId="3FD5DB2E" w14:textId="77777777" w:rsidR="00BA0F8F" w:rsidRPr="00BA0F8F" w:rsidRDefault="00BA0F8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97838">
        <w:rPr>
          <w:rFonts w:ascii="Times New Roman" w:hAnsi="Times New Roman"/>
          <w:sz w:val="24"/>
          <w:szCs w:val="24"/>
        </w:rPr>
        <w:t>Участники регионального этапа Чемпионата должны иметь единую форму одежды и логотип «Юный мастер».</w:t>
      </w:r>
    </w:p>
    <w:p w14:paraId="0A463AD2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Все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лица,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задействованные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организации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работы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соревновательной</w:t>
      </w:r>
      <w:r w:rsidRPr="008B324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площадки Чемпионата, включая организаторов, экспертов,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тренеров-наставников,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участников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волонтеров,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имеют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единый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стиль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 xml:space="preserve">одежды: однотонная футболка, джинсы, спортивная обувь. </w:t>
      </w:r>
    </w:p>
    <w:p w14:paraId="6FC0D895" w14:textId="0FA5522C" w:rsidR="00D168C8" w:rsidRPr="00D168C8" w:rsidRDefault="00984FCF" w:rsidP="00D20A63">
      <w:pPr>
        <w:pStyle w:val="ab"/>
        <w:numPr>
          <w:ilvl w:val="1"/>
          <w:numId w:val="4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68C8">
        <w:rPr>
          <w:rFonts w:ascii="Times New Roman" w:hAnsi="Times New Roman"/>
          <w:sz w:val="24"/>
          <w:szCs w:val="24"/>
        </w:rPr>
        <w:t>Группа</w:t>
      </w:r>
      <w:r w:rsidRPr="00D168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168C8">
        <w:rPr>
          <w:rFonts w:ascii="Times New Roman" w:hAnsi="Times New Roman"/>
          <w:sz w:val="24"/>
          <w:szCs w:val="24"/>
        </w:rPr>
        <w:t>участников по каждой из компетенций имеет единый цвет футболки:</w:t>
      </w:r>
      <w:r w:rsidR="00D168C8" w:rsidRPr="00D168C8">
        <w:t xml:space="preserve"> </w:t>
      </w:r>
      <w:r w:rsidR="00D168C8" w:rsidRPr="00D168C8">
        <w:rPr>
          <w:rFonts w:ascii="Times New Roman" w:hAnsi="Times New Roman"/>
          <w:sz w:val="24"/>
          <w:szCs w:val="24"/>
        </w:rPr>
        <w:t>«Повар» - желтого цвета, компетенция «Программист» - зеленого цвета, компетенция «Электрик» - красного цвета; компетенция «Парикмахер» - оранжевого цвета; компетенция «Экскурсовод-гид» - фиолетового цвета</w:t>
      </w:r>
      <w:r w:rsidR="00D168C8">
        <w:rPr>
          <w:rFonts w:ascii="Times New Roman" w:hAnsi="Times New Roman"/>
          <w:sz w:val="24"/>
          <w:szCs w:val="24"/>
        </w:rPr>
        <w:t xml:space="preserve">; </w:t>
      </w:r>
      <w:r w:rsidR="00D168C8" w:rsidRPr="00D168C8">
        <w:rPr>
          <w:rFonts w:ascii="Times New Roman" w:hAnsi="Times New Roman"/>
          <w:sz w:val="24"/>
          <w:szCs w:val="24"/>
        </w:rPr>
        <w:t xml:space="preserve">компетенция «Кондитер» - </w:t>
      </w:r>
      <w:r w:rsidR="00F27F9B">
        <w:rPr>
          <w:rFonts w:ascii="Times New Roman" w:hAnsi="Times New Roman"/>
          <w:sz w:val="24"/>
          <w:szCs w:val="24"/>
        </w:rPr>
        <w:t xml:space="preserve">голубого </w:t>
      </w:r>
      <w:r w:rsidR="00D168C8" w:rsidRPr="00D168C8">
        <w:rPr>
          <w:rFonts w:ascii="Times New Roman" w:hAnsi="Times New Roman"/>
          <w:sz w:val="24"/>
          <w:szCs w:val="24"/>
        </w:rPr>
        <w:t>цвета</w:t>
      </w:r>
      <w:r w:rsidR="00F27F9B">
        <w:rPr>
          <w:rFonts w:ascii="Times New Roman" w:hAnsi="Times New Roman"/>
          <w:sz w:val="24"/>
          <w:szCs w:val="24"/>
        </w:rPr>
        <w:t>.</w:t>
      </w:r>
    </w:p>
    <w:p w14:paraId="3AB820EA" w14:textId="77777777" w:rsidR="00984FCF" w:rsidRPr="003D6C8F" w:rsidRDefault="00984FCF" w:rsidP="00D20A63">
      <w:pPr>
        <w:pStyle w:val="ab"/>
        <w:widowControl w:val="0"/>
        <w:numPr>
          <w:ilvl w:val="1"/>
          <w:numId w:val="40"/>
        </w:numPr>
        <w:shd w:val="clear" w:color="auto" w:fill="FFFFFF" w:themeFill="background1"/>
        <w:tabs>
          <w:tab w:val="left" w:pos="567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6C8F">
        <w:rPr>
          <w:rFonts w:ascii="Times New Roman" w:hAnsi="Times New Roman"/>
          <w:sz w:val="24"/>
          <w:szCs w:val="24"/>
        </w:rPr>
        <w:t>Джинсы у участников (детей) могут быть</w:t>
      </w:r>
      <w:r w:rsidRPr="003D6C8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заменены на бриджи в случае, если температурные показатели в помещениях</w:t>
      </w:r>
      <w:r w:rsidRPr="003D6C8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соревновательной</w:t>
      </w:r>
      <w:r w:rsidRPr="003D6C8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площадки</w:t>
      </w:r>
      <w:r w:rsidRPr="003D6C8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будут</w:t>
      </w:r>
      <w:r w:rsidRPr="003D6C8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соответствовать</w:t>
      </w:r>
      <w:r w:rsidRPr="003D6C8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требованиям</w:t>
      </w:r>
      <w:r w:rsidRPr="003D6C8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D6C8F">
        <w:rPr>
          <w:rFonts w:ascii="Times New Roman" w:hAnsi="Times New Roman"/>
          <w:sz w:val="24"/>
          <w:szCs w:val="24"/>
        </w:rPr>
        <w:t>СанПиН.</w:t>
      </w:r>
    </w:p>
    <w:p w14:paraId="03FB0791" w14:textId="77777777" w:rsidR="00984FCF" w:rsidRPr="008B3248" w:rsidRDefault="00984FCF" w:rsidP="00D20A63">
      <w:pPr>
        <w:pStyle w:val="1"/>
        <w:numPr>
          <w:ilvl w:val="0"/>
          <w:numId w:val="40"/>
        </w:numPr>
        <w:tabs>
          <w:tab w:val="left" w:pos="521"/>
          <w:tab w:val="left" w:pos="567"/>
        </w:tabs>
        <w:ind w:left="0" w:firstLine="567"/>
        <w:jc w:val="center"/>
        <w:rPr>
          <w:sz w:val="24"/>
          <w:szCs w:val="24"/>
        </w:rPr>
      </w:pPr>
      <w:r w:rsidRPr="008B3248">
        <w:rPr>
          <w:sz w:val="24"/>
          <w:szCs w:val="24"/>
        </w:rPr>
        <w:t>Подведение</w:t>
      </w:r>
      <w:r w:rsidRPr="008B3248">
        <w:rPr>
          <w:spacing w:val="-4"/>
          <w:sz w:val="24"/>
          <w:szCs w:val="24"/>
        </w:rPr>
        <w:t xml:space="preserve"> </w:t>
      </w:r>
      <w:r w:rsidRPr="008B3248">
        <w:rPr>
          <w:sz w:val="24"/>
          <w:szCs w:val="24"/>
        </w:rPr>
        <w:t>итогов</w:t>
      </w:r>
      <w:r w:rsidRPr="008B3248">
        <w:rPr>
          <w:spacing w:val="-3"/>
          <w:sz w:val="24"/>
          <w:szCs w:val="24"/>
        </w:rPr>
        <w:t xml:space="preserve"> </w:t>
      </w:r>
      <w:r w:rsidRPr="008B3248">
        <w:rPr>
          <w:sz w:val="24"/>
          <w:szCs w:val="24"/>
        </w:rPr>
        <w:t>и</w:t>
      </w:r>
      <w:r w:rsidRPr="008B3248">
        <w:rPr>
          <w:spacing w:val="-4"/>
          <w:sz w:val="24"/>
          <w:szCs w:val="24"/>
        </w:rPr>
        <w:t xml:space="preserve"> </w:t>
      </w:r>
      <w:r w:rsidRPr="008B3248">
        <w:rPr>
          <w:sz w:val="24"/>
          <w:szCs w:val="24"/>
        </w:rPr>
        <w:t>награждение</w:t>
      </w:r>
      <w:r w:rsidRPr="008B3248">
        <w:rPr>
          <w:spacing w:val="-3"/>
          <w:sz w:val="24"/>
          <w:szCs w:val="24"/>
        </w:rPr>
        <w:t xml:space="preserve"> </w:t>
      </w:r>
      <w:r w:rsidRPr="008B3248">
        <w:rPr>
          <w:sz w:val="24"/>
          <w:szCs w:val="24"/>
        </w:rPr>
        <w:t>участников</w:t>
      </w:r>
      <w:r w:rsidRPr="008B3248">
        <w:rPr>
          <w:spacing w:val="-3"/>
          <w:sz w:val="24"/>
          <w:szCs w:val="24"/>
        </w:rPr>
        <w:t xml:space="preserve"> </w:t>
      </w:r>
      <w:r w:rsidRPr="008B3248">
        <w:rPr>
          <w:sz w:val="24"/>
          <w:szCs w:val="24"/>
        </w:rPr>
        <w:t>Чемпионата</w:t>
      </w:r>
    </w:p>
    <w:p w14:paraId="505DF5EE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31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Победитель</w:t>
      </w:r>
      <w:r w:rsidRPr="008B324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</w:t>
      </w:r>
      <w:r w:rsidRPr="008B324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призеры</w:t>
      </w:r>
      <w:r w:rsidRPr="008B324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Чемпионата</w:t>
      </w:r>
      <w:r w:rsidRPr="008B324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выбираются</w:t>
      </w:r>
      <w:r w:rsidRPr="008B324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из</w:t>
      </w:r>
      <w:r w:rsidRPr="008B324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числа</w:t>
      </w:r>
      <w:r w:rsidRPr="008B324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 xml:space="preserve">участников </w:t>
      </w:r>
      <w:r w:rsidR="004745AE">
        <w:rPr>
          <w:rFonts w:ascii="Times New Roman" w:hAnsi="Times New Roman"/>
          <w:sz w:val="24"/>
          <w:szCs w:val="24"/>
        </w:rPr>
        <w:t>2 тура регионального</w:t>
      </w:r>
      <w:r w:rsidRPr="008B324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этапа.</w:t>
      </w:r>
    </w:p>
    <w:p w14:paraId="3FB08467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Победителем Чемпионата (1 место) становится участник, набравший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наибольшее количество баллов по результатам выполнения трех конкурсных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заданий.</w:t>
      </w:r>
    </w:p>
    <w:p w14:paraId="71D42E32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41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Призерами Чемпионата (2 и 3 место) становятся участники, показавшие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второй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третий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результат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по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результатам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выполнения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трех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конкурсных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заданий.</w:t>
      </w:r>
    </w:p>
    <w:p w14:paraId="73FD18A4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Участникам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Чемпионата,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занявшим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1,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2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3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место,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вручаются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дипломы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номинациях.</w:t>
      </w:r>
    </w:p>
    <w:p w14:paraId="4FA73BBF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72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Участникам отборочного этапа Чемпионата вручаются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сертификаты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участ</w:t>
      </w:r>
      <w:r w:rsidR="004745AE">
        <w:rPr>
          <w:rFonts w:ascii="Times New Roman" w:hAnsi="Times New Roman"/>
          <w:sz w:val="24"/>
          <w:szCs w:val="24"/>
        </w:rPr>
        <w:t>ия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4745AE">
        <w:rPr>
          <w:rFonts w:ascii="Times New Roman" w:hAnsi="Times New Roman"/>
          <w:sz w:val="24"/>
          <w:szCs w:val="24"/>
        </w:rPr>
        <w:t>Ч</w:t>
      </w:r>
      <w:r w:rsidRPr="008B3248">
        <w:rPr>
          <w:rFonts w:ascii="Times New Roman" w:hAnsi="Times New Roman"/>
          <w:sz w:val="24"/>
          <w:szCs w:val="24"/>
        </w:rPr>
        <w:t>емпионата.</w:t>
      </w:r>
    </w:p>
    <w:p w14:paraId="5DABE514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902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Награждение участников проводится по окончании соревновательной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части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Чемпионата на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церемонии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закрытия.</w:t>
      </w:r>
    </w:p>
    <w:p w14:paraId="19F95502" w14:textId="048801C9" w:rsidR="00984FCF" w:rsidRPr="008B3248" w:rsidRDefault="00984FCF" w:rsidP="00D20A63">
      <w:pPr>
        <w:pStyle w:val="1"/>
        <w:numPr>
          <w:ilvl w:val="0"/>
          <w:numId w:val="40"/>
        </w:numPr>
        <w:tabs>
          <w:tab w:val="left" w:pos="452"/>
          <w:tab w:val="left" w:pos="567"/>
        </w:tabs>
        <w:ind w:left="0" w:right="108" w:firstLine="567"/>
        <w:jc w:val="center"/>
        <w:rPr>
          <w:sz w:val="24"/>
          <w:szCs w:val="24"/>
        </w:rPr>
      </w:pPr>
      <w:r w:rsidRPr="008B3248">
        <w:rPr>
          <w:sz w:val="24"/>
          <w:szCs w:val="24"/>
        </w:rPr>
        <w:t>Техника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безопасности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и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охрана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жизни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и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здоровья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участников</w:t>
      </w:r>
      <w:r w:rsidRPr="008B3248">
        <w:rPr>
          <w:spacing w:val="1"/>
          <w:sz w:val="24"/>
          <w:szCs w:val="24"/>
        </w:rPr>
        <w:t xml:space="preserve"> </w:t>
      </w:r>
      <w:r w:rsidRPr="008B3248">
        <w:rPr>
          <w:sz w:val="24"/>
          <w:szCs w:val="24"/>
        </w:rPr>
        <w:t>при</w:t>
      </w:r>
      <w:r w:rsidRPr="008B3248">
        <w:rPr>
          <w:spacing w:val="-67"/>
          <w:sz w:val="24"/>
          <w:szCs w:val="24"/>
        </w:rPr>
        <w:t xml:space="preserve"> </w:t>
      </w:r>
      <w:r w:rsidRPr="008B3248">
        <w:rPr>
          <w:sz w:val="24"/>
          <w:szCs w:val="24"/>
        </w:rPr>
        <w:t>проведении</w:t>
      </w:r>
      <w:r w:rsidRPr="008B3248">
        <w:rPr>
          <w:spacing w:val="-2"/>
          <w:sz w:val="24"/>
          <w:szCs w:val="24"/>
        </w:rPr>
        <w:t xml:space="preserve"> </w:t>
      </w:r>
      <w:r w:rsidRPr="008B3248">
        <w:rPr>
          <w:sz w:val="24"/>
          <w:szCs w:val="24"/>
        </w:rPr>
        <w:t>Чемпионата</w:t>
      </w:r>
    </w:p>
    <w:p w14:paraId="0D3EEC38" w14:textId="61CB09B6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К участию в Чемпионате допускается </w:t>
      </w:r>
      <w:r w:rsidR="00F27F9B">
        <w:rPr>
          <w:rFonts w:ascii="Times New Roman" w:hAnsi="Times New Roman"/>
          <w:sz w:val="24"/>
          <w:szCs w:val="24"/>
        </w:rPr>
        <w:t xml:space="preserve">воспитанник </w:t>
      </w:r>
      <w:r w:rsidRPr="008B3248">
        <w:rPr>
          <w:rFonts w:ascii="Times New Roman" w:hAnsi="Times New Roman"/>
          <w:sz w:val="24"/>
          <w:szCs w:val="24"/>
        </w:rPr>
        <w:t>образовательной организации вместе с тренером-наставником,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имеющим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наличии:</w:t>
      </w:r>
    </w:p>
    <w:p w14:paraId="41F8E68D" w14:textId="77777777" w:rsidR="00984FCF" w:rsidRPr="008B3248" w:rsidRDefault="00984FCF" w:rsidP="00C8745B">
      <w:pPr>
        <w:pStyle w:val="ab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справку о состоянии здоровья ребенка (заверенную личной подписью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медицинского работника, печатью и личной подписью</w:t>
      </w:r>
      <w:r w:rsidRPr="008B3248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руководителя)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на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день проведения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соревнований;</w:t>
      </w:r>
    </w:p>
    <w:p w14:paraId="04B190A2" w14:textId="77777777" w:rsidR="00984FCF" w:rsidRPr="008B3248" w:rsidRDefault="00984FCF" w:rsidP="00C8745B">
      <w:pPr>
        <w:pStyle w:val="ab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right="11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письменное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согласие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родителей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на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участие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ребенка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12F0D">
        <w:rPr>
          <w:rFonts w:ascii="Times New Roman" w:hAnsi="Times New Roman"/>
          <w:sz w:val="24"/>
          <w:szCs w:val="24"/>
        </w:rPr>
        <w:t>Чемпионате</w:t>
      </w:r>
      <w:r w:rsidRPr="008B3248">
        <w:rPr>
          <w:rFonts w:ascii="Times New Roman" w:hAnsi="Times New Roman"/>
          <w:sz w:val="24"/>
          <w:szCs w:val="24"/>
        </w:rPr>
        <w:t>.</w:t>
      </w:r>
    </w:p>
    <w:p w14:paraId="2B064F6D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760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Ответственность</w:t>
      </w:r>
      <w:r w:rsidRPr="008B3248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за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жизнь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здоровье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участников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во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время</w:t>
      </w:r>
      <w:r w:rsidRPr="008B3248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проведения Чемпионата</w:t>
      </w:r>
      <w:r w:rsidRPr="008B324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возлагается</w:t>
      </w:r>
      <w:r w:rsidRPr="008B324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на</w:t>
      </w:r>
      <w:r w:rsidRPr="008B324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Организатора.</w:t>
      </w:r>
    </w:p>
    <w:p w14:paraId="2C21C165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  <w:tab w:val="left" w:pos="886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При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несчастном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случае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или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внезапном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ухудшении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физического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состояния ребенка тренеру-наставнику необходимо сообщить о случившемся</w:t>
      </w:r>
      <w:r w:rsidRPr="008B324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представителям</w:t>
      </w:r>
      <w:r w:rsidRPr="008B3248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Оргкомитета,</w:t>
      </w:r>
      <w:r w:rsidRPr="008B3248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которые</w:t>
      </w:r>
      <w:r w:rsidRPr="008B3248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должны</w:t>
      </w:r>
      <w:r w:rsidRPr="008B3248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принять</w:t>
      </w:r>
      <w:r w:rsidRPr="008B3248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меры</w:t>
      </w:r>
      <w:r w:rsidRPr="008B3248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по</w:t>
      </w:r>
      <w:r w:rsidRPr="008B3248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оказанию ребенку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медицинской</w:t>
      </w:r>
      <w:r w:rsidRPr="008B324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помощи.</w:t>
      </w:r>
    </w:p>
    <w:p w14:paraId="26050D65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Все помещения соревновательной площадки должны быть оснащены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первичными</w:t>
      </w:r>
      <w:r w:rsidRPr="008B324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средствами пожаротушения.</w:t>
      </w:r>
    </w:p>
    <w:p w14:paraId="2ADF9D08" w14:textId="77777777" w:rsidR="00984FCF" w:rsidRPr="008B3248" w:rsidRDefault="00984FCF" w:rsidP="00D20A63">
      <w:pPr>
        <w:pStyle w:val="ab"/>
        <w:widowControl w:val="0"/>
        <w:numPr>
          <w:ilvl w:val="1"/>
          <w:numId w:val="40"/>
        </w:numPr>
        <w:tabs>
          <w:tab w:val="left" w:pos="567"/>
        </w:tabs>
        <w:autoSpaceDE w:val="0"/>
        <w:autoSpaceDN w:val="0"/>
        <w:spacing w:after="0" w:line="240" w:lineRule="auto"/>
        <w:ind w:left="0" w:right="108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Организатор обеспечивает медицинское сопровождение Чемпионата: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lastRenderedPageBreak/>
        <w:t>формирование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аптечки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для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оказания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первой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медицинской</w:t>
      </w:r>
      <w:r w:rsidRPr="008B324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помощи,</w:t>
      </w:r>
      <w:r w:rsidRPr="008B324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дежурство</w:t>
      </w:r>
      <w:r w:rsidRPr="008B324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медицинского</w:t>
      </w:r>
      <w:r w:rsidRPr="008B324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работника</w:t>
      </w:r>
      <w:r w:rsidRPr="008B324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на</w:t>
      </w:r>
      <w:r w:rsidRPr="008B324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соревновательной</w:t>
      </w:r>
      <w:r w:rsidRPr="008B324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площадке.</w:t>
      </w:r>
    </w:p>
    <w:p w14:paraId="5F97FE5E" w14:textId="77777777" w:rsidR="00984FCF" w:rsidRPr="008B3248" w:rsidRDefault="00984FCF" w:rsidP="00984FCF">
      <w:pPr>
        <w:tabs>
          <w:tab w:val="left" w:pos="567"/>
        </w:tabs>
        <w:spacing w:after="0" w:line="240" w:lineRule="auto"/>
        <w:ind w:right="108" w:firstLine="567"/>
        <w:rPr>
          <w:rFonts w:ascii="Times New Roman" w:hAnsi="Times New Roman"/>
          <w:sz w:val="24"/>
          <w:szCs w:val="24"/>
        </w:rPr>
      </w:pPr>
    </w:p>
    <w:p w14:paraId="1750D006" w14:textId="77777777" w:rsidR="00984FCF" w:rsidRPr="008B3248" w:rsidRDefault="00984FCF" w:rsidP="00984FCF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8B3248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3F596D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Pr="008B3248">
        <w:rPr>
          <w:rFonts w:ascii="Times New Roman" w:hAnsi="Times New Roman"/>
          <w:color w:val="000000"/>
          <w:sz w:val="24"/>
          <w:szCs w:val="24"/>
        </w:rPr>
        <w:t xml:space="preserve">к Регламенту </w:t>
      </w:r>
    </w:p>
    <w:p w14:paraId="124927B6" w14:textId="62B9F914" w:rsidR="00984FCF" w:rsidRPr="008B3248" w:rsidRDefault="003F596D" w:rsidP="00984FCF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Краевого </w:t>
      </w:r>
      <w:r w:rsidR="00984FCF" w:rsidRPr="008B3248">
        <w:rPr>
          <w:rFonts w:ascii="Times New Roman" w:hAnsi="Times New Roman"/>
          <w:sz w:val="24"/>
          <w:szCs w:val="24"/>
        </w:rPr>
        <w:t>чемпионата «Юный мастер-202</w:t>
      </w:r>
      <w:r w:rsidR="00683477">
        <w:rPr>
          <w:rFonts w:ascii="Times New Roman" w:hAnsi="Times New Roman"/>
          <w:sz w:val="24"/>
          <w:szCs w:val="24"/>
        </w:rPr>
        <w:t>5</w:t>
      </w:r>
      <w:r w:rsidR="00984FCF" w:rsidRPr="008B3248">
        <w:rPr>
          <w:rFonts w:ascii="Times New Roman" w:hAnsi="Times New Roman"/>
          <w:sz w:val="24"/>
          <w:szCs w:val="24"/>
        </w:rPr>
        <w:t>»</w:t>
      </w:r>
      <w:r w:rsidR="00984FCF" w:rsidRPr="008B3248">
        <w:rPr>
          <w:rFonts w:ascii="Times New Roman" w:hAnsi="Times New Roman"/>
          <w:spacing w:val="-12"/>
          <w:sz w:val="24"/>
          <w:szCs w:val="24"/>
        </w:rPr>
        <w:t xml:space="preserve"> </w:t>
      </w:r>
    </w:p>
    <w:p w14:paraId="1B852711" w14:textId="77777777" w:rsidR="00984FCF" w:rsidRPr="006568C8" w:rsidRDefault="006568C8" w:rsidP="00984FCF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</w:t>
      </w:r>
    </w:p>
    <w:p w14:paraId="5E38889F" w14:textId="004926ED" w:rsidR="00984FCF" w:rsidRPr="006568C8" w:rsidRDefault="00984FCF" w:rsidP="003F596D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b/>
          <w:sz w:val="24"/>
          <w:szCs w:val="24"/>
        </w:rPr>
      </w:pPr>
      <w:r w:rsidRPr="006568C8">
        <w:rPr>
          <w:rFonts w:ascii="Times New Roman" w:hAnsi="Times New Roman"/>
          <w:b/>
          <w:sz w:val="24"/>
          <w:szCs w:val="24"/>
        </w:rPr>
        <w:t>на</w:t>
      </w:r>
      <w:r w:rsidR="008B3248" w:rsidRPr="006568C8">
        <w:rPr>
          <w:rFonts w:ascii="Times New Roman" w:hAnsi="Times New Roman"/>
          <w:b/>
          <w:sz w:val="24"/>
          <w:szCs w:val="24"/>
        </w:rPr>
        <w:t xml:space="preserve"> участие в </w:t>
      </w:r>
      <w:r w:rsidR="003F596D">
        <w:rPr>
          <w:rFonts w:ascii="Times New Roman" w:hAnsi="Times New Roman"/>
          <w:b/>
          <w:sz w:val="24"/>
          <w:szCs w:val="24"/>
        </w:rPr>
        <w:t>Краевом ч</w:t>
      </w:r>
      <w:r w:rsidR="006568C8" w:rsidRPr="006568C8">
        <w:rPr>
          <w:rFonts w:ascii="Times New Roman" w:hAnsi="Times New Roman"/>
          <w:b/>
          <w:sz w:val="24"/>
          <w:szCs w:val="24"/>
        </w:rPr>
        <w:t xml:space="preserve">емпионате </w:t>
      </w:r>
      <w:r w:rsidRPr="006568C8">
        <w:rPr>
          <w:rFonts w:ascii="Times New Roman" w:hAnsi="Times New Roman"/>
          <w:b/>
          <w:sz w:val="24"/>
          <w:szCs w:val="24"/>
        </w:rPr>
        <w:t>«Юный мастер</w:t>
      </w:r>
      <w:r w:rsidR="008B3248" w:rsidRPr="006568C8">
        <w:rPr>
          <w:rFonts w:ascii="Times New Roman" w:hAnsi="Times New Roman"/>
          <w:b/>
          <w:sz w:val="24"/>
          <w:szCs w:val="24"/>
        </w:rPr>
        <w:t>-202</w:t>
      </w:r>
      <w:r w:rsidR="00683477">
        <w:rPr>
          <w:rFonts w:ascii="Times New Roman" w:hAnsi="Times New Roman"/>
          <w:b/>
          <w:sz w:val="24"/>
          <w:szCs w:val="24"/>
        </w:rPr>
        <w:t>5</w:t>
      </w:r>
      <w:r w:rsidRPr="006568C8">
        <w:rPr>
          <w:rFonts w:ascii="Times New Roman" w:hAnsi="Times New Roman"/>
          <w:b/>
          <w:sz w:val="24"/>
          <w:szCs w:val="24"/>
        </w:rPr>
        <w:t xml:space="preserve">» </w:t>
      </w:r>
    </w:p>
    <w:p w14:paraId="39DE269C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i/>
          <w:sz w:val="24"/>
          <w:szCs w:val="24"/>
        </w:rPr>
      </w:pPr>
    </w:p>
    <w:p w14:paraId="1A7C0943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Профессиональная компетенция_______________________________________</w:t>
      </w:r>
    </w:p>
    <w:p w14:paraId="237C19F8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Образовательная организация_________________________________________</w:t>
      </w:r>
    </w:p>
    <w:p w14:paraId="6AFD15A2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Возрастная группа ___________________________________________________</w:t>
      </w:r>
    </w:p>
    <w:p w14:paraId="0A33E031" w14:textId="03730069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ФИО наставника команды</w:t>
      </w:r>
      <w:r w:rsidR="00683477">
        <w:rPr>
          <w:rFonts w:ascii="Times New Roman" w:hAnsi="Times New Roman"/>
          <w:sz w:val="24"/>
          <w:szCs w:val="24"/>
        </w:rPr>
        <w:t>, должность</w:t>
      </w:r>
      <w:r w:rsidRPr="008B3248">
        <w:rPr>
          <w:rFonts w:ascii="Times New Roman" w:hAnsi="Times New Roman"/>
          <w:sz w:val="24"/>
          <w:szCs w:val="24"/>
        </w:rPr>
        <w:t>_____________</w:t>
      </w:r>
      <w:r w:rsidR="00683477">
        <w:rPr>
          <w:rFonts w:ascii="Times New Roman" w:hAnsi="Times New Roman"/>
          <w:sz w:val="24"/>
          <w:szCs w:val="24"/>
        </w:rPr>
        <w:t>______________________</w:t>
      </w:r>
    </w:p>
    <w:p w14:paraId="032C607E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Контактный телефон_________________________________________________</w:t>
      </w:r>
    </w:p>
    <w:p w14:paraId="587E6716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E-mail _____________________________________________________________</w:t>
      </w:r>
    </w:p>
    <w:p w14:paraId="0445A25F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</w:p>
    <w:p w14:paraId="7E72C5CA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Информация об участнике:</w:t>
      </w:r>
    </w:p>
    <w:p w14:paraId="141AC7D4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Ф. И. ребенка, дата рождения конкурсанта:</w:t>
      </w:r>
    </w:p>
    <w:p w14:paraId="6270C3CA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1B1409EE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</w:p>
    <w:p w14:paraId="6ACDB85D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Подпись наставника команды      ________/___________/ «____»_______202_</w:t>
      </w:r>
    </w:p>
    <w:p w14:paraId="7126BDDF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</w:p>
    <w:p w14:paraId="764EF80A" w14:textId="77777777" w:rsidR="00984FCF" w:rsidRPr="008B3248" w:rsidRDefault="008B3248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84FCF" w:rsidRPr="008B3248">
        <w:rPr>
          <w:rFonts w:ascii="Times New Roman" w:hAnsi="Times New Roman"/>
          <w:sz w:val="24"/>
          <w:szCs w:val="24"/>
        </w:rPr>
        <w:t xml:space="preserve">одпись руководителя </w:t>
      </w:r>
    </w:p>
    <w:p w14:paraId="4E8E845A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образовательной организации _______/____________/ «____»_______202_</w:t>
      </w:r>
    </w:p>
    <w:p w14:paraId="4C78601D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</w:p>
    <w:p w14:paraId="410C1632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М.П.</w:t>
      </w:r>
    </w:p>
    <w:p w14:paraId="07BC57F4" w14:textId="77777777" w:rsidR="00984FCF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b/>
          <w:sz w:val="24"/>
          <w:szCs w:val="24"/>
        </w:rPr>
      </w:pPr>
    </w:p>
    <w:p w14:paraId="5F86F2AC" w14:textId="77777777" w:rsidR="003F596D" w:rsidRPr="006568C8" w:rsidRDefault="003F596D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b/>
          <w:sz w:val="24"/>
          <w:szCs w:val="24"/>
        </w:rPr>
      </w:pPr>
    </w:p>
    <w:p w14:paraId="571891D1" w14:textId="77777777" w:rsidR="00984FCF" w:rsidRPr="006568C8" w:rsidRDefault="00984FCF" w:rsidP="00984FCF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b/>
          <w:sz w:val="24"/>
          <w:szCs w:val="24"/>
        </w:rPr>
      </w:pPr>
      <w:r w:rsidRPr="006568C8">
        <w:rPr>
          <w:rFonts w:ascii="Times New Roman" w:hAnsi="Times New Roman"/>
          <w:b/>
          <w:sz w:val="24"/>
          <w:szCs w:val="24"/>
        </w:rPr>
        <w:t>СОГЛАСИЕ</w:t>
      </w:r>
    </w:p>
    <w:p w14:paraId="649ED6E4" w14:textId="46850D56" w:rsidR="00984FCF" w:rsidRPr="006568C8" w:rsidRDefault="006568C8" w:rsidP="003F596D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b/>
          <w:sz w:val="24"/>
          <w:szCs w:val="24"/>
        </w:rPr>
      </w:pPr>
      <w:r w:rsidRPr="006568C8">
        <w:rPr>
          <w:rFonts w:ascii="Times New Roman" w:hAnsi="Times New Roman"/>
          <w:b/>
          <w:sz w:val="24"/>
          <w:szCs w:val="24"/>
        </w:rPr>
        <w:t xml:space="preserve">на участие в </w:t>
      </w:r>
      <w:r w:rsidR="003F596D">
        <w:rPr>
          <w:rFonts w:ascii="Times New Roman" w:hAnsi="Times New Roman"/>
          <w:b/>
          <w:sz w:val="24"/>
          <w:szCs w:val="24"/>
        </w:rPr>
        <w:t>Краевом</w:t>
      </w:r>
      <w:r w:rsidRPr="006568C8">
        <w:rPr>
          <w:rFonts w:ascii="Times New Roman" w:hAnsi="Times New Roman"/>
          <w:b/>
          <w:sz w:val="24"/>
          <w:szCs w:val="24"/>
        </w:rPr>
        <w:t xml:space="preserve"> ч</w:t>
      </w:r>
      <w:r w:rsidR="00984FCF" w:rsidRPr="006568C8">
        <w:rPr>
          <w:rFonts w:ascii="Times New Roman" w:hAnsi="Times New Roman"/>
          <w:b/>
          <w:sz w:val="24"/>
          <w:szCs w:val="24"/>
        </w:rPr>
        <w:t>емпионате «Юный мастер</w:t>
      </w:r>
      <w:r w:rsidRPr="006568C8">
        <w:rPr>
          <w:rFonts w:ascii="Times New Roman" w:hAnsi="Times New Roman"/>
          <w:b/>
          <w:sz w:val="24"/>
          <w:szCs w:val="24"/>
        </w:rPr>
        <w:t>-202</w:t>
      </w:r>
      <w:r w:rsidR="00683477">
        <w:rPr>
          <w:rFonts w:ascii="Times New Roman" w:hAnsi="Times New Roman"/>
          <w:b/>
          <w:sz w:val="24"/>
          <w:szCs w:val="24"/>
        </w:rPr>
        <w:t>5</w:t>
      </w:r>
      <w:r w:rsidR="00984FCF" w:rsidRPr="006568C8">
        <w:rPr>
          <w:rFonts w:ascii="Times New Roman" w:hAnsi="Times New Roman"/>
          <w:b/>
          <w:sz w:val="24"/>
          <w:szCs w:val="24"/>
        </w:rPr>
        <w:t xml:space="preserve">» </w:t>
      </w:r>
    </w:p>
    <w:p w14:paraId="3CA6CC1C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</w:p>
    <w:p w14:paraId="65F11B7F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Я, ________________________________________________________________,</w:t>
      </w:r>
    </w:p>
    <w:p w14:paraId="6DB8C25B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(ФИО родителя или законного представителя)</w:t>
      </w:r>
    </w:p>
    <w:p w14:paraId="64051A7D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являясь родителем (законным представителем) несовершеннолетнего _________________________________________________________________, </w:t>
      </w:r>
    </w:p>
    <w:p w14:paraId="32D609F3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(ФИО несовершеннолетнего)</w:t>
      </w:r>
    </w:p>
    <w:p w14:paraId="58486F44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воспитанника _________________ группы _____________________________</w:t>
      </w:r>
    </w:p>
    <w:p w14:paraId="6DE1622F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7A80A725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center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(Образовательная организация)</w:t>
      </w:r>
    </w:p>
    <w:p w14:paraId="3499433C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Ознакомившись с Регламентом, даю свое согласие:</w:t>
      </w:r>
    </w:p>
    <w:p w14:paraId="76B513F5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- на участие</w:t>
      </w:r>
      <w:r w:rsidR="003F596D">
        <w:rPr>
          <w:rFonts w:ascii="Times New Roman" w:hAnsi="Times New Roman"/>
          <w:sz w:val="24"/>
          <w:szCs w:val="24"/>
        </w:rPr>
        <w:t xml:space="preserve"> моего ребёнка в Краевом ч</w:t>
      </w:r>
      <w:r w:rsidRPr="008B3248">
        <w:rPr>
          <w:rFonts w:ascii="Times New Roman" w:hAnsi="Times New Roman"/>
          <w:sz w:val="24"/>
          <w:szCs w:val="24"/>
        </w:rPr>
        <w:t>емпионате «Юный мастер» по компетенции «______________________________________________» среди воспитанников старшего дошкольного возраста.</w:t>
      </w:r>
    </w:p>
    <w:p w14:paraId="1BCBA2EE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- на публикацию и дальнейшее использование фото и видеоматериалов Чемпионата на сайтах и страницах в социальных сетях (ВКОНТАКТЕ, ОДНОКЛАССНИКИ, ТЕЛЕГРАМ) образовательных, а также в других печатных изданиях и СМИ с целью информирования родительской и профессиональной общественности о проведении Чемпионата и его популяризации.</w:t>
      </w:r>
    </w:p>
    <w:p w14:paraId="6E3640ED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- на обработку персональных данных моего ребенка, включающих фамилию, имя, пол, возраст, сведения о посещаемой образовательной организации, во исполнение требований Федерального закона от 27 июля 2006 г. №152-ФЗ «О персональных данных».</w:t>
      </w:r>
    </w:p>
    <w:p w14:paraId="3265B457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</w:p>
    <w:p w14:paraId="02C44B58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«____» ___________ 202__ г. </w:t>
      </w:r>
    </w:p>
    <w:p w14:paraId="3F8B2B5C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 </w:t>
      </w:r>
    </w:p>
    <w:p w14:paraId="590B51B2" w14:textId="77777777" w:rsidR="00984FCF" w:rsidRPr="008B3248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lastRenderedPageBreak/>
        <w:t>_____________ /__________________________________</w:t>
      </w:r>
    </w:p>
    <w:p w14:paraId="224A1260" w14:textId="77777777" w:rsidR="00984FCF" w:rsidRDefault="00984FCF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      Подпись                   Ф.И.О. родителя (законного представителя) </w:t>
      </w:r>
    </w:p>
    <w:p w14:paraId="0EAFB842" w14:textId="77777777" w:rsidR="001D3D31" w:rsidRPr="008B3248" w:rsidRDefault="001D3D31" w:rsidP="00984FCF">
      <w:pPr>
        <w:tabs>
          <w:tab w:val="left" w:pos="793"/>
        </w:tabs>
        <w:spacing w:after="0" w:line="240" w:lineRule="auto"/>
        <w:ind w:right="108"/>
        <w:rPr>
          <w:rFonts w:ascii="Times New Roman" w:hAnsi="Times New Roman"/>
          <w:sz w:val="24"/>
          <w:szCs w:val="24"/>
        </w:rPr>
      </w:pPr>
    </w:p>
    <w:p w14:paraId="063C651E" w14:textId="77777777" w:rsidR="003F596D" w:rsidRPr="008B3248" w:rsidRDefault="003F596D" w:rsidP="003F596D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8B3248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/>
          <w:color w:val="000000"/>
          <w:sz w:val="24"/>
          <w:szCs w:val="24"/>
        </w:rPr>
        <w:t xml:space="preserve">2 </w:t>
      </w:r>
      <w:r w:rsidRPr="008B3248">
        <w:rPr>
          <w:rFonts w:ascii="Times New Roman" w:hAnsi="Times New Roman"/>
          <w:color w:val="000000"/>
          <w:sz w:val="24"/>
          <w:szCs w:val="24"/>
        </w:rPr>
        <w:t xml:space="preserve">к Регламенту </w:t>
      </w:r>
    </w:p>
    <w:p w14:paraId="55FFD8A9" w14:textId="5C1A8478" w:rsidR="00934793" w:rsidRPr="00A450B2" w:rsidRDefault="003F596D" w:rsidP="003F596D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Краевого </w:t>
      </w:r>
      <w:r w:rsidRPr="008B3248">
        <w:rPr>
          <w:rFonts w:ascii="Times New Roman" w:hAnsi="Times New Roman"/>
          <w:sz w:val="24"/>
          <w:szCs w:val="24"/>
        </w:rPr>
        <w:t>чемпионата «Юный мастер-202</w:t>
      </w:r>
      <w:r w:rsidR="00683477">
        <w:rPr>
          <w:rFonts w:ascii="Times New Roman" w:hAnsi="Times New Roman"/>
          <w:sz w:val="24"/>
          <w:szCs w:val="24"/>
        </w:rPr>
        <w:t>5</w:t>
      </w:r>
      <w:r w:rsidRPr="008B3248">
        <w:rPr>
          <w:rFonts w:ascii="Times New Roman" w:hAnsi="Times New Roman"/>
          <w:sz w:val="24"/>
          <w:szCs w:val="24"/>
        </w:rPr>
        <w:t>»</w:t>
      </w:r>
      <w:r w:rsidRPr="008B3248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934793" w:rsidRPr="00A450B2">
        <w:rPr>
          <w:rFonts w:ascii="Times New Roman" w:hAnsi="Times New Roman"/>
          <w:sz w:val="24"/>
          <w:szCs w:val="24"/>
        </w:rPr>
        <w:t xml:space="preserve"> </w:t>
      </w:r>
    </w:p>
    <w:p w14:paraId="53279E0A" w14:textId="77777777" w:rsidR="00E068A5" w:rsidRDefault="00E068A5" w:rsidP="00BC5DD2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14:paraId="31E6CCE3" w14:textId="77777777" w:rsidR="008B3248" w:rsidRPr="008B3248" w:rsidRDefault="008B3248" w:rsidP="008B3248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B3248">
        <w:rPr>
          <w:rFonts w:ascii="Times New Roman" w:hAnsi="Times New Roman"/>
          <w:b/>
          <w:sz w:val="28"/>
          <w:szCs w:val="28"/>
        </w:rPr>
        <w:t>Техническое описание</w:t>
      </w:r>
      <w:r w:rsidR="003F596D">
        <w:rPr>
          <w:rFonts w:ascii="Times New Roman" w:hAnsi="Times New Roman"/>
          <w:b/>
          <w:sz w:val="28"/>
          <w:szCs w:val="28"/>
        </w:rPr>
        <w:t xml:space="preserve"> 1 тура</w:t>
      </w:r>
    </w:p>
    <w:p w14:paraId="7E4EDF7A" w14:textId="77777777" w:rsidR="00E068A5" w:rsidRPr="008B3248" w:rsidRDefault="003F596D" w:rsidP="008B3248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регионального </w:t>
      </w:r>
      <w:r w:rsidR="008B3248" w:rsidRPr="008B3248">
        <w:rPr>
          <w:rFonts w:ascii="Times New Roman" w:hAnsi="Times New Roman"/>
          <w:b/>
          <w:sz w:val="28"/>
          <w:szCs w:val="28"/>
        </w:rPr>
        <w:t>этапа «ВИДЕО-ВИЗИТКА»</w:t>
      </w:r>
    </w:p>
    <w:p w14:paraId="32E0424F" w14:textId="77777777" w:rsidR="008B3248" w:rsidRPr="008B3248" w:rsidRDefault="008B3248" w:rsidP="008B3248">
      <w:pPr>
        <w:pStyle w:val="a5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05C9542" w14:textId="77777777" w:rsidR="008B3248" w:rsidRPr="008B3248" w:rsidRDefault="008B3248" w:rsidP="00C8745B">
      <w:pPr>
        <w:pStyle w:val="-2"/>
        <w:numPr>
          <w:ilvl w:val="0"/>
          <w:numId w:val="39"/>
        </w:numPr>
        <w:spacing w:before="0" w:after="0" w:line="240" w:lineRule="auto"/>
        <w:jc w:val="center"/>
        <w:rPr>
          <w:rFonts w:ascii="Times New Roman" w:hAnsi="Times New Roman"/>
          <w:caps/>
          <w:sz w:val="24"/>
        </w:rPr>
      </w:pPr>
      <w:r w:rsidRPr="008B3248">
        <w:rPr>
          <w:rFonts w:ascii="Times New Roman" w:hAnsi="Times New Roman"/>
          <w:caps/>
          <w:sz w:val="24"/>
        </w:rPr>
        <w:t xml:space="preserve">Название и описание </w:t>
      </w:r>
      <w:r w:rsidR="00BA0F8F">
        <w:rPr>
          <w:rFonts w:ascii="Times New Roman" w:hAnsi="Times New Roman"/>
          <w:caps/>
          <w:sz w:val="24"/>
        </w:rPr>
        <w:t>ДИСТАНЦИОННОГО ТУРА</w:t>
      </w:r>
    </w:p>
    <w:p w14:paraId="5AD6E688" w14:textId="77777777" w:rsidR="008B3248" w:rsidRPr="006568C8" w:rsidRDefault="008B3248" w:rsidP="008B324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568C8">
        <w:rPr>
          <w:rFonts w:ascii="Times New Roman" w:hAnsi="Times New Roman"/>
          <w:b/>
          <w:sz w:val="24"/>
          <w:szCs w:val="24"/>
        </w:rPr>
        <w:t>1.1.</w:t>
      </w:r>
      <w:r w:rsidRPr="006568C8">
        <w:rPr>
          <w:rFonts w:ascii="Times New Roman" w:hAnsi="Times New Roman"/>
          <w:b/>
          <w:sz w:val="24"/>
          <w:szCs w:val="24"/>
        </w:rPr>
        <w:tab/>
        <w:t>Название</w:t>
      </w:r>
      <w:r w:rsidR="00BA0F8F">
        <w:rPr>
          <w:rFonts w:ascii="Times New Roman" w:hAnsi="Times New Roman"/>
          <w:b/>
          <w:sz w:val="24"/>
          <w:szCs w:val="24"/>
        </w:rPr>
        <w:t xml:space="preserve"> 1 тура</w:t>
      </w:r>
      <w:r w:rsidRPr="006568C8">
        <w:rPr>
          <w:rFonts w:ascii="Times New Roman" w:hAnsi="Times New Roman"/>
          <w:b/>
          <w:sz w:val="24"/>
          <w:szCs w:val="24"/>
        </w:rPr>
        <w:t>: «Видео-визитка»</w:t>
      </w:r>
    </w:p>
    <w:p w14:paraId="0156DC48" w14:textId="77777777" w:rsidR="008B3248" w:rsidRPr="006568C8" w:rsidRDefault="00BA0F8F" w:rsidP="008B324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Описание</w:t>
      </w:r>
      <w:r w:rsidR="008B3248" w:rsidRPr="006568C8">
        <w:rPr>
          <w:rFonts w:ascii="Times New Roman" w:hAnsi="Times New Roman"/>
          <w:b/>
          <w:sz w:val="24"/>
          <w:szCs w:val="24"/>
        </w:rPr>
        <w:t>.</w:t>
      </w:r>
    </w:p>
    <w:p w14:paraId="7C4D66B5" w14:textId="0AB1E3AC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В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современном мире навык самопрезентации нужен не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только артисту или медийной личности. Успех в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любой деятельности во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многом зависит от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того, как ребенок умеет преподнести себя в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обществе, рассказать о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своих идеях и</w:t>
      </w:r>
      <w:r w:rsidR="00F27F9B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 xml:space="preserve">замыслах. </w:t>
      </w:r>
    </w:p>
    <w:p w14:paraId="406A2292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Видео-визитка для ребенка ― это </w:t>
      </w:r>
      <w:r w:rsidRPr="008B3248">
        <w:rPr>
          <w:rFonts w:ascii="Times New Roman" w:hAnsi="Times New Roman"/>
          <w:bCs/>
          <w:sz w:val="24"/>
          <w:szCs w:val="24"/>
        </w:rPr>
        <w:t>изображение его актерского образа, умения чувствовать себя уверенно перед камерой</w:t>
      </w:r>
      <w:r w:rsidRPr="008B3248">
        <w:rPr>
          <w:rFonts w:ascii="Times New Roman" w:hAnsi="Times New Roman"/>
          <w:sz w:val="24"/>
          <w:szCs w:val="24"/>
        </w:rPr>
        <w:t>.</w:t>
      </w:r>
    </w:p>
    <w:p w14:paraId="42BD00F3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Видео-визитка в рамках Чемпионата «Юный мастер» должна содержать демонстрацию первоначальных профессиональных представлений ребенка и его умения работать перед камерой. В такой презентации важно за короткое время передать как можно больше информации: живые эмоции, голос, мимику и жесты, продемонстрировать свои знания и умения.</w:t>
      </w:r>
    </w:p>
    <w:p w14:paraId="67DA2FCF" w14:textId="77777777" w:rsidR="008B3248" w:rsidRPr="008B3248" w:rsidRDefault="008B3248" w:rsidP="008B3248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Как записать хорошую видео-визитку (т</w:t>
      </w:r>
      <w:r w:rsidRPr="008B32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ехнические советы): </w:t>
      </w:r>
    </w:p>
    <w:p w14:paraId="3869079E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Самое главное правило – снимать видео </w:t>
      </w:r>
      <w:r w:rsidRPr="008B3248">
        <w:rPr>
          <w:rFonts w:ascii="Times New Roman" w:eastAsia="Times New Roman" w:hAnsi="Times New Roman"/>
          <w:b/>
          <w:sz w:val="24"/>
          <w:szCs w:val="24"/>
          <w:lang w:eastAsia="ru-RU"/>
        </w:rPr>
        <w:t>без монтажа</w:t>
      </w: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 и горизонтально! </w:t>
      </w:r>
    </w:p>
    <w:p w14:paraId="3056160F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>Выберите место с хорошим освещением.</w:t>
      </w:r>
    </w:p>
    <w:p w14:paraId="7199193C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Используйте ровный задний фон одного цвета/тона. </w:t>
      </w:r>
    </w:p>
    <w:p w14:paraId="196A0032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Сделайте паузы в начале и в конце видеозаписи (1-2 секунды). </w:t>
      </w:r>
    </w:p>
    <w:p w14:paraId="12963923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>В помещении во время съёмки должна быть тишина. По возможности можно использовать микрофон-петличку.</w:t>
      </w:r>
    </w:p>
    <w:p w14:paraId="281AA552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>Настройте своё устройство на максимальное качество съёмки. Не используйте фильтры, они портят качество съёмки при неумелом подходе.</w:t>
      </w:r>
    </w:p>
    <w:p w14:paraId="2144F7B5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время съемки не говорите слишком быстро и тихо. </w:t>
      </w:r>
    </w:p>
    <w:p w14:paraId="6DDFA814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Хронометраж - до </w:t>
      </w:r>
      <w:r w:rsidR="001E5E9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минут. </w:t>
      </w:r>
    </w:p>
    <w:p w14:paraId="383FF27D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>Визитка не должна быть скучно-информативной. Зацепите зрителя тем, что он увидит,</w:t>
      </w:r>
      <w:r w:rsidRPr="008B3248">
        <w:rPr>
          <w:rFonts w:ascii="Times New Roman" w:hAnsi="Times New Roman"/>
          <w:sz w:val="24"/>
          <w:szCs w:val="24"/>
        </w:rPr>
        <w:t xml:space="preserve"> </w:t>
      </w: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>а не сухим текстом.</w:t>
      </w:r>
    </w:p>
    <w:p w14:paraId="08467C8E" w14:textId="77777777" w:rsidR="008B3248" w:rsidRPr="008B3248" w:rsidRDefault="008B3248" w:rsidP="00C8745B">
      <w:pPr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248">
        <w:rPr>
          <w:rFonts w:ascii="Times New Roman" w:eastAsia="Times New Roman" w:hAnsi="Times New Roman"/>
          <w:sz w:val="24"/>
          <w:szCs w:val="24"/>
          <w:lang w:eastAsia="ru-RU"/>
        </w:rPr>
        <w:t xml:space="preserve">Дерзайте, у вас все получится! </w:t>
      </w:r>
    </w:p>
    <w:p w14:paraId="13251095" w14:textId="77777777" w:rsidR="008B3248" w:rsidRPr="008B3248" w:rsidRDefault="008B3248" w:rsidP="008B32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B324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Видео-визитки с использованием монтажа в конкурсе не рассматриваются</w:t>
      </w:r>
    </w:p>
    <w:p w14:paraId="0FF9D210" w14:textId="77777777" w:rsidR="008B3248" w:rsidRPr="006568C8" w:rsidRDefault="008B3248" w:rsidP="008B3248">
      <w:pPr>
        <w:pStyle w:val="-2"/>
        <w:spacing w:before="0" w:after="0" w:line="240" w:lineRule="auto"/>
        <w:ind w:firstLine="567"/>
        <w:jc w:val="both"/>
        <w:rPr>
          <w:rFonts w:ascii="Times New Roman" w:hAnsi="Times New Roman"/>
          <w:caps/>
          <w:sz w:val="24"/>
        </w:rPr>
      </w:pPr>
      <w:bookmarkStart w:id="2" w:name="_Toc489607681"/>
      <w:r w:rsidRPr="006568C8">
        <w:rPr>
          <w:rFonts w:ascii="Times New Roman" w:hAnsi="Times New Roman"/>
          <w:caps/>
          <w:sz w:val="24"/>
        </w:rPr>
        <w:t xml:space="preserve">1.3. </w:t>
      </w:r>
      <w:r w:rsidRPr="006568C8">
        <w:rPr>
          <w:rFonts w:ascii="Times New Roman" w:hAnsi="Times New Roman"/>
          <w:sz w:val="24"/>
        </w:rPr>
        <w:t>Основополагающие документы</w:t>
      </w:r>
      <w:bookmarkEnd w:id="2"/>
    </w:p>
    <w:p w14:paraId="7DFC708C" w14:textId="77777777" w:rsidR="008B3248" w:rsidRPr="00112F0D" w:rsidRDefault="008B3248" w:rsidP="00C8745B">
      <w:pPr>
        <w:pStyle w:val="ab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2F0D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дошкольного общего образования; </w:t>
      </w:r>
    </w:p>
    <w:p w14:paraId="5876A8AA" w14:textId="77777777" w:rsidR="00112F0D" w:rsidRPr="00112F0D" w:rsidRDefault="00D02F53" w:rsidP="00112F0D">
      <w:pPr>
        <w:pStyle w:val="ab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Регламент </w:t>
      </w:r>
      <w:r w:rsidRPr="005A7B5A">
        <w:rPr>
          <w:rFonts w:ascii="Times New Roman" w:hAnsi="Times New Roman"/>
          <w:sz w:val="24"/>
          <w:szCs w:val="24"/>
        </w:rPr>
        <w:t xml:space="preserve">проведения </w:t>
      </w:r>
      <w:r>
        <w:rPr>
          <w:rFonts w:ascii="Times New Roman" w:hAnsi="Times New Roman"/>
          <w:sz w:val="24"/>
          <w:szCs w:val="24"/>
        </w:rPr>
        <w:t>К</w:t>
      </w:r>
      <w:r w:rsidRPr="005A7B5A">
        <w:rPr>
          <w:rFonts w:ascii="Times New Roman" w:hAnsi="Times New Roman"/>
          <w:sz w:val="24"/>
          <w:szCs w:val="24"/>
        </w:rPr>
        <w:t xml:space="preserve">раевого чемпионата </w:t>
      </w:r>
      <w:r>
        <w:rPr>
          <w:rFonts w:ascii="Times New Roman" w:hAnsi="Times New Roman"/>
          <w:sz w:val="24"/>
          <w:szCs w:val="24"/>
        </w:rPr>
        <w:t>«</w:t>
      </w:r>
      <w:r w:rsidRPr="005A7B5A">
        <w:rPr>
          <w:rFonts w:ascii="Times New Roman" w:hAnsi="Times New Roman"/>
          <w:sz w:val="24"/>
          <w:szCs w:val="24"/>
        </w:rPr>
        <w:t>Юный мастер</w:t>
      </w:r>
      <w:r>
        <w:rPr>
          <w:rFonts w:ascii="Times New Roman" w:hAnsi="Times New Roman"/>
          <w:sz w:val="24"/>
          <w:szCs w:val="24"/>
        </w:rPr>
        <w:t xml:space="preserve"> – 2024» среди воспитанников образовательных организаций Пермского края, реализующих образовательную программу дошкольного образования</w:t>
      </w:r>
      <w:r w:rsidR="00112F0D" w:rsidRPr="00112F0D">
        <w:rPr>
          <w:rFonts w:ascii="Times New Roman" w:hAnsi="Times New Roman"/>
          <w:sz w:val="24"/>
          <w:szCs w:val="24"/>
        </w:rPr>
        <w:t>;</w:t>
      </w:r>
    </w:p>
    <w:p w14:paraId="5B315AB2" w14:textId="77777777" w:rsidR="00112F0D" w:rsidRPr="00112F0D" w:rsidRDefault="00112F0D" w:rsidP="00112F0D">
      <w:pPr>
        <w:pStyle w:val="ab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2F0D">
        <w:rPr>
          <w:rFonts w:ascii="Times New Roman" w:hAnsi="Times New Roman"/>
          <w:sz w:val="24"/>
          <w:szCs w:val="24"/>
        </w:rPr>
        <w:t>Техническое описание соответствующей профессиональной компетенции;</w:t>
      </w:r>
    </w:p>
    <w:p w14:paraId="0F714FCF" w14:textId="77777777" w:rsidR="008B3248" w:rsidRPr="00112F0D" w:rsidRDefault="008B3248" w:rsidP="00C8745B">
      <w:pPr>
        <w:pStyle w:val="ab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2F0D">
        <w:rPr>
          <w:rFonts w:ascii="Times New Roman" w:hAnsi="Times New Roman"/>
          <w:sz w:val="24"/>
          <w:szCs w:val="24"/>
        </w:rPr>
        <w:t>Инструкция по охран</w:t>
      </w:r>
      <w:r w:rsidR="00112F0D" w:rsidRPr="00112F0D">
        <w:rPr>
          <w:rFonts w:ascii="Times New Roman" w:hAnsi="Times New Roman"/>
          <w:sz w:val="24"/>
          <w:szCs w:val="24"/>
        </w:rPr>
        <w:t>е труда и технике безопасности.</w:t>
      </w:r>
    </w:p>
    <w:p w14:paraId="4618F6E4" w14:textId="77777777" w:rsidR="00F27F9B" w:rsidRDefault="00F27F9B" w:rsidP="008B3248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4EDD2D" w14:textId="77777777" w:rsidR="00F27F9B" w:rsidRDefault="00F27F9B" w:rsidP="008B3248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0F7652" w14:textId="46C46B22" w:rsidR="008B3248" w:rsidRPr="008B3248" w:rsidRDefault="007B5F78" w:rsidP="008B3248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СПЕЦИФИКАЦИЯ КОМПЕТЕНЦИИ</w:t>
      </w:r>
    </w:p>
    <w:p w14:paraId="313ACB28" w14:textId="77777777" w:rsidR="008B3248" w:rsidRPr="008B3248" w:rsidRDefault="008B3248" w:rsidP="008B32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(перечень представлений и практических умений,</w:t>
      </w:r>
    </w:p>
    <w:p w14:paraId="37908D2E" w14:textId="77777777" w:rsidR="008B3248" w:rsidRPr="008B3248" w:rsidRDefault="008B3248" w:rsidP="008B32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14:paraId="3F84FAC6" w14:textId="77777777" w:rsidR="008B3248" w:rsidRPr="008B3248" w:rsidRDefault="008B3248" w:rsidP="008B3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248">
        <w:rPr>
          <w:rFonts w:ascii="Times New Roman" w:hAnsi="Times New Roman"/>
          <w:b/>
          <w:sz w:val="24"/>
          <w:szCs w:val="24"/>
        </w:rPr>
        <w:t>«Видео-визитка»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9258"/>
      </w:tblGrid>
      <w:tr w:rsidR="008B3248" w:rsidRPr="008B3248" w14:paraId="2834B213" w14:textId="77777777" w:rsidTr="00482E2E">
        <w:tc>
          <w:tcPr>
            <w:tcW w:w="636" w:type="dxa"/>
          </w:tcPr>
          <w:p w14:paraId="6B954855" w14:textId="77777777" w:rsidR="008B3248" w:rsidRPr="006568C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68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58" w:type="dxa"/>
          </w:tcPr>
          <w:p w14:paraId="5904CCE1" w14:textId="77777777" w:rsidR="008B3248" w:rsidRPr="006568C8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8C8">
              <w:rPr>
                <w:rFonts w:ascii="Times New Roman" w:hAnsi="Times New Roman"/>
                <w:b/>
                <w:sz w:val="24"/>
                <w:szCs w:val="24"/>
              </w:rPr>
              <w:t>Перечень</w:t>
            </w:r>
          </w:p>
        </w:tc>
      </w:tr>
      <w:tr w:rsidR="008B3248" w:rsidRPr="008B3248" w14:paraId="0943EB85" w14:textId="77777777" w:rsidTr="00482E2E">
        <w:tc>
          <w:tcPr>
            <w:tcW w:w="9894" w:type="dxa"/>
            <w:gridSpan w:val="2"/>
            <w:shd w:val="clear" w:color="auto" w:fill="D9E2F3" w:themeFill="accent5" w:themeFillTint="33"/>
          </w:tcPr>
          <w:p w14:paraId="08A050AE" w14:textId="77777777" w:rsidR="008B3248" w:rsidRPr="008B3248" w:rsidRDefault="008B3248" w:rsidP="008B3248">
            <w:pPr>
              <w:spacing w:after="0" w:line="240" w:lineRule="auto"/>
              <w:ind w:left="1019" w:hanging="10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248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Соблюдение санитарных норм и правил профилактики травматизма, </w:t>
            </w:r>
            <w:r w:rsidRPr="008B32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обеспечение охраны жизни и здоровья </w:t>
            </w:r>
          </w:p>
        </w:tc>
      </w:tr>
      <w:tr w:rsidR="008B3248" w:rsidRPr="008B3248" w14:paraId="66EDB4C7" w14:textId="77777777" w:rsidTr="00482E2E">
        <w:tc>
          <w:tcPr>
            <w:tcW w:w="636" w:type="dxa"/>
          </w:tcPr>
          <w:p w14:paraId="0DAF0BA9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9258" w:type="dxa"/>
          </w:tcPr>
          <w:p w14:paraId="0F5F0AAB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Участник должен знать и понимать:</w:t>
            </w:r>
          </w:p>
          <w:p w14:paraId="4C290568" w14:textId="2DC54214" w:rsidR="008B3248" w:rsidRPr="008B3248" w:rsidRDefault="008B3248" w:rsidP="00C8745B">
            <w:pPr>
              <w:pStyle w:val="ab"/>
              <w:numPr>
                <w:ilvl w:val="0"/>
                <w:numId w:val="34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правила безопасной работы с предметами, используемыми в работе;</w:t>
            </w:r>
          </w:p>
          <w:p w14:paraId="5CC144F7" w14:textId="77777777" w:rsidR="008B3248" w:rsidRPr="008B3248" w:rsidRDefault="008B3248" w:rsidP="00C8745B">
            <w:pPr>
              <w:pStyle w:val="ab"/>
              <w:numPr>
                <w:ilvl w:val="0"/>
                <w:numId w:val="34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правила хранения инструментов, необходимых для работы: хранить в предназначенных местах, своевременно убирать в место хранения;</w:t>
            </w:r>
          </w:p>
          <w:p w14:paraId="7D7F9DEE" w14:textId="77777777" w:rsidR="008B3248" w:rsidRPr="008B3248" w:rsidRDefault="008B3248" w:rsidP="00C8745B">
            <w:pPr>
              <w:pStyle w:val="ab"/>
              <w:numPr>
                <w:ilvl w:val="0"/>
                <w:numId w:val="34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правила личной гигиены: в ходе работы и по ее завершении руки должны быть чистыми;</w:t>
            </w:r>
          </w:p>
          <w:p w14:paraId="23DAAA60" w14:textId="77777777" w:rsidR="008B3248" w:rsidRPr="008B3248" w:rsidRDefault="008B3248" w:rsidP="00C8745B">
            <w:pPr>
              <w:pStyle w:val="ab"/>
              <w:numPr>
                <w:ilvl w:val="0"/>
                <w:numId w:val="34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правила безопасного сидения на стуле во время работы: спина прямая, ноги стоят на полу, занимать всю поверхность сиденья, не раскачиваться на стуле;</w:t>
            </w:r>
          </w:p>
          <w:p w14:paraId="16C6E28B" w14:textId="77777777" w:rsidR="008B3248" w:rsidRPr="008B3248" w:rsidRDefault="008B3248" w:rsidP="00C8745B">
            <w:pPr>
              <w:pStyle w:val="ab"/>
              <w:numPr>
                <w:ilvl w:val="0"/>
                <w:numId w:val="34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 правила соблюдения чистоты на рабочем месте: очищать рабочую поверхность при ее загрязнении, убирать мусор в контейнер.</w:t>
            </w:r>
          </w:p>
        </w:tc>
      </w:tr>
      <w:tr w:rsidR="008B3248" w:rsidRPr="008B3248" w14:paraId="199529D0" w14:textId="77777777" w:rsidTr="00482E2E">
        <w:tc>
          <w:tcPr>
            <w:tcW w:w="636" w:type="dxa"/>
          </w:tcPr>
          <w:p w14:paraId="483D1EAB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9258" w:type="dxa"/>
          </w:tcPr>
          <w:p w14:paraId="6BCE60EF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Участник должен уметь:</w:t>
            </w:r>
          </w:p>
          <w:p w14:paraId="6769905B" w14:textId="0384B1EA" w:rsidR="008B3248" w:rsidRPr="008B3248" w:rsidRDefault="008B3248" w:rsidP="00C8745B">
            <w:pPr>
              <w:pStyle w:val="ab"/>
              <w:numPr>
                <w:ilvl w:val="0"/>
                <w:numId w:val="35"/>
              </w:numPr>
              <w:spacing w:after="0" w:line="240" w:lineRule="auto"/>
              <w:ind w:left="25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соблюдать правила безопасной работы с предметами, используемыми в работе;</w:t>
            </w:r>
          </w:p>
          <w:p w14:paraId="57D3E3AD" w14:textId="77777777" w:rsidR="008B3248" w:rsidRPr="008B3248" w:rsidRDefault="008B3248" w:rsidP="00C8745B">
            <w:pPr>
              <w:pStyle w:val="ab"/>
              <w:numPr>
                <w:ilvl w:val="0"/>
                <w:numId w:val="35"/>
              </w:numPr>
              <w:spacing w:after="0" w:line="240" w:lineRule="auto"/>
              <w:ind w:left="25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соблюдать правила хранения и эксплуатации инструментов, необходимых для работы;</w:t>
            </w:r>
          </w:p>
          <w:p w14:paraId="76D23DE9" w14:textId="77777777" w:rsidR="008B3248" w:rsidRPr="008B3248" w:rsidRDefault="008B3248" w:rsidP="00C8745B">
            <w:pPr>
              <w:pStyle w:val="ab"/>
              <w:numPr>
                <w:ilvl w:val="0"/>
                <w:numId w:val="35"/>
              </w:numPr>
              <w:spacing w:after="0" w:line="240" w:lineRule="auto"/>
              <w:ind w:left="25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соблюдать правила личной гигиены; </w:t>
            </w:r>
          </w:p>
          <w:p w14:paraId="7A9DFA38" w14:textId="77777777" w:rsidR="008B3248" w:rsidRPr="008B3248" w:rsidRDefault="008B3248" w:rsidP="00C8745B">
            <w:pPr>
              <w:pStyle w:val="ab"/>
              <w:numPr>
                <w:ilvl w:val="0"/>
                <w:numId w:val="35"/>
              </w:numPr>
              <w:spacing w:after="0" w:line="240" w:lineRule="auto"/>
              <w:ind w:left="25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соблюдать чистоту на рабочем месте в ходе выполнения работ и по их завершении.</w:t>
            </w:r>
          </w:p>
        </w:tc>
      </w:tr>
      <w:tr w:rsidR="008B3248" w:rsidRPr="008B3248" w14:paraId="48F64B41" w14:textId="77777777" w:rsidTr="00482E2E">
        <w:tc>
          <w:tcPr>
            <w:tcW w:w="9894" w:type="dxa"/>
            <w:gridSpan w:val="2"/>
            <w:shd w:val="clear" w:color="auto" w:fill="BDD6EE" w:themeFill="accent1" w:themeFillTint="66"/>
          </w:tcPr>
          <w:p w14:paraId="0A71C098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248">
              <w:rPr>
                <w:rFonts w:ascii="Times New Roman" w:hAnsi="Times New Roman"/>
                <w:b/>
                <w:sz w:val="24"/>
                <w:szCs w:val="24"/>
              </w:rPr>
              <w:t>Раздел 2. Первоначальные знания о профессии</w:t>
            </w:r>
          </w:p>
        </w:tc>
      </w:tr>
      <w:tr w:rsidR="008B3248" w:rsidRPr="008B3248" w14:paraId="10803FC5" w14:textId="77777777" w:rsidTr="00482E2E">
        <w:tc>
          <w:tcPr>
            <w:tcW w:w="636" w:type="dxa"/>
          </w:tcPr>
          <w:p w14:paraId="2BB1D3C2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9258" w:type="dxa"/>
          </w:tcPr>
          <w:p w14:paraId="60157677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Участник должен знать и понимать:</w:t>
            </w:r>
          </w:p>
          <w:p w14:paraId="326EADE4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специфику деятельности выбранной профессии (в чем заключается работа, какие виды работ выполняет);</w:t>
            </w:r>
          </w:p>
          <w:p w14:paraId="5B11C491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виды инструментов, материалов и оборудования, необходимых для работы;</w:t>
            </w:r>
          </w:p>
          <w:p w14:paraId="53AEC61E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разновидности материалов, используемых для работы по выбранной профессии;</w:t>
            </w:r>
          </w:p>
          <w:p w14:paraId="72F345C3" w14:textId="351A2BE0" w:rsid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профессиональную терминологию;</w:t>
            </w:r>
            <w:r w:rsidR="008A0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D13F85" w14:textId="69BFCAAB" w:rsidR="008A06C9" w:rsidRDefault="008A06C9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6C9">
              <w:rPr>
                <w:rFonts w:ascii="Times New Roman" w:hAnsi="Times New Roman"/>
                <w:sz w:val="24"/>
                <w:szCs w:val="24"/>
              </w:rPr>
              <w:t>–социальную значимость профессии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CEF429" w14:textId="5B1A708F" w:rsidR="008A06C9" w:rsidRPr="008B3248" w:rsidRDefault="008A06C9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6C9">
              <w:rPr>
                <w:rFonts w:ascii="Times New Roman" w:hAnsi="Times New Roman"/>
                <w:sz w:val="24"/>
                <w:szCs w:val="24"/>
              </w:rPr>
              <w:t xml:space="preserve">–применять методы и приемы работы </w:t>
            </w:r>
            <w:r w:rsidR="002E3F50">
              <w:rPr>
                <w:rFonts w:ascii="Times New Roman" w:hAnsi="Times New Roman"/>
                <w:sz w:val="24"/>
                <w:szCs w:val="24"/>
              </w:rPr>
              <w:t>в соответствии с профессиональными компетенциями;</w:t>
            </w:r>
          </w:p>
          <w:p w14:paraId="79C83403" w14:textId="205D139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технику работы с инструментами.</w:t>
            </w:r>
          </w:p>
        </w:tc>
      </w:tr>
      <w:tr w:rsidR="008B3248" w:rsidRPr="008B3248" w14:paraId="60A573F6" w14:textId="77777777" w:rsidTr="00482E2E">
        <w:tc>
          <w:tcPr>
            <w:tcW w:w="9894" w:type="dxa"/>
            <w:gridSpan w:val="2"/>
            <w:shd w:val="clear" w:color="auto" w:fill="BDD6EE" w:themeFill="accent1" w:themeFillTint="66"/>
          </w:tcPr>
          <w:p w14:paraId="231B129A" w14:textId="77777777" w:rsidR="008B3248" w:rsidRPr="008B3248" w:rsidRDefault="008B3248" w:rsidP="008B3248">
            <w:pPr>
              <w:spacing w:after="0" w:line="240" w:lineRule="auto"/>
              <w:ind w:left="1019" w:hanging="10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248">
              <w:rPr>
                <w:rFonts w:ascii="Times New Roman" w:hAnsi="Times New Roman"/>
                <w:b/>
                <w:sz w:val="24"/>
                <w:szCs w:val="24"/>
              </w:rPr>
              <w:t>Раздел 3. Первоначальные умения в области профессии</w:t>
            </w:r>
          </w:p>
        </w:tc>
      </w:tr>
      <w:tr w:rsidR="008B3248" w:rsidRPr="008B3248" w14:paraId="78DD74AF" w14:textId="77777777" w:rsidTr="00482E2E">
        <w:tc>
          <w:tcPr>
            <w:tcW w:w="636" w:type="dxa"/>
          </w:tcPr>
          <w:p w14:paraId="465E9249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258" w:type="dxa"/>
          </w:tcPr>
          <w:p w14:paraId="351EE644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Участник должен уметь:</w:t>
            </w:r>
          </w:p>
          <w:p w14:paraId="7D74A02E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подбирать соответствующие материалы и инструменты для использования в работе;</w:t>
            </w:r>
          </w:p>
          <w:p w14:paraId="7E3210F9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осуществлять трудовые действия при создании продукта своей деятельности;</w:t>
            </w:r>
          </w:p>
          <w:p w14:paraId="61C221DB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презентовать продукт своей деятельности посредством озвучивания предварительно составленного описательного рассказа;</w:t>
            </w:r>
          </w:p>
          <w:p w14:paraId="6F99C312" w14:textId="77777777" w:rsidR="008B3248" w:rsidRPr="008B3248" w:rsidRDefault="008B3248" w:rsidP="00C8745B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использовать в ходе презентации продукта своей деятельности профессиональную терминологию.</w:t>
            </w:r>
          </w:p>
        </w:tc>
      </w:tr>
      <w:tr w:rsidR="008B3248" w:rsidRPr="008B3248" w14:paraId="39F47D98" w14:textId="77777777" w:rsidTr="00482E2E">
        <w:tc>
          <w:tcPr>
            <w:tcW w:w="9894" w:type="dxa"/>
            <w:gridSpan w:val="2"/>
            <w:shd w:val="clear" w:color="auto" w:fill="BDD6EE" w:themeFill="accent1" w:themeFillTint="66"/>
          </w:tcPr>
          <w:p w14:paraId="62D2542F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248">
              <w:rPr>
                <w:rFonts w:ascii="Times New Roman" w:hAnsi="Times New Roman"/>
                <w:b/>
                <w:sz w:val="24"/>
                <w:szCs w:val="24"/>
              </w:rPr>
              <w:t>Раздел 4. Сквозные представления, умения</w:t>
            </w:r>
          </w:p>
        </w:tc>
      </w:tr>
      <w:tr w:rsidR="008B3248" w:rsidRPr="008B3248" w14:paraId="0BA80282" w14:textId="77777777" w:rsidTr="00482E2E">
        <w:tc>
          <w:tcPr>
            <w:tcW w:w="636" w:type="dxa"/>
          </w:tcPr>
          <w:p w14:paraId="738306FC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9258" w:type="dxa"/>
          </w:tcPr>
          <w:p w14:paraId="04AFD86D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Участник должен знать и понимать:</w:t>
            </w:r>
          </w:p>
          <w:p w14:paraId="690E9035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правила конкурса: соблюдать отведенное для задания время, не покидать рабочее место во время выполнения задания;</w:t>
            </w:r>
          </w:p>
          <w:p w14:paraId="6EBF2D73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культурные нормы организации собственной деятельности: аккуратно действовать с материалами, соблюдать порядок на рабочем месте в ходе деятельности: своевременно убирать оборудование и материалы в места их хранения, при необходимости работать в защитном фартуке;</w:t>
            </w:r>
          </w:p>
          <w:p w14:paraId="373F79B5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222"/>
              </w:tabs>
              <w:spacing w:after="0" w:line="240" w:lineRule="auto"/>
              <w:ind w:left="11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правила пользования инструментами; </w:t>
            </w:r>
          </w:p>
          <w:p w14:paraId="192CE202" w14:textId="0381A6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0"/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технику работы с </w:t>
            </w:r>
            <w:r w:rsidR="002E3F50">
              <w:rPr>
                <w:rFonts w:ascii="Times New Roman" w:hAnsi="Times New Roman"/>
                <w:sz w:val="24"/>
                <w:szCs w:val="24"/>
              </w:rPr>
              <w:t xml:space="preserve">выбранными </w:t>
            </w:r>
            <w:r w:rsidRPr="008B3248">
              <w:rPr>
                <w:rFonts w:ascii="Times New Roman" w:hAnsi="Times New Roman"/>
                <w:sz w:val="24"/>
                <w:szCs w:val="24"/>
              </w:rPr>
              <w:t>инструментами;</w:t>
            </w:r>
          </w:p>
          <w:p w14:paraId="69E7249D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0"/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особенности описательного рассказа;</w:t>
            </w:r>
          </w:p>
          <w:p w14:paraId="63749C96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0"/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правила эффективной коммуникации: представляться (называть свое имя и фамилию), при презентации смотреть в камеру.</w:t>
            </w:r>
          </w:p>
        </w:tc>
      </w:tr>
      <w:tr w:rsidR="008B3248" w:rsidRPr="008B3248" w14:paraId="46A034F0" w14:textId="77777777" w:rsidTr="00482E2E">
        <w:tc>
          <w:tcPr>
            <w:tcW w:w="636" w:type="dxa"/>
          </w:tcPr>
          <w:p w14:paraId="4774EACD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9258" w:type="dxa"/>
          </w:tcPr>
          <w:p w14:paraId="6B608F70" w14:textId="77777777" w:rsidR="008B3248" w:rsidRPr="008B3248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Участник должен уметь:</w:t>
            </w:r>
          </w:p>
          <w:p w14:paraId="726BBB23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spacing w:after="0" w:line="240" w:lineRule="auto"/>
              <w:ind w:left="253" w:hanging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соблюдать правила конкурса: соблюдать отведенное для задания время, не покидать </w:t>
            </w:r>
            <w:r w:rsidRPr="008B3248">
              <w:rPr>
                <w:rFonts w:ascii="Times New Roman" w:hAnsi="Times New Roman"/>
                <w:sz w:val="24"/>
                <w:szCs w:val="24"/>
              </w:rPr>
              <w:lastRenderedPageBreak/>
              <w:t>рабочее место во время выполнения задания;</w:t>
            </w:r>
          </w:p>
          <w:p w14:paraId="29F72CDF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соблюдать культурные нормы организации собственной деятельности: аккуратно действовать с материалами, соблюдать порядок на рабочем месте в ходе деятельности: своевременно убирать оборудование и материалы в места их хранения, при необходимости работать в защитном фартуке;</w:t>
            </w:r>
          </w:p>
          <w:p w14:paraId="0A8123EF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222"/>
              </w:tabs>
              <w:spacing w:after="0" w:line="240" w:lineRule="auto"/>
              <w:ind w:left="11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соблюдать правила пользования инструментами; </w:t>
            </w:r>
          </w:p>
          <w:p w14:paraId="174C2ECA" w14:textId="0B7521AF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222"/>
              </w:tabs>
              <w:spacing w:after="0" w:line="240" w:lineRule="auto"/>
              <w:ind w:left="11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соблюдать технику работы с </w:t>
            </w:r>
            <w:r w:rsidR="002E3F50">
              <w:rPr>
                <w:rFonts w:ascii="Times New Roman" w:hAnsi="Times New Roman"/>
                <w:sz w:val="24"/>
                <w:szCs w:val="24"/>
              </w:rPr>
              <w:t>выбранными</w:t>
            </w:r>
            <w:r w:rsidRPr="008B3248">
              <w:rPr>
                <w:rFonts w:ascii="Times New Roman" w:hAnsi="Times New Roman"/>
                <w:sz w:val="24"/>
                <w:szCs w:val="24"/>
              </w:rPr>
              <w:t xml:space="preserve"> инструментами;</w:t>
            </w:r>
          </w:p>
          <w:p w14:paraId="60ABC03E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0"/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составлять описательный рассказ:</w:t>
            </w:r>
          </w:p>
          <w:p w14:paraId="37FAE197" w14:textId="76C05100" w:rsidR="008B3248" w:rsidRPr="008B3248" w:rsidRDefault="008B3248" w:rsidP="008B3248">
            <w:pPr>
              <w:pStyle w:val="ab"/>
              <w:tabs>
                <w:tab w:val="left" w:pos="0"/>
                <w:tab w:val="left" w:pos="222"/>
              </w:tabs>
              <w:spacing w:after="0"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 xml:space="preserve">  для участников дошкольног</w:t>
            </w:r>
            <w:r w:rsidR="00683477">
              <w:rPr>
                <w:rFonts w:ascii="Times New Roman" w:hAnsi="Times New Roman"/>
                <w:sz w:val="24"/>
                <w:szCs w:val="24"/>
              </w:rPr>
              <w:t>о возраста – из 5-8 предложений, для обучающихся 1-2 классов – не менее 8 предложений;</w:t>
            </w:r>
          </w:p>
          <w:p w14:paraId="2EAD3A3E" w14:textId="77777777" w:rsidR="008B3248" w:rsidRPr="008B3248" w:rsidRDefault="008B3248" w:rsidP="00C8745B">
            <w:pPr>
              <w:pStyle w:val="ab"/>
              <w:numPr>
                <w:ilvl w:val="0"/>
                <w:numId w:val="37"/>
              </w:numPr>
              <w:tabs>
                <w:tab w:val="left" w:pos="0"/>
                <w:tab w:val="left" w:pos="222"/>
              </w:tabs>
              <w:spacing w:after="0" w:line="240" w:lineRule="auto"/>
              <w:ind w:left="8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248">
              <w:rPr>
                <w:rFonts w:ascii="Times New Roman" w:hAnsi="Times New Roman"/>
                <w:sz w:val="24"/>
                <w:szCs w:val="24"/>
              </w:rPr>
              <w:t>соблюдать правила эффективной коммуникации: представляться (называть свое имя и фамилию), при презентации смотреть в камеру.</w:t>
            </w:r>
          </w:p>
        </w:tc>
      </w:tr>
    </w:tbl>
    <w:p w14:paraId="0B1BC1EB" w14:textId="77777777" w:rsidR="008B3248" w:rsidRPr="008B3248" w:rsidRDefault="008B3248" w:rsidP="008B32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EB08F9" w14:textId="77777777" w:rsidR="008B3248" w:rsidRPr="008B3248" w:rsidRDefault="008B3248" w:rsidP="008B3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248">
        <w:rPr>
          <w:rFonts w:ascii="Times New Roman" w:hAnsi="Times New Roman"/>
          <w:b/>
          <w:sz w:val="24"/>
          <w:szCs w:val="24"/>
        </w:rPr>
        <w:t>3. КОНКУРСНОЕ ЗАДАНИЕ</w:t>
      </w:r>
    </w:p>
    <w:p w14:paraId="4DC3FF90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3.1.</w:t>
      </w:r>
      <w:r w:rsidRPr="008B3248">
        <w:rPr>
          <w:rFonts w:ascii="Times New Roman" w:hAnsi="Times New Roman"/>
          <w:b/>
          <w:sz w:val="24"/>
          <w:szCs w:val="24"/>
        </w:rPr>
        <w:t xml:space="preserve"> </w:t>
      </w:r>
      <w:r w:rsidRPr="008B3248">
        <w:rPr>
          <w:rFonts w:ascii="Times New Roman" w:hAnsi="Times New Roman"/>
          <w:sz w:val="24"/>
          <w:szCs w:val="24"/>
        </w:rPr>
        <w:t>Конкурсное задание «Видео-визитка» включает в себя выполнение заданий, связанных с осведомленностью участника о выбранной профессии, изготовлением и презентацией продукта своей деятельности.</w:t>
      </w:r>
    </w:p>
    <w:p w14:paraId="73301F9C" w14:textId="77777777" w:rsidR="008B3248" w:rsidRPr="008B3248" w:rsidRDefault="008B3248" w:rsidP="008B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3.2. В ходе Видео-визитки участник выполняет задания двух модулей: </w:t>
      </w:r>
    </w:p>
    <w:p w14:paraId="18399DE2" w14:textId="77777777" w:rsidR="008B3248" w:rsidRPr="008B3248" w:rsidRDefault="008B3248" w:rsidP="00C8745B">
      <w:pPr>
        <w:pStyle w:val="ab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Модуль 2</w:t>
      </w:r>
      <w:r w:rsidRPr="008B324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(практико-ориентированный</w:t>
      </w:r>
      <w:r w:rsidRPr="008B3248">
        <w:rPr>
          <w:rFonts w:ascii="Times New Roman" w:hAnsi="Times New Roman"/>
          <w:sz w:val="24"/>
          <w:szCs w:val="24"/>
        </w:rPr>
        <w:t xml:space="preserve">), Модуль 3 (социально-коммуникативный), включающих практическое задание по демонстрации первоначальных умений в области профессии. </w:t>
      </w:r>
    </w:p>
    <w:p w14:paraId="756AA477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B3248">
        <w:rPr>
          <w:rFonts w:ascii="Times New Roman" w:eastAsia="Times New Roman" w:hAnsi="Times New Roman"/>
          <w:b/>
          <w:sz w:val="24"/>
          <w:szCs w:val="24"/>
        </w:rPr>
        <w:t>Модуль 2 (практико-ориентированный) совмещен с Модулем 3</w:t>
      </w:r>
    </w:p>
    <w:p w14:paraId="1734605F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568C8">
        <w:rPr>
          <w:rFonts w:ascii="Times New Roman" w:eastAsia="Times New Roman" w:hAnsi="Times New Roman"/>
          <w:sz w:val="24"/>
          <w:szCs w:val="24"/>
          <w:u w:val="single"/>
        </w:rPr>
        <w:t>Цель</w:t>
      </w:r>
      <w:r w:rsidRPr="008B3248">
        <w:rPr>
          <w:rFonts w:ascii="Times New Roman" w:eastAsia="Times New Roman" w:hAnsi="Times New Roman"/>
          <w:sz w:val="24"/>
          <w:szCs w:val="24"/>
        </w:rPr>
        <w:t>: демонстрация участником умения создавать продукт своей деятельности и презентовать его.</w:t>
      </w:r>
    </w:p>
    <w:p w14:paraId="4F61C8CB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568C8">
        <w:rPr>
          <w:rFonts w:ascii="Times New Roman" w:eastAsia="Times New Roman" w:hAnsi="Times New Roman"/>
          <w:sz w:val="24"/>
          <w:szCs w:val="24"/>
          <w:u w:val="single"/>
        </w:rPr>
        <w:t>Лимит времени на выполнение задания</w:t>
      </w:r>
      <w:r w:rsidRPr="008B3248">
        <w:rPr>
          <w:rFonts w:ascii="Times New Roman" w:eastAsia="Times New Roman" w:hAnsi="Times New Roman"/>
          <w:sz w:val="24"/>
          <w:szCs w:val="24"/>
        </w:rPr>
        <w:t xml:space="preserve"> – 5 минут.</w:t>
      </w:r>
    </w:p>
    <w:p w14:paraId="7560FAFF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568C8">
        <w:rPr>
          <w:rFonts w:ascii="Times New Roman" w:eastAsia="Times New Roman" w:hAnsi="Times New Roman"/>
          <w:sz w:val="24"/>
          <w:szCs w:val="24"/>
          <w:u w:val="single"/>
        </w:rPr>
        <w:t>Лимит времени на представление задания</w:t>
      </w:r>
      <w:r w:rsidRPr="008B3248">
        <w:rPr>
          <w:rFonts w:ascii="Times New Roman" w:eastAsia="Times New Roman" w:hAnsi="Times New Roman"/>
          <w:sz w:val="24"/>
          <w:szCs w:val="24"/>
        </w:rPr>
        <w:t xml:space="preserve"> – 2 минуты. </w:t>
      </w:r>
    </w:p>
    <w:p w14:paraId="2489EE04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8B3248">
        <w:rPr>
          <w:rFonts w:ascii="Times New Roman" w:eastAsia="Times New Roman" w:hAnsi="Times New Roman"/>
          <w:sz w:val="24"/>
          <w:szCs w:val="24"/>
          <w:u w:val="single"/>
        </w:rPr>
        <w:t>Алгоритм выполнения задания</w:t>
      </w:r>
    </w:p>
    <w:p w14:paraId="5A7CE026" w14:textId="77777777" w:rsidR="008B3248" w:rsidRPr="008B3248" w:rsidRDefault="008B3248" w:rsidP="00C8745B">
      <w:pPr>
        <w:pStyle w:val="ab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3248">
        <w:rPr>
          <w:rFonts w:ascii="Times New Roman" w:eastAsia="Times New Roman" w:hAnsi="Times New Roman"/>
          <w:sz w:val="24"/>
          <w:szCs w:val="24"/>
        </w:rPr>
        <w:t>Участник одет в спецодежду;</w:t>
      </w:r>
    </w:p>
    <w:p w14:paraId="03B003B3" w14:textId="77777777" w:rsidR="008B3248" w:rsidRPr="008B3248" w:rsidRDefault="008B3248" w:rsidP="00C8745B">
      <w:pPr>
        <w:pStyle w:val="ab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>пред</w:t>
      </w:r>
      <w:r w:rsidR="00616F15">
        <w:rPr>
          <w:rFonts w:ascii="Times New Roman" w:hAnsi="Times New Roman"/>
          <w:sz w:val="24"/>
          <w:szCs w:val="24"/>
        </w:rPr>
        <w:t xml:space="preserve">ставляется (называет свое имя, </w:t>
      </w:r>
      <w:r w:rsidRPr="008B3248">
        <w:rPr>
          <w:rFonts w:ascii="Times New Roman" w:hAnsi="Times New Roman"/>
          <w:sz w:val="24"/>
          <w:szCs w:val="24"/>
        </w:rPr>
        <w:t>фамилию</w:t>
      </w:r>
      <w:r w:rsidR="00616F15">
        <w:rPr>
          <w:rFonts w:ascii="Times New Roman" w:hAnsi="Times New Roman"/>
          <w:sz w:val="24"/>
          <w:szCs w:val="24"/>
        </w:rPr>
        <w:t>, детский сад, территорию проживания</w:t>
      </w:r>
      <w:r w:rsidRPr="008B3248">
        <w:rPr>
          <w:rFonts w:ascii="Times New Roman" w:hAnsi="Times New Roman"/>
          <w:sz w:val="24"/>
          <w:szCs w:val="24"/>
        </w:rPr>
        <w:t>)</w:t>
      </w:r>
      <w:r w:rsidRPr="008B3248">
        <w:rPr>
          <w:rFonts w:ascii="Times New Roman" w:eastAsia="Times New Roman" w:hAnsi="Times New Roman"/>
          <w:sz w:val="24"/>
          <w:szCs w:val="24"/>
        </w:rPr>
        <w:t>;</w:t>
      </w:r>
    </w:p>
    <w:p w14:paraId="128AA11A" w14:textId="77777777" w:rsidR="008B3248" w:rsidRPr="008B3248" w:rsidRDefault="008B3248" w:rsidP="00C8745B">
      <w:pPr>
        <w:pStyle w:val="ab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3248">
        <w:rPr>
          <w:rFonts w:ascii="Times New Roman" w:eastAsia="Times New Roman" w:hAnsi="Times New Roman"/>
          <w:sz w:val="24"/>
          <w:szCs w:val="24"/>
        </w:rPr>
        <w:t>представляет создание продукта деятельности в соответствии с технологической картой;</w:t>
      </w:r>
    </w:p>
    <w:p w14:paraId="6B532953" w14:textId="77777777" w:rsidR="008B3248" w:rsidRPr="008B3248" w:rsidRDefault="008B3248" w:rsidP="00C8745B">
      <w:pPr>
        <w:pStyle w:val="ab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3248">
        <w:rPr>
          <w:rFonts w:ascii="Times New Roman" w:eastAsia="Times New Roman" w:hAnsi="Times New Roman"/>
          <w:sz w:val="24"/>
          <w:szCs w:val="24"/>
        </w:rPr>
        <w:t>ведет рассказ-презентацию о ходе создания продукта своей деятельности с использованием профессиональной терминологии;</w:t>
      </w:r>
    </w:p>
    <w:p w14:paraId="70654EE8" w14:textId="77777777" w:rsidR="008B3248" w:rsidRPr="008B3248" w:rsidRDefault="008B3248" w:rsidP="00C8745B">
      <w:pPr>
        <w:pStyle w:val="ab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3248">
        <w:rPr>
          <w:rFonts w:ascii="Times New Roman" w:eastAsia="Times New Roman" w:hAnsi="Times New Roman"/>
          <w:sz w:val="24"/>
          <w:szCs w:val="24"/>
        </w:rPr>
        <w:t>приводит в порядок рабочее место;</w:t>
      </w:r>
    </w:p>
    <w:p w14:paraId="799120ED" w14:textId="77777777" w:rsidR="008B3248" w:rsidRPr="008B3248" w:rsidRDefault="008B3248" w:rsidP="00C8745B">
      <w:pPr>
        <w:pStyle w:val="ab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3248">
        <w:rPr>
          <w:rFonts w:ascii="Times New Roman" w:hAnsi="Times New Roman"/>
          <w:sz w:val="24"/>
          <w:szCs w:val="24"/>
        </w:rPr>
        <w:t xml:space="preserve">презентует </w:t>
      </w:r>
      <w:r w:rsidRPr="008B3248">
        <w:rPr>
          <w:rFonts w:ascii="Times New Roman" w:eastAsia="Times New Roman" w:hAnsi="Times New Roman"/>
          <w:sz w:val="24"/>
          <w:szCs w:val="24"/>
        </w:rPr>
        <w:t>продукт своей деятельности</w:t>
      </w:r>
      <w:r w:rsidRPr="008B3248">
        <w:rPr>
          <w:rFonts w:ascii="Times New Roman" w:hAnsi="Times New Roman"/>
          <w:sz w:val="24"/>
          <w:szCs w:val="24"/>
        </w:rPr>
        <w:t>.</w:t>
      </w:r>
    </w:p>
    <w:p w14:paraId="4FA90DAC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3248">
        <w:rPr>
          <w:rFonts w:ascii="Times New Roman" w:eastAsia="Times New Roman" w:hAnsi="Times New Roman"/>
          <w:sz w:val="24"/>
          <w:szCs w:val="24"/>
          <w:u w:val="single"/>
        </w:rPr>
        <w:t>Ожидаемый результат</w:t>
      </w:r>
      <w:r w:rsidRPr="008B3248">
        <w:rPr>
          <w:rFonts w:ascii="Times New Roman" w:eastAsia="Times New Roman" w:hAnsi="Times New Roman"/>
          <w:sz w:val="24"/>
          <w:szCs w:val="24"/>
        </w:rPr>
        <w:t>: участник продемонстрирует умение создавать продукт своей деятельности и презентовать его с использованием профессиональной терминологии.</w:t>
      </w:r>
    </w:p>
    <w:p w14:paraId="237E56C7" w14:textId="77777777" w:rsidR="008B3248" w:rsidRPr="008B3248" w:rsidRDefault="008B3248" w:rsidP="008B3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B3248">
        <w:rPr>
          <w:rFonts w:ascii="Times New Roman" w:eastAsia="Times New Roman" w:hAnsi="Times New Roman"/>
          <w:b/>
          <w:sz w:val="24"/>
          <w:szCs w:val="24"/>
        </w:rPr>
        <w:t xml:space="preserve">Модуль 3 </w:t>
      </w:r>
      <w:r w:rsidRPr="008B3248">
        <w:rPr>
          <w:rFonts w:ascii="Times New Roman" w:hAnsi="Times New Roman"/>
          <w:b/>
          <w:sz w:val="24"/>
          <w:szCs w:val="24"/>
        </w:rPr>
        <w:t>(социально-коммуникативный)</w:t>
      </w:r>
      <w:r w:rsidRPr="008B3248">
        <w:rPr>
          <w:rFonts w:ascii="Times New Roman" w:eastAsia="Times New Roman" w:hAnsi="Times New Roman"/>
          <w:b/>
          <w:sz w:val="24"/>
          <w:szCs w:val="24"/>
        </w:rPr>
        <w:t xml:space="preserve"> совмещен с Модулем 2</w:t>
      </w:r>
    </w:p>
    <w:p w14:paraId="40D3DB39" w14:textId="77777777" w:rsidR="008B3248" w:rsidRPr="008B3248" w:rsidRDefault="008B3248" w:rsidP="008B32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8DE5C3" w14:textId="77777777" w:rsidR="008B3248" w:rsidRPr="00F75FE4" w:rsidRDefault="008B3248" w:rsidP="008B3248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F75FE4">
        <w:rPr>
          <w:rFonts w:ascii="Times New Roman" w:hAnsi="Times New Roman"/>
          <w:color w:val="auto"/>
          <w:sz w:val="24"/>
        </w:rPr>
        <w:t>4. оценка выполнения МОДУЛЕЙ КОНКУРСНОГО ЗАДАНИЯ</w:t>
      </w:r>
    </w:p>
    <w:p w14:paraId="2AEF05EA" w14:textId="59B5B3CC" w:rsidR="008B3248" w:rsidRDefault="008B3248" w:rsidP="002E3F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5FE4">
        <w:rPr>
          <w:rFonts w:ascii="Times New Roman" w:hAnsi="Times New Roman"/>
          <w:sz w:val="24"/>
          <w:szCs w:val="24"/>
        </w:rPr>
        <w:t>4.1. Видео-визитка оценивается в соответствии с разработанными критериями, принятыми на основании требований к компетенции выбранных профессий, определяемых данным Техническим описанием. Каждый выполненный модуль оценивается отдельно.</w:t>
      </w:r>
      <w:r w:rsidRPr="00F75F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75FE4">
        <w:rPr>
          <w:rFonts w:ascii="Times New Roman" w:hAnsi="Times New Roman"/>
          <w:sz w:val="24"/>
          <w:szCs w:val="24"/>
        </w:rPr>
        <w:t>Баллы регистрируются в индивидуальной оценочной ведомости, которая заполняется группой экспертов и сдается главному эксперту. Результатом выполнения участником конкурсного задания является сумма баллов, внесенная в ведомость по всем критериям конкурных заданий.</w:t>
      </w:r>
      <w:r w:rsidR="00B56ABA" w:rsidRPr="00F75F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75FE4">
        <w:rPr>
          <w:rFonts w:ascii="Times New Roman" w:hAnsi="Times New Roman"/>
          <w:sz w:val="24"/>
          <w:szCs w:val="24"/>
        </w:rPr>
        <w:t>Количество баллов каждого м</w:t>
      </w:r>
      <w:r w:rsidR="00B56ABA" w:rsidRPr="00F75FE4">
        <w:rPr>
          <w:rFonts w:ascii="Times New Roman" w:hAnsi="Times New Roman"/>
          <w:sz w:val="24"/>
          <w:szCs w:val="24"/>
        </w:rPr>
        <w:t>одуля представлено в Таблице.</w:t>
      </w:r>
    </w:p>
    <w:p w14:paraId="2ABF8FD6" w14:textId="77777777" w:rsidR="002E3F50" w:rsidRPr="00F75FE4" w:rsidRDefault="002E3F50" w:rsidP="002E3F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372"/>
        <w:gridCol w:w="1417"/>
        <w:gridCol w:w="1276"/>
      </w:tblGrid>
      <w:tr w:rsidR="008B3248" w:rsidRPr="00F75FE4" w14:paraId="3A6374A6" w14:textId="77777777" w:rsidTr="00482E2E">
        <w:trPr>
          <w:trHeight w:val="257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B807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hAnsi="Times New Roman"/>
                <w:b/>
                <w:sz w:val="24"/>
                <w:szCs w:val="24"/>
              </w:rPr>
              <w:t>Перечень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AC19" w14:textId="77777777" w:rsidR="008B3248" w:rsidRPr="00F75FE4" w:rsidRDefault="006568C8" w:rsidP="00656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hAnsi="Times New Roman"/>
                <w:b/>
                <w:sz w:val="24"/>
                <w:szCs w:val="24"/>
              </w:rPr>
              <w:t>Модуль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26D4" w14:textId="77777777" w:rsidR="008B3248" w:rsidRPr="00F75FE4" w:rsidRDefault="006568C8" w:rsidP="00656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hAnsi="Times New Roman"/>
                <w:b/>
                <w:sz w:val="24"/>
                <w:szCs w:val="24"/>
              </w:rPr>
              <w:t>Модуль 3</w:t>
            </w:r>
          </w:p>
        </w:tc>
      </w:tr>
      <w:tr w:rsidR="008B3248" w:rsidRPr="00F75FE4" w14:paraId="0E83C8DF" w14:textId="77777777" w:rsidTr="00482E2E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1C9" w14:textId="77777777" w:rsidR="008B3248" w:rsidRPr="00F75FE4" w:rsidRDefault="008B3248" w:rsidP="006568C8">
            <w:pPr>
              <w:spacing w:after="0" w:line="240" w:lineRule="auto"/>
              <w:ind w:left="1019" w:hanging="10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Раздел 1. Соблюдение санита</w:t>
            </w:r>
            <w:r w:rsidR="006568C8" w:rsidRPr="00F75FE4">
              <w:rPr>
                <w:rFonts w:ascii="Times New Roman" w:hAnsi="Times New Roman"/>
                <w:sz w:val="24"/>
                <w:szCs w:val="24"/>
              </w:rPr>
              <w:t xml:space="preserve">рных норм и правил профилактики </w:t>
            </w:r>
            <w:r w:rsidRPr="00F75FE4">
              <w:rPr>
                <w:rFonts w:ascii="Times New Roman" w:hAnsi="Times New Roman"/>
                <w:sz w:val="24"/>
                <w:szCs w:val="24"/>
              </w:rPr>
              <w:t>травматизма, обеспечение охраны жизни и здоровья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B873" w14:textId="5B6CB9DF" w:rsidR="008B3248" w:rsidRPr="00F75FE4" w:rsidRDefault="00683477" w:rsidP="008B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08F6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248" w:rsidRPr="00F75FE4" w14:paraId="509D6D13" w14:textId="77777777" w:rsidTr="00482E2E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BE18" w14:textId="77777777" w:rsidR="008B3248" w:rsidRPr="00F75FE4" w:rsidRDefault="008B3248" w:rsidP="006568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Раздел 2. Первоначальные представления о профессии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8991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5A6A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B3248" w:rsidRPr="00F75FE4" w14:paraId="2732E716" w14:textId="77777777" w:rsidTr="00482E2E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034" w14:textId="77777777" w:rsidR="008B3248" w:rsidRPr="00F75FE4" w:rsidRDefault="008B3248" w:rsidP="006568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Раздел 3. Сквозные представления, умения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DD9D" w14:textId="0230F9E2" w:rsidR="008B3248" w:rsidRPr="00F75FE4" w:rsidRDefault="00683477" w:rsidP="008B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97E4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3248" w:rsidRPr="00F75FE4" w14:paraId="7BEDFFD5" w14:textId="77777777" w:rsidTr="00482E2E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07FD" w14:textId="77777777" w:rsidR="008B3248" w:rsidRPr="00F75FE4" w:rsidRDefault="008B3248" w:rsidP="008B324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C51" w14:textId="322478D3" w:rsidR="008B3248" w:rsidRPr="00F75FE4" w:rsidRDefault="00683477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603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14:paraId="747C7A33" w14:textId="77777777" w:rsidR="00B56ABA" w:rsidRDefault="00B56ABA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668DF0D" w14:textId="77777777" w:rsidR="009051DF" w:rsidRDefault="009051DF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041DE8C" w14:textId="77777777" w:rsidR="009051DF" w:rsidRDefault="009051DF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A037F1E" w14:textId="77777777" w:rsidR="00616F15" w:rsidRPr="00F75FE4" w:rsidRDefault="00616F15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3308F11" w14:textId="77777777" w:rsidR="008B3248" w:rsidRDefault="00B56ABA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5FE4">
        <w:rPr>
          <w:rFonts w:ascii="Times New Roman" w:hAnsi="Times New Roman"/>
          <w:sz w:val="24"/>
          <w:szCs w:val="24"/>
        </w:rPr>
        <w:t>4.2</w:t>
      </w:r>
      <w:r w:rsidR="00616F15">
        <w:rPr>
          <w:rFonts w:ascii="Times New Roman" w:hAnsi="Times New Roman"/>
          <w:sz w:val="24"/>
          <w:szCs w:val="24"/>
        </w:rPr>
        <w:t>. Критерии оценивания</w:t>
      </w:r>
    </w:p>
    <w:p w14:paraId="08ED71F8" w14:textId="77777777" w:rsidR="00616F15" w:rsidRPr="00F75FE4" w:rsidRDefault="00616F15" w:rsidP="008B32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839F510" w14:textId="77777777" w:rsidR="008B3248" w:rsidRPr="00F75FE4" w:rsidRDefault="008B3248" w:rsidP="008B3248">
      <w:pPr>
        <w:pStyle w:val="a8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5FE4">
        <w:rPr>
          <w:rFonts w:ascii="Times New Roman" w:hAnsi="Times New Roman"/>
          <w:b/>
          <w:sz w:val="24"/>
          <w:szCs w:val="24"/>
        </w:rPr>
        <w:t>Модуль 2. (практико-ориентированный)</w:t>
      </w:r>
    </w:p>
    <w:tbl>
      <w:tblPr>
        <w:tblW w:w="97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480"/>
        <w:gridCol w:w="4680"/>
        <w:gridCol w:w="991"/>
        <w:gridCol w:w="921"/>
      </w:tblGrid>
      <w:tr w:rsidR="008B3248" w:rsidRPr="00F75FE4" w14:paraId="5BB5A28F" w14:textId="77777777" w:rsidTr="006568C8">
        <w:trPr>
          <w:trHeight w:val="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B229C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B6C33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2BCD8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Конкретизация критерия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36C8F" w14:textId="77777777" w:rsidR="008B3248" w:rsidRPr="00616F15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6F15">
              <w:rPr>
                <w:rFonts w:ascii="Times New Roman" w:eastAsia="Times New Roman" w:hAnsi="Times New Roman"/>
                <w:b/>
              </w:rPr>
              <w:t>Максимально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8655D" w14:textId="77777777" w:rsidR="008B3248" w:rsidRPr="00616F15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6F15">
              <w:rPr>
                <w:rFonts w:ascii="Times New Roman" w:eastAsia="Times New Roman" w:hAnsi="Times New Roman"/>
                <w:b/>
              </w:rPr>
              <w:t>Фактически</w:t>
            </w:r>
          </w:p>
        </w:tc>
      </w:tr>
      <w:tr w:rsidR="006568C8" w:rsidRPr="00F75FE4" w14:paraId="40154843" w14:textId="77777777" w:rsidTr="00F579F2">
        <w:trPr>
          <w:trHeight w:val="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622A38DD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08D46C3A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58489CCC" w14:textId="6D98B091" w:rsidR="006568C8" w:rsidRPr="00F75FE4" w:rsidRDefault="00683477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74B432FF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061B3D7D" w14:textId="77777777" w:rsidTr="006568C8">
        <w:trPr>
          <w:trHeight w:val="34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2144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0846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Соблюдение правил безопасного использования материалов, оборудования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63F4BF2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При работе с колющими/режущими инструментами: не поднимает выше уровня груди, не направляет острым концом в сторону тела и лица; следит за направлением резки; оставляет инструменты на столе в безопасном положении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73E6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19E1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28E62E02" w14:textId="77777777" w:rsidTr="006568C8">
        <w:trPr>
          <w:trHeight w:val="347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2A96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A52E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7A4A2F84" w14:textId="7CECCA01" w:rsidR="008B3248" w:rsidRPr="00BA0F8F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F8F">
              <w:rPr>
                <w:rFonts w:ascii="Times New Roman" w:hAnsi="Times New Roman"/>
                <w:sz w:val="24"/>
                <w:szCs w:val="24"/>
              </w:rPr>
              <w:t>При работе с клеем пользуется салфеткой, не трет лицо руками</w:t>
            </w:r>
            <w:r w:rsidR="00587A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0DDA7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83808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F50" w:rsidRPr="00F75FE4" w14:paraId="55B549C8" w14:textId="77777777" w:rsidTr="006568C8">
        <w:trPr>
          <w:trHeight w:val="347"/>
          <w:jc w:val="center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C2EF9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2DE46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5255F8C6" w14:textId="5FDB752D" w:rsidR="002E3F50" w:rsidRPr="00BA0F8F" w:rsidRDefault="00587A72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A72">
              <w:rPr>
                <w:rFonts w:ascii="Times New Roman" w:hAnsi="Times New Roman"/>
                <w:sz w:val="24"/>
                <w:szCs w:val="24"/>
              </w:rPr>
              <w:t>ри работе с бумагой, чертежными принадлежностями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5997F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E879B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F50" w:rsidRPr="00F75FE4" w14:paraId="089A47AA" w14:textId="77777777" w:rsidTr="006568C8">
        <w:trPr>
          <w:trHeight w:val="347"/>
          <w:jc w:val="center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574BC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C1F0C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428FE587" w14:textId="36797423" w:rsidR="002E3F50" w:rsidRPr="00BA0F8F" w:rsidRDefault="00587A72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A72">
              <w:rPr>
                <w:rFonts w:ascii="Times New Roman" w:hAnsi="Times New Roman"/>
                <w:sz w:val="24"/>
                <w:szCs w:val="24"/>
              </w:rPr>
              <w:t>ри работе с Лого-роботом «Мышка» (BEE-BOT);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5418A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00846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F50" w:rsidRPr="00F75FE4" w14:paraId="29731A9A" w14:textId="77777777" w:rsidTr="006568C8">
        <w:trPr>
          <w:trHeight w:val="347"/>
          <w:jc w:val="center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85749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95074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7F10502C" w14:textId="1A8D36A4" w:rsidR="002E3F50" w:rsidRPr="00BA0F8F" w:rsidRDefault="00587A72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A72">
              <w:rPr>
                <w:rFonts w:ascii="Times New Roman" w:hAnsi="Times New Roman"/>
                <w:sz w:val="24"/>
                <w:szCs w:val="24"/>
              </w:rPr>
              <w:t>ри работе с электрооборудованием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0A69D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4ADF9" w14:textId="77777777" w:rsidR="002E3F50" w:rsidRPr="00F75FE4" w:rsidRDefault="002E3F50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566E9E52" w14:textId="77777777" w:rsidTr="006568C8">
        <w:trPr>
          <w:trHeight w:val="347"/>
          <w:jc w:val="center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7FC55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DC2607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Соблюдение чистоты на рабочем месте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64FA8D9D" w14:textId="77777777" w:rsidR="008B3248" w:rsidRPr="00BA0F8F" w:rsidRDefault="006C5ECF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F8F">
              <w:rPr>
                <w:rFonts w:ascii="Times New Roman" w:hAnsi="Times New Roman"/>
                <w:sz w:val="24"/>
                <w:szCs w:val="24"/>
              </w:rPr>
              <w:t>Содержит в чистоте</w:t>
            </w:r>
            <w:r w:rsidR="008B3248" w:rsidRPr="00BA0F8F"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Pr="00BA0F8F">
              <w:rPr>
                <w:rFonts w:ascii="Times New Roman" w:hAnsi="Times New Roman"/>
                <w:sz w:val="24"/>
                <w:szCs w:val="24"/>
              </w:rPr>
              <w:t>ую поверхность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7B39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0EBB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03707F51" w14:textId="77777777" w:rsidTr="006568C8">
        <w:trPr>
          <w:trHeight w:val="301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C9264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949080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tcMar>
              <w:left w:w="108" w:type="dxa"/>
              <w:right w:w="108" w:type="dxa"/>
            </w:tcMar>
          </w:tcPr>
          <w:p w14:paraId="21C5DE92" w14:textId="77777777" w:rsidR="008B324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Работает в спецодежде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83B5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94A34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477" w:rsidRPr="00F75FE4" w14:paraId="50C61C79" w14:textId="77777777" w:rsidTr="006568C8">
        <w:trPr>
          <w:trHeight w:val="301"/>
          <w:jc w:val="center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A8168" w14:textId="77777777" w:rsidR="00683477" w:rsidRPr="00F75FE4" w:rsidRDefault="00683477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3C3201D" w14:textId="77777777" w:rsidR="00683477" w:rsidRPr="00F75FE4" w:rsidRDefault="00683477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tcMar>
              <w:left w:w="108" w:type="dxa"/>
              <w:right w:w="108" w:type="dxa"/>
            </w:tcMar>
          </w:tcPr>
          <w:p w14:paraId="0FB3CE42" w14:textId="40A223F7" w:rsidR="00683477" w:rsidRPr="00F75FE4" w:rsidRDefault="00683477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477">
              <w:rPr>
                <w:rFonts w:ascii="Times New Roman" w:hAnsi="Times New Roman"/>
                <w:sz w:val="24"/>
                <w:szCs w:val="24"/>
              </w:rPr>
              <w:t>Приводит в порядок рабочее место по окончанию работы, использованные материалы выбрасывает в мусорный контейнер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C65A8" w14:textId="62885F69" w:rsidR="00683477" w:rsidRPr="00F75FE4" w:rsidRDefault="00683477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D4DA44" w14:textId="77777777" w:rsidR="00683477" w:rsidRPr="00F75FE4" w:rsidRDefault="00683477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C8" w:rsidRPr="00F75FE4" w14:paraId="3E082463" w14:textId="77777777" w:rsidTr="00F579F2">
        <w:trPr>
          <w:trHeight w:val="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0DD0F269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23F07186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Первоначальные умения в области профессии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5A3FF12D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621440D5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16A94AF9" w14:textId="77777777" w:rsidTr="006568C8">
        <w:trPr>
          <w:trHeight w:val="492"/>
          <w:jc w:val="center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8D13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48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F105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Подготовка материалов и инструментов для работы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936A0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Называет необходимые материалы и инструменты для создания продукта своей деятельности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812E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AA2E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515F761E" w14:textId="77777777" w:rsidTr="006568C8">
        <w:trPr>
          <w:trHeight w:val="522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DE30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AB88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666D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Функционально организует свое рабочее место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5193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F5CA5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5BDDEEE3" w14:textId="77777777" w:rsidTr="006568C8">
        <w:trPr>
          <w:trHeight w:val="377"/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33DE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BB5E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EC5C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Проговаривая свои действия, использует профессиональную терминологию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608D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DAD4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6ADC0818" w14:textId="77777777" w:rsidTr="006568C8">
        <w:trPr>
          <w:trHeight w:val="583"/>
          <w:jc w:val="center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24FB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48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9C4E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Создание продукта деятельности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3911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Действует по технологической карте создания продукта деятельности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1B14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40F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33CEEEF5" w14:textId="77777777" w:rsidTr="006568C8">
        <w:trPr>
          <w:trHeight w:val="257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F66E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8C3C49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17A1D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Действует аккуратно, проговаривая свои действия с использованием профессиональной терминологии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669D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7965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0E9F405F" w14:textId="77777777" w:rsidTr="006568C8">
        <w:trPr>
          <w:trHeight w:val="265"/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1E9B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F307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27D0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Соблюдает правила безопасности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23EF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058A8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C8" w:rsidRPr="00F75FE4" w14:paraId="4D60E20A" w14:textId="77777777" w:rsidTr="00F579F2">
        <w:trPr>
          <w:trHeight w:val="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0E753742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41D5A20A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Сквозные представления, умения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3BB622EA" w14:textId="0709DAE9" w:rsidR="006568C8" w:rsidRPr="00F75FE4" w:rsidRDefault="00683477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55663735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29344418" w14:textId="77777777" w:rsidTr="006568C8">
        <w:trPr>
          <w:trHeight w:val="293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C882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016EF" w14:textId="6C4A684F" w:rsidR="008B3248" w:rsidRPr="00F75FE4" w:rsidRDefault="00683477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Результативность </w:t>
            </w:r>
            <w:r w:rsidR="008B3248" w:rsidRPr="00F75FE4"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CCB5B4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Создает презентабельный продукт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37D0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F553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31C18034" w14:textId="77777777" w:rsidTr="006568C8">
        <w:trPr>
          <w:trHeight w:val="58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2519E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5F437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C7EA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Дело доводит до конца, чтобы получился законченный продукт деятельности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2C22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E251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6652EDCA" w14:textId="77777777" w:rsidTr="006568C8">
        <w:trPr>
          <w:trHeight w:val="285"/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E536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2406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C984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Укладывается во времени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B1A8F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CB5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76D3C264" w14:textId="77777777" w:rsidTr="006568C8">
        <w:trPr>
          <w:trHeight w:val="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31D14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F7C2D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FBCA8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654F7" w14:textId="626EC0B5" w:rsidR="008B3248" w:rsidRPr="00F75FE4" w:rsidRDefault="00683477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68E7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D576C2" w14:textId="77777777" w:rsidR="008B3248" w:rsidRPr="00F75FE4" w:rsidRDefault="008B3248" w:rsidP="008B32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A5C2B2" w14:textId="77777777" w:rsidR="00683477" w:rsidRDefault="00683477" w:rsidP="008B324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C39B0D6" w14:textId="427AA8AD" w:rsidR="008B3248" w:rsidRPr="00F75FE4" w:rsidRDefault="008B3248" w:rsidP="008B324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75FE4">
        <w:rPr>
          <w:rFonts w:ascii="Times New Roman" w:hAnsi="Times New Roman"/>
          <w:b/>
          <w:sz w:val="24"/>
          <w:szCs w:val="24"/>
        </w:rPr>
        <w:t>Модуль 3. (социально-коммуникативный)</w:t>
      </w:r>
    </w:p>
    <w:tbl>
      <w:tblPr>
        <w:tblW w:w="97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047"/>
        <w:gridCol w:w="4110"/>
        <w:gridCol w:w="993"/>
        <w:gridCol w:w="922"/>
      </w:tblGrid>
      <w:tr w:rsidR="008B3248" w:rsidRPr="00F75FE4" w14:paraId="7FA11460" w14:textId="77777777" w:rsidTr="006568C8">
        <w:trPr>
          <w:trHeight w:val="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20311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C90CC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BB1FC" w14:textId="77777777" w:rsidR="008B3248" w:rsidRPr="00F75FE4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Конкретизация критерия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7DC26" w14:textId="77777777" w:rsidR="008B3248" w:rsidRPr="00616F15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6F15">
              <w:rPr>
                <w:rFonts w:ascii="Times New Roman" w:eastAsia="Times New Roman" w:hAnsi="Times New Roman"/>
                <w:b/>
              </w:rPr>
              <w:t>Максимально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58235" w14:textId="77777777" w:rsidR="008B3248" w:rsidRPr="00616F15" w:rsidRDefault="008B3248" w:rsidP="008B32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6F15">
              <w:rPr>
                <w:rFonts w:ascii="Times New Roman" w:eastAsia="Times New Roman" w:hAnsi="Times New Roman"/>
                <w:b/>
              </w:rPr>
              <w:t>Фактически</w:t>
            </w:r>
          </w:p>
        </w:tc>
      </w:tr>
      <w:tr w:rsidR="006568C8" w:rsidRPr="00F75FE4" w14:paraId="0B913D8C" w14:textId="77777777" w:rsidTr="00F579F2">
        <w:trPr>
          <w:trHeight w:val="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6197A102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1108A691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13EABE2D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2F8E9259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37C73D7E" w14:textId="77777777" w:rsidTr="006568C8">
        <w:trPr>
          <w:trHeight w:val="347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2D5D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2528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безопасного использования материалов, оборудования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14:paraId="1C23D79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Правильно пользуется инструментами: не направляет острым концом в сторону лица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25C3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68E28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C8" w:rsidRPr="00F75FE4" w14:paraId="2CB14AFD" w14:textId="77777777" w:rsidTr="00F579F2">
        <w:trPr>
          <w:trHeight w:val="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718EEC8D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1315DF00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Первоначальные умения в области профессии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4918CD8E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57929029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46BAF0E2" w14:textId="77777777" w:rsidTr="006568C8">
        <w:trPr>
          <w:trHeight w:val="632"/>
          <w:jc w:val="center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969A7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7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F7BF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 xml:space="preserve">Умение выбрать материалы и оборудование в соответствии с запросом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2FB22" w14:textId="77777777" w:rsidR="008B3248" w:rsidRPr="00F75FE4" w:rsidRDefault="008B3248" w:rsidP="008B32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F75FE4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Продукт деятельности соответствует заданной тематике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929B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2D7BC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1A015158" w14:textId="77777777" w:rsidTr="006568C8">
        <w:trPr>
          <w:trHeight w:val="663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7E0AD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306C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Умение презентовать продукт своей деятельности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776B5" w14:textId="77777777" w:rsidR="008B3248" w:rsidRPr="00F75FE4" w:rsidRDefault="008B3248" w:rsidP="00656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Составленный рассказ имеет описательный характер объемом - более 7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1A7A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7906A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6D1F037A" w14:textId="77777777" w:rsidTr="006568C8">
        <w:trPr>
          <w:trHeight w:val="66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A6F8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5E16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58902" w14:textId="77777777" w:rsidR="008B3248" w:rsidRPr="00F75FE4" w:rsidRDefault="008B3248" w:rsidP="00656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Составленный рассказ имеет описательный характер объемом - 5-7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B5E1F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AAFBE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8E9CB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55860CFE" w14:textId="77777777" w:rsidTr="006568C8">
        <w:trPr>
          <w:trHeight w:val="562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547D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32124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4A58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 xml:space="preserve">Озвучено название продукта деятельности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E3309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78ACB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2EC6C23A" w14:textId="77777777" w:rsidTr="006568C8">
        <w:trPr>
          <w:trHeight w:val="66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D4E6F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6A9D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EEC8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Озвучены инструменты и материалы, используемые при создании продукта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408AD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DD995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02C7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35BC496B" w14:textId="77777777" w:rsidTr="006568C8">
        <w:trPr>
          <w:trHeight w:val="66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5E6B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0C46F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CBAE1" w14:textId="77777777" w:rsidR="008B3248" w:rsidRPr="00F75FE4" w:rsidRDefault="008B3248" w:rsidP="006568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Использует профессиональную терминологию:</w:t>
            </w:r>
            <w:r w:rsidR="006568C8" w:rsidRPr="00F75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5FE4">
              <w:rPr>
                <w:rFonts w:ascii="Times New Roman" w:hAnsi="Times New Roman"/>
                <w:sz w:val="24"/>
                <w:szCs w:val="24"/>
              </w:rPr>
              <w:t>- более 5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5A1A6F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B5063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15F1610A" w14:textId="77777777" w:rsidTr="006568C8">
        <w:trPr>
          <w:trHeight w:val="66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5954C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5438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CBB26E" w14:textId="77777777" w:rsidR="008B3248" w:rsidRPr="00F75FE4" w:rsidRDefault="008B3248" w:rsidP="006568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Использует профессиональную терминологию:</w:t>
            </w:r>
            <w:r w:rsidR="006568C8" w:rsidRPr="00F75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5FE4">
              <w:rPr>
                <w:rFonts w:ascii="Times New Roman" w:hAnsi="Times New Roman"/>
                <w:sz w:val="24"/>
                <w:szCs w:val="24"/>
              </w:rPr>
              <w:t>- 3-5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92ED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D75C01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7C41024E" w14:textId="77777777" w:rsidTr="006568C8">
        <w:trPr>
          <w:trHeight w:val="488"/>
          <w:jc w:val="center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48BD4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43F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E4A6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 xml:space="preserve">Использует невербальные средства общения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9372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26601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C8" w:rsidRPr="00F75FE4" w14:paraId="6A22CECB" w14:textId="77777777" w:rsidTr="00F579F2">
        <w:trPr>
          <w:trHeight w:val="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65027421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2A2DF154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Сквозные представления, умения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3F8FE71A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/>
            <w:tcMar>
              <w:left w:w="108" w:type="dxa"/>
              <w:right w:w="108" w:type="dxa"/>
            </w:tcMar>
          </w:tcPr>
          <w:p w14:paraId="0EA1A425" w14:textId="77777777" w:rsidR="006568C8" w:rsidRPr="00F75FE4" w:rsidRDefault="006568C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3B3A48B3" w14:textId="77777777" w:rsidTr="006568C8">
        <w:trPr>
          <w:trHeight w:val="293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43A2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7E66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эффективной коммуникации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3EEB70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Называет себя: имя, фамилию</w:t>
            </w:r>
            <w:r w:rsidR="00616F15">
              <w:rPr>
                <w:rFonts w:ascii="Times New Roman" w:hAnsi="Times New Roman"/>
                <w:sz w:val="24"/>
                <w:szCs w:val="24"/>
              </w:rPr>
              <w:t>, детский сад, территорию проживания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0C84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F6CB6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51B12B7A" w14:textId="77777777" w:rsidTr="006568C8">
        <w:trPr>
          <w:trHeight w:val="29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3D8E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5535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D7AEB4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В ходе презентации продукта деятельности не загораживает его своим телом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0BEE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7D7D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369FD8A5" w14:textId="77777777" w:rsidTr="006568C8">
        <w:trPr>
          <w:trHeight w:val="29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DBA45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F9F7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8D56D20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В ходе презентации продукта деятельности смотрит в камеру, не отводит взгляд в сторону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836B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E91A3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5CC1C064" w14:textId="77777777" w:rsidTr="006568C8">
        <w:trPr>
          <w:trHeight w:val="29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4706E9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0F1BD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8A69204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Речь громкая (не кричит)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C595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BB5FF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22DA8569" w14:textId="77777777" w:rsidTr="006568C8">
        <w:trPr>
          <w:trHeight w:val="293"/>
          <w:jc w:val="center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EA47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8C89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13434C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Речь понятная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8992B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8E44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4071D19C" w14:textId="77777777" w:rsidTr="006568C8">
        <w:trPr>
          <w:trHeight w:val="285"/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CCC4F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6D14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6B3A8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sz w:val="24"/>
                <w:szCs w:val="24"/>
              </w:rPr>
              <w:t>Укладывается во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71657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0C71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248" w:rsidRPr="00F75FE4" w14:paraId="221714D4" w14:textId="77777777" w:rsidTr="006568C8">
        <w:trPr>
          <w:trHeight w:val="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31FDE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6A6B73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A918E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C647A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77602" w14:textId="77777777" w:rsidR="008B3248" w:rsidRPr="00F75FE4" w:rsidRDefault="008B3248" w:rsidP="008B3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A86C448" w14:textId="77777777" w:rsidR="006C5ECF" w:rsidRDefault="006C5ECF" w:rsidP="009051DF">
      <w:pPr>
        <w:pStyle w:val="a5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6C5ECF" w:rsidSect="009051DF">
      <w:headerReference w:type="default" r:id="rId12"/>
      <w:footerReference w:type="default" r:id="rId13"/>
      <w:footerReference w:type="first" r:id="rId14"/>
      <w:pgSz w:w="11910" w:h="16840"/>
      <w:pgMar w:top="851" w:right="567" w:bottom="567" w:left="1418" w:header="425" w:footer="6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AD61B" w14:textId="77777777" w:rsidR="002741FA" w:rsidRDefault="002741FA" w:rsidP="00D26F9C">
      <w:pPr>
        <w:spacing w:after="0" w:line="240" w:lineRule="auto"/>
      </w:pPr>
      <w:r>
        <w:separator/>
      </w:r>
    </w:p>
  </w:endnote>
  <w:endnote w:type="continuationSeparator" w:id="0">
    <w:p w14:paraId="74962621" w14:textId="77777777" w:rsidR="002741FA" w:rsidRDefault="002741FA" w:rsidP="00D2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351451"/>
      <w:docPartObj>
        <w:docPartGallery w:val="Page Numbers (Bottom of Page)"/>
        <w:docPartUnique/>
      </w:docPartObj>
    </w:sdtPr>
    <w:sdtEndPr/>
    <w:sdtContent>
      <w:p w14:paraId="433CD8FD" w14:textId="22EF554C" w:rsidR="00647966" w:rsidRDefault="00647966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862">
          <w:rPr>
            <w:noProof/>
          </w:rPr>
          <w:t>11</w:t>
        </w:r>
        <w:r>
          <w:fldChar w:fldCharType="end"/>
        </w:r>
      </w:p>
    </w:sdtContent>
  </w:sdt>
  <w:p w14:paraId="105D348F" w14:textId="77777777" w:rsidR="00647966" w:rsidRDefault="00647966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811E" w14:textId="77777777" w:rsidR="00647966" w:rsidRDefault="00647966">
    <w:pPr>
      <w:pStyle w:val="af2"/>
    </w:pPr>
  </w:p>
  <w:p w14:paraId="014F52E4" w14:textId="77777777" w:rsidR="00647966" w:rsidRDefault="0064796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82892" w14:textId="77777777" w:rsidR="002741FA" w:rsidRDefault="002741FA" w:rsidP="00D26F9C">
      <w:pPr>
        <w:spacing w:after="0" w:line="240" w:lineRule="auto"/>
      </w:pPr>
      <w:r>
        <w:separator/>
      </w:r>
    </w:p>
  </w:footnote>
  <w:footnote w:type="continuationSeparator" w:id="0">
    <w:p w14:paraId="5B2A422C" w14:textId="77777777" w:rsidR="002741FA" w:rsidRDefault="002741FA" w:rsidP="00D26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4FF5" w14:textId="77777777" w:rsidR="00647966" w:rsidRPr="00AA3151" w:rsidRDefault="00647966" w:rsidP="00934793">
    <w:pPr>
      <w:pStyle w:val="af0"/>
    </w:pPr>
    <w: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4FF0"/>
    <w:multiLevelType w:val="hybridMultilevel"/>
    <w:tmpl w:val="EEC8ED9E"/>
    <w:lvl w:ilvl="0" w:tplc="5A08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568AF"/>
    <w:multiLevelType w:val="hybridMultilevel"/>
    <w:tmpl w:val="44CA5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B5FE2"/>
    <w:multiLevelType w:val="hybridMultilevel"/>
    <w:tmpl w:val="55BA3CD6"/>
    <w:lvl w:ilvl="0" w:tplc="6430F656">
      <w:numFmt w:val="bullet"/>
      <w:lvlText w:val="–"/>
      <w:lvlJc w:val="left"/>
      <w:pPr>
        <w:ind w:left="83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312BD84">
      <w:numFmt w:val="bullet"/>
      <w:lvlText w:val="•"/>
      <w:lvlJc w:val="left"/>
      <w:pPr>
        <w:ind w:left="1633" w:hanging="361"/>
      </w:pPr>
      <w:rPr>
        <w:rFonts w:hint="default"/>
        <w:lang w:val="ru-RU" w:eastAsia="en-US" w:bidi="ar-SA"/>
      </w:rPr>
    </w:lvl>
    <w:lvl w:ilvl="2" w:tplc="E0BC22BE">
      <w:numFmt w:val="bullet"/>
      <w:lvlText w:val="•"/>
      <w:lvlJc w:val="left"/>
      <w:pPr>
        <w:ind w:left="2427" w:hanging="361"/>
      </w:pPr>
      <w:rPr>
        <w:rFonts w:hint="default"/>
        <w:lang w:val="ru-RU" w:eastAsia="en-US" w:bidi="ar-SA"/>
      </w:rPr>
    </w:lvl>
    <w:lvl w:ilvl="3" w:tplc="2982BF6C">
      <w:numFmt w:val="bullet"/>
      <w:lvlText w:val="•"/>
      <w:lvlJc w:val="left"/>
      <w:pPr>
        <w:ind w:left="3221" w:hanging="361"/>
      </w:pPr>
      <w:rPr>
        <w:rFonts w:hint="default"/>
        <w:lang w:val="ru-RU" w:eastAsia="en-US" w:bidi="ar-SA"/>
      </w:rPr>
    </w:lvl>
    <w:lvl w:ilvl="4" w:tplc="1048EDB6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5" w:tplc="09020B66">
      <w:numFmt w:val="bullet"/>
      <w:lvlText w:val="•"/>
      <w:lvlJc w:val="left"/>
      <w:pPr>
        <w:ind w:left="4809" w:hanging="361"/>
      </w:pPr>
      <w:rPr>
        <w:rFonts w:hint="default"/>
        <w:lang w:val="ru-RU" w:eastAsia="en-US" w:bidi="ar-SA"/>
      </w:rPr>
    </w:lvl>
    <w:lvl w:ilvl="6" w:tplc="87181586">
      <w:numFmt w:val="bullet"/>
      <w:lvlText w:val="•"/>
      <w:lvlJc w:val="left"/>
      <w:pPr>
        <w:ind w:left="5602" w:hanging="361"/>
      </w:pPr>
      <w:rPr>
        <w:rFonts w:hint="default"/>
        <w:lang w:val="ru-RU" w:eastAsia="en-US" w:bidi="ar-SA"/>
      </w:rPr>
    </w:lvl>
    <w:lvl w:ilvl="7" w:tplc="2D765738">
      <w:numFmt w:val="bullet"/>
      <w:lvlText w:val="•"/>
      <w:lvlJc w:val="left"/>
      <w:pPr>
        <w:ind w:left="6396" w:hanging="361"/>
      </w:pPr>
      <w:rPr>
        <w:rFonts w:hint="default"/>
        <w:lang w:val="ru-RU" w:eastAsia="en-US" w:bidi="ar-SA"/>
      </w:rPr>
    </w:lvl>
    <w:lvl w:ilvl="8" w:tplc="5A0E1DC2">
      <w:numFmt w:val="bullet"/>
      <w:lvlText w:val="•"/>
      <w:lvlJc w:val="left"/>
      <w:pPr>
        <w:ind w:left="7190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40C6ED0"/>
    <w:multiLevelType w:val="hybridMultilevel"/>
    <w:tmpl w:val="CAF492A6"/>
    <w:lvl w:ilvl="0" w:tplc="877C1F24">
      <w:numFmt w:val="bullet"/>
      <w:lvlText w:val="–"/>
      <w:lvlJc w:val="left"/>
      <w:pPr>
        <w:ind w:left="1964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FC632A4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2" w:tplc="1E6674B6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  <w:lvl w:ilvl="3" w:tplc="E4EA7052">
      <w:numFmt w:val="bullet"/>
      <w:lvlText w:val="•"/>
      <w:lvlJc w:val="left"/>
      <w:pPr>
        <w:ind w:left="4704" w:hanging="360"/>
      </w:pPr>
      <w:rPr>
        <w:rFonts w:hint="default"/>
        <w:lang w:val="ru-RU" w:eastAsia="en-US" w:bidi="ar-SA"/>
      </w:rPr>
    </w:lvl>
    <w:lvl w:ilvl="4" w:tplc="87A8DDF8">
      <w:numFmt w:val="bullet"/>
      <w:lvlText w:val="•"/>
      <w:lvlJc w:val="left"/>
      <w:pPr>
        <w:ind w:left="5619" w:hanging="360"/>
      </w:pPr>
      <w:rPr>
        <w:rFonts w:hint="default"/>
        <w:lang w:val="ru-RU" w:eastAsia="en-US" w:bidi="ar-SA"/>
      </w:rPr>
    </w:lvl>
    <w:lvl w:ilvl="5" w:tplc="F71A523C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6" w:tplc="3404D524">
      <w:numFmt w:val="bullet"/>
      <w:lvlText w:val="•"/>
      <w:lvlJc w:val="left"/>
      <w:pPr>
        <w:ind w:left="7449" w:hanging="360"/>
      </w:pPr>
      <w:rPr>
        <w:rFonts w:hint="default"/>
        <w:lang w:val="ru-RU" w:eastAsia="en-US" w:bidi="ar-SA"/>
      </w:rPr>
    </w:lvl>
    <w:lvl w:ilvl="7" w:tplc="66A2EDDA">
      <w:numFmt w:val="bullet"/>
      <w:lvlText w:val="•"/>
      <w:lvlJc w:val="left"/>
      <w:pPr>
        <w:ind w:left="8364" w:hanging="360"/>
      </w:pPr>
      <w:rPr>
        <w:rFonts w:hint="default"/>
        <w:lang w:val="ru-RU" w:eastAsia="en-US" w:bidi="ar-SA"/>
      </w:rPr>
    </w:lvl>
    <w:lvl w:ilvl="8" w:tplc="58565DE0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5C92579"/>
    <w:multiLevelType w:val="multilevel"/>
    <w:tmpl w:val="22848248"/>
    <w:lvl w:ilvl="0">
      <w:start w:val="1"/>
      <w:numFmt w:val="decimal"/>
      <w:lvlText w:val="%1"/>
      <w:lvlJc w:val="left"/>
      <w:pPr>
        <w:ind w:left="533" w:hanging="8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8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8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0" w:hanging="8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7" w:hanging="8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4" w:hanging="8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1" w:hanging="8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8" w:hanging="8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841"/>
      </w:pPr>
      <w:rPr>
        <w:rFonts w:hint="default"/>
        <w:lang w:val="ru-RU" w:eastAsia="en-US" w:bidi="ar-SA"/>
      </w:rPr>
    </w:lvl>
  </w:abstractNum>
  <w:abstractNum w:abstractNumId="5" w15:restartNumberingAfterBreak="0">
    <w:nsid w:val="09DE282B"/>
    <w:multiLevelType w:val="hybridMultilevel"/>
    <w:tmpl w:val="80E8D724"/>
    <w:lvl w:ilvl="0" w:tplc="25160FE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E6268">
      <w:numFmt w:val="bullet"/>
      <w:lvlText w:val="•"/>
      <w:lvlJc w:val="left"/>
      <w:pPr>
        <w:ind w:left="1615" w:hanging="360"/>
      </w:pPr>
      <w:rPr>
        <w:rFonts w:hint="default"/>
        <w:lang w:val="ru-RU" w:eastAsia="en-US" w:bidi="ar-SA"/>
      </w:rPr>
    </w:lvl>
    <w:lvl w:ilvl="2" w:tplc="8C74DA46">
      <w:numFmt w:val="bullet"/>
      <w:lvlText w:val="•"/>
      <w:lvlJc w:val="left"/>
      <w:pPr>
        <w:ind w:left="2410" w:hanging="360"/>
      </w:pPr>
      <w:rPr>
        <w:rFonts w:hint="default"/>
        <w:lang w:val="ru-RU" w:eastAsia="en-US" w:bidi="ar-SA"/>
      </w:rPr>
    </w:lvl>
    <w:lvl w:ilvl="3" w:tplc="2EB2BCAC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4" w:tplc="BA7806F0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5" w:tplc="79529EBE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6" w:tplc="540E22FE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7" w:tplc="CA967BC6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8" w:tplc="E30A8842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E5A4B8A"/>
    <w:multiLevelType w:val="multilevel"/>
    <w:tmpl w:val="87B6F19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2160"/>
      </w:pPr>
      <w:rPr>
        <w:rFonts w:hint="default"/>
      </w:rPr>
    </w:lvl>
  </w:abstractNum>
  <w:abstractNum w:abstractNumId="7" w15:restartNumberingAfterBreak="0">
    <w:nsid w:val="102F0648"/>
    <w:multiLevelType w:val="hybridMultilevel"/>
    <w:tmpl w:val="6386A352"/>
    <w:lvl w:ilvl="0" w:tplc="D49E6DF4">
      <w:numFmt w:val="bullet"/>
      <w:lvlText w:val="–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8" w15:restartNumberingAfterBreak="0">
    <w:nsid w:val="14594B5D"/>
    <w:multiLevelType w:val="multilevel"/>
    <w:tmpl w:val="4ACE3E4C"/>
    <w:lvl w:ilvl="0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709"/>
      </w:pPr>
      <w:rPr>
        <w:rFonts w:ascii="Times New Roman" w:eastAsia="Times New Roman" w:hAnsi="Times New Roman" w:cs="Times New Roman" w:hint="default"/>
        <w:b w:val="0"/>
        <w:bCs/>
        <w:i w:val="0"/>
        <w:spacing w:val="-9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09"/>
      </w:pPr>
      <w:rPr>
        <w:rFonts w:ascii="Times New Roman" w:eastAsia="Times New Roman" w:hAnsi="Times New Roman" w:cs="Times New Roman" w:hint="default"/>
        <w:b w:val="0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821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740" w:hanging="3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0" w:hanging="3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0" w:hanging="3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06" w:hanging="3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93" w:hanging="347"/>
      </w:pPr>
      <w:rPr>
        <w:rFonts w:hint="default"/>
        <w:lang w:val="ru-RU" w:eastAsia="en-US" w:bidi="ar-SA"/>
      </w:rPr>
    </w:lvl>
  </w:abstractNum>
  <w:abstractNum w:abstractNumId="9" w15:restartNumberingAfterBreak="0">
    <w:nsid w:val="1C4D5E31"/>
    <w:multiLevelType w:val="hybridMultilevel"/>
    <w:tmpl w:val="B14056D4"/>
    <w:lvl w:ilvl="0" w:tplc="918E697C">
      <w:numFmt w:val="bullet"/>
      <w:lvlText w:val=""/>
      <w:lvlJc w:val="left"/>
      <w:pPr>
        <w:ind w:left="807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AEA6DD2">
      <w:numFmt w:val="bullet"/>
      <w:lvlText w:val="•"/>
      <w:lvlJc w:val="left"/>
      <w:pPr>
        <w:ind w:left="1676" w:hanging="347"/>
      </w:pPr>
      <w:rPr>
        <w:rFonts w:hint="default"/>
        <w:lang w:val="ru-RU" w:eastAsia="en-US" w:bidi="ar-SA"/>
      </w:rPr>
    </w:lvl>
    <w:lvl w:ilvl="2" w:tplc="6A2E0292">
      <w:numFmt w:val="bullet"/>
      <w:lvlText w:val="•"/>
      <w:lvlJc w:val="left"/>
      <w:pPr>
        <w:ind w:left="2553" w:hanging="347"/>
      </w:pPr>
      <w:rPr>
        <w:rFonts w:hint="default"/>
        <w:lang w:val="ru-RU" w:eastAsia="en-US" w:bidi="ar-SA"/>
      </w:rPr>
    </w:lvl>
    <w:lvl w:ilvl="3" w:tplc="E1C02DDA">
      <w:numFmt w:val="bullet"/>
      <w:lvlText w:val="•"/>
      <w:lvlJc w:val="left"/>
      <w:pPr>
        <w:ind w:left="3429" w:hanging="347"/>
      </w:pPr>
      <w:rPr>
        <w:rFonts w:hint="default"/>
        <w:lang w:val="ru-RU" w:eastAsia="en-US" w:bidi="ar-SA"/>
      </w:rPr>
    </w:lvl>
    <w:lvl w:ilvl="4" w:tplc="8824783C">
      <w:numFmt w:val="bullet"/>
      <w:lvlText w:val="•"/>
      <w:lvlJc w:val="left"/>
      <w:pPr>
        <w:ind w:left="4306" w:hanging="347"/>
      </w:pPr>
      <w:rPr>
        <w:rFonts w:hint="default"/>
        <w:lang w:val="ru-RU" w:eastAsia="en-US" w:bidi="ar-SA"/>
      </w:rPr>
    </w:lvl>
    <w:lvl w:ilvl="5" w:tplc="25103E56">
      <w:numFmt w:val="bullet"/>
      <w:lvlText w:val="•"/>
      <w:lvlJc w:val="left"/>
      <w:pPr>
        <w:ind w:left="5183" w:hanging="347"/>
      </w:pPr>
      <w:rPr>
        <w:rFonts w:hint="default"/>
        <w:lang w:val="ru-RU" w:eastAsia="en-US" w:bidi="ar-SA"/>
      </w:rPr>
    </w:lvl>
    <w:lvl w:ilvl="6" w:tplc="C3204E9A">
      <w:numFmt w:val="bullet"/>
      <w:lvlText w:val="•"/>
      <w:lvlJc w:val="left"/>
      <w:pPr>
        <w:ind w:left="6059" w:hanging="347"/>
      </w:pPr>
      <w:rPr>
        <w:rFonts w:hint="default"/>
        <w:lang w:val="ru-RU" w:eastAsia="en-US" w:bidi="ar-SA"/>
      </w:rPr>
    </w:lvl>
    <w:lvl w:ilvl="7" w:tplc="BEEE4498">
      <w:numFmt w:val="bullet"/>
      <w:lvlText w:val="•"/>
      <w:lvlJc w:val="left"/>
      <w:pPr>
        <w:ind w:left="6936" w:hanging="347"/>
      </w:pPr>
      <w:rPr>
        <w:rFonts w:hint="default"/>
        <w:lang w:val="ru-RU" w:eastAsia="en-US" w:bidi="ar-SA"/>
      </w:rPr>
    </w:lvl>
    <w:lvl w:ilvl="8" w:tplc="F5708FB0">
      <w:numFmt w:val="bullet"/>
      <w:lvlText w:val="•"/>
      <w:lvlJc w:val="left"/>
      <w:pPr>
        <w:ind w:left="7812" w:hanging="347"/>
      </w:pPr>
      <w:rPr>
        <w:rFonts w:hint="default"/>
        <w:lang w:val="ru-RU" w:eastAsia="en-US" w:bidi="ar-SA"/>
      </w:rPr>
    </w:lvl>
  </w:abstractNum>
  <w:abstractNum w:abstractNumId="10" w15:restartNumberingAfterBreak="0">
    <w:nsid w:val="230B0A5E"/>
    <w:multiLevelType w:val="hybridMultilevel"/>
    <w:tmpl w:val="B5D88CFC"/>
    <w:lvl w:ilvl="0" w:tplc="01A6879A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4C6A36">
      <w:numFmt w:val="bullet"/>
      <w:lvlText w:val="•"/>
      <w:lvlJc w:val="left"/>
      <w:pPr>
        <w:ind w:left="1615" w:hanging="360"/>
      </w:pPr>
      <w:rPr>
        <w:rFonts w:hint="default"/>
        <w:lang w:val="ru-RU" w:eastAsia="en-US" w:bidi="ar-SA"/>
      </w:rPr>
    </w:lvl>
    <w:lvl w:ilvl="2" w:tplc="F3EAD8C0">
      <w:numFmt w:val="bullet"/>
      <w:lvlText w:val="•"/>
      <w:lvlJc w:val="left"/>
      <w:pPr>
        <w:ind w:left="2410" w:hanging="360"/>
      </w:pPr>
      <w:rPr>
        <w:rFonts w:hint="default"/>
        <w:lang w:val="ru-RU" w:eastAsia="en-US" w:bidi="ar-SA"/>
      </w:rPr>
    </w:lvl>
    <w:lvl w:ilvl="3" w:tplc="E8A46446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4" w:tplc="35A685AE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5" w:tplc="D57EF290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6" w:tplc="FE1E92A4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7" w:tplc="4002DE38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8" w:tplc="BAD89192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EA6EA6"/>
    <w:multiLevelType w:val="hybridMultilevel"/>
    <w:tmpl w:val="32705BE6"/>
    <w:lvl w:ilvl="0" w:tplc="F0E89B9E">
      <w:numFmt w:val="bullet"/>
      <w:lvlText w:val=""/>
      <w:lvlJc w:val="left"/>
      <w:pPr>
        <w:ind w:left="821" w:hanging="35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CC9880">
      <w:numFmt w:val="bullet"/>
      <w:lvlText w:val="•"/>
      <w:lvlJc w:val="left"/>
      <w:pPr>
        <w:ind w:left="1694" w:hanging="350"/>
      </w:pPr>
      <w:rPr>
        <w:rFonts w:hint="default"/>
        <w:lang w:val="ru-RU" w:eastAsia="en-US" w:bidi="ar-SA"/>
      </w:rPr>
    </w:lvl>
    <w:lvl w:ilvl="2" w:tplc="EF66E5EA">
      <w:numFmt w:val="bullet"/>
      <w:lvlText w:val="•"/>
      <w:lvlJc w:val="left"/>
      <w:pPr>
        <w:ind w:left="2569" w:hanging="350"/>
      </w:pPr>
      <w:rPr>
        <w:rFonts w:hint="default"/>
        <w:lang w:val="ru-RU" w:eastAsia="en-US" w:bidi="ar-SA"/>
      </w:rPr>
    </w:lvl>
    <w:lvl w:ilvl="3" w:tplc="F9CC8F6A">
      <w:numFmt w:val="bullet"/>
      <w:lvlText w:val="•"/>
      <w:lvlJc w:val="left"/>
      <w:pPr>
        <w:ind w:left="3443" w:hanging="350"/>
      </w:pPr>
      <w:rPr>
        <w:rFonts w:hint="default"/>
        <w:lang w:val="ru-RU" w:eastAsia="en-US" w:bidi="ar-SA"/>
      </w:rPr>
    </w:lvl>
    <w:lvl w:ilvl="4" w:tplc="6ADC0066">
      <w:numFmt w:val="bullet"/>
      <w:lvlText w:val="•"/>
      <w:lvlJc w:val="left"/>
      <w:pPr>
        <w:ind w:left="4318" w:hanging="350"/>
      </w:pPr>
      <w:rPr>
        <w:rFonts w:hint="default"/>
        <w:lang w:val="ru-RU" w:eastAsia="en-US" w:bidi="ar-SA"/>
      </w:rPr>
    </w:lvl>
    <w:lvl w:ilvl="5" w:tplc="A33255B0">
      <w:numFmt w:val="bullet"/>
      <w:lvlText w:val="•"/>
      <w:lvlJc w:val="left"/>
      <w:pPr>
        <w:ind w:left="5193" w:hanging="350"/>
      </w:pPr>
      <w:rPr>
        <w:rFonts w:hint="default"/>
        <w:lang w:val="ru-RU" w:eastAsia="en-US" w:bidi="ar-SA"/>
      </w:rPr>
    </w:lvl>
    <w:lvl w:ilvl="6" w:tplc="C01A1FFE">
      <w:numFmt w:val="bullet"/>
      <w:lvlText w:val="•"/>
      <w:lvlJc w:val="left"/>
      <w:pPr>
        <w:ind w:left="6067" w:hanging="350"/>
      </w:pPr>
      <w:rPr>
        <w:rFonts w:hint="default"/>
        <w:lang w:val="ru-RU" w:eastAsia="en-US" w:bidi="ar-SA"/>
      </w:rPr>
    </w:lvl>
    <w:lvl w:ilvl="7" w:tplc="DB109A8C">
      <w:numFmt w:val="bullet"/>
      <w:lvlText w:val="•"/>
      <w:lvlJc w:val="left"/>
      <w:pPr>
        <w:ind w:left="6942" w:hanging="350"/>
      </w:pPr>
      <w:rPr>
        <w:rFonts w:hint="default"/>
        <w:lang w:val="ru-RU" w:eastAsia="en-US" w:bidi="ar-SA"/>
      </w:rPr>
    </w:lvl>
    <w:lvl w:ilvl="8" w:tplc="8A1AAA84">
      <w:numFmt w:val="bullet"/>
      <w:lvlText w:val="•"/>
      <w:lvlJc w:val="left"/>
      <w:pPr>
        <w:ind w:left="7816" w:hanging="350"/>
      </w:pPr>
      <w:rPr>
        <w:rFonts w:hint="default"/>
        <w:lang w:val="ru-RU" w:eastAsia="en-US" w:bidi="ar-SA"/>
      </w:rPr>
    </w:lvl>
  </w:abstractNum>
  <w:abstractNum w:abstractNumId="12" w15:restartNumberingAfterBreak="0">
    <w:nsid w:val="26D57321"/>
    <w:multiLevelType w:val="hybridMultilevel"/>
    <w:tmpl w:val="FC003562"/>
    <w:lvl w:ilvl="0" w:tplc="6A10827A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9C4248">
      <w:numFmt w:val="bullet"/>
      <w:lvlText w:val="•"/>
      <w:lvlJc w:val="left"/>
      <w:pPr>
        <w:ind w:left="1615" w:hanging="360"/>
      </w:pPr>
      <w:rPr>
        <w:rFonts w:hint="default"/>
        <w:lang w:val="ru-RU" w:eastAsia="en-US" w:bidi="ar-SA"/>
      </w:rPr>
    </w:lvl>
    <w:lvl w:ilvl="2" w:tplc="469A0888">
      <w:numFmt w:val="bullet"/>
      <w:lvlText w:val="•"/>
      <w:lvlJc w:val="left"/>
      <w:pPr>
        <w:ind w:left="2410" w:hanging="360"/>
      </w:pPr>
      <w:rPr>
        <w:rFonts w:hint="default"/>
        <w:lang w:val="ru-RU" w:eastAsia="en-US" w:bidi="ar-SA"/>
      </w:rPr>
    </w:lvl>
    <w:lvl w:ilvl="3" w:tplc="9C5AC90E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4" w:tplc="CEC268DA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5" w:tplc="0D247708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6" w:tplc="E5E05F5A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7" w:tplc="56F2E4FE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8" w:tplc="9D02EB44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9544447"/>
    <w:multiLevelType w:val="hybridMultilevel"/>
    <w:tmpl w:val="56FC81D4"/>
    <w:lvl w:ilvl="0" w:tplc="0CAC73D2">
      <w:numFmt w:val="bullet"/>
      <w:lvlText w:val="–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22F47A">
      <w:numFmt w:val="bullet"/>
      <w:lvlText w:val="•"/>
      <w:lvlJc w:val="left"/>
      <w:pPr>
        <w:ind w:left="967" w:hanging="361"/>
      </w:pPr>
      <w:rPr>
        <w:rFonts w:hint="default"/>
        <w:lang w:val="ru-RU" w:eastAsia="en-US" w:bidi="ar-SA"/>
      </w:rPr>
    </w:lvl>
    <w:lvl w:ilvl="2" w:tplc="AF4C75C8">
      <w:numFmt w:val="bullet"/>
      <w:lvlText w:val="•"/>
      <w:lvlJc w:val="left"/>
      <w:pPr>
        <w:ind w:left="1835" w:hanging="361"/>
      </w:pPr>
      <w:rPr>
        <w:rFonts w:hint="default"/>
        <w:lang w:val="ru-RU" w:eastAsia="en-US" w:bidi="ar-SA"/>
      </w:rPr>
    </w:lvl>
    <w:lvl w:ilvl="3" w:tplc="0B8C6E64">
      <w:numFmt w:val="bullet"/>
      <w:lvlText w:val="•"/>
      <w:lvlJc w:val="left"/>
      <w:pPr>
        <w:ind w:left="2703" w:hanging="361"/>
      </w:pPr>
      <w:rPr>
        <w:rFonts w:hint="default"/>
        <w:lang w:val="ru-RU" w:eastAsia="en-US" w:bidi="ar-SA"/>
      </w:rPr>
    </w:lvl>
    <w:lvl w:ilvl="4" w:tplc="5792CED0">
      <w:numFmt w:val="bullet"/>
      <w:lvlText w:val="•"/>
      <w:lvlJc w:val="left"/>
      <w:pPr>
        <w:ind w:left="3571" w:hanging="361"/>
      </w:pPr>
      <w:rPr>
        <w:rFonts w:hint="default"/>
        <w:lang w:val="ru-RU" w:eastAsia="en-US" w:bidi="ar-SA"/>
      </w:rPr>
    </w:lvl>
    <w:lvl w:ilvl="5" w:tplc="92BA78C6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6" w:tplc="C932346C">
      <w:numFmt w:val="bullet"/>
      <w:lvlText w:val="•"/>
      <w:lvlJc w:val="left"/>
      <w:pPr>
        <w:ind w:left="5306" w:hanging="361"/>
      </w:pPr>
      <w:rPr>
        <w:rFonts w:hint="default"/>
        <w:lang w:val="ru-RU" w:eastAsia="en-US" w:bidi="ar-SA"/>
      </w:rPr>
    </w:lvl>
    <w:lvl w:ilvl="7" w:tplc="7F8E04A6">
      <w:numFmt w:val="bullet"/>
      <w:lvlText w:val="•"/>
      <w:lvlJc w:val="left"/>
      <w:pPr>
        <w:ind w:left="6174" w:hanging="361"/>
      </w:pPr>
      <w:rPr>
        <w:rFonts w:hint="default"/>
        <w:lang w:val="ru-RU" w:eastAsia="en-US" w:bidi="ar-SA"/>
      </w:rPr>
    </w:lvl>
    <w:lvl w:ilvl="8" w:tplc="90AC7B84">
      <w:numFmt w:val="bullet"/>
      <w:lvlText w:val="•"/>
      <w:lvlJc w:val="left"/>
      <w:pPr>
        <w:ind w:left="7042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299B4A69"/>
    <w:multiLevelType w:val="hybridMultilevel"/>
    <w:tmpl w:val="DCF0642E"/>
    <w:lvl w:ilvl="0" w:tplc="5A08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14037"/>
    <w:multiLevelType w:val="multilevel"/>
    <w:tmpl w:val="4ADC29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6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68" w:hanging="2160"/>
      </w:pPr>
      <w:rPr>
        <w:rFonts w:hint="default"/>
      </w:rPr>
    </w:lvl>
  </w:abstractNum>
  <w:abstractNum w:abstractNumId="17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8" w15:restartNumberingAfterBreak="0">
    <w:nsid w:val="366D2B8D"/>
    <w:multiLevelType w:val="hybridMultilevel"/>
    <w:tmpl w:val="E3888836"/>
    <w:lvl w:ilvl="0" w:tplc="5A08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CA7704"/>
    <w:multiLevelType w:val="multilevel"/>
    <w:tmpl w:val="1B501880"/>
    <w:lvl w:ilvl="0">
      <w:start w:val="1"/>
      <w:numFmt w:val="decimal"/>
      <w:lvlText w:val="%1."/>
      <w:lvlJc w:val="left"/>
      <w:pPr>
        <w:ind w:left="2084" w:hanging="1268"/>
      </w:pPr>
      <w:rPr>
        <w:rFonts w:ascii="Times New Roman" w:eastAsia="Times New Roman" w:hAnsi="Times New Roman" w:cs="Times New Roman" w:hint="default"/>
        <w:b/>
        <w:bCs/>
        <w:spacing w:val="0"/>
        <w:w w:val="97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636" w:hanging="8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533" w:hanging="7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0" w:hanging="7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9" w:hanging="7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9" w:hanging="7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9" w:hanging="7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7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9" w:hanging="783"/>
      </w:pPr>
      <w:rPr>
        <w:rFonts w:hint="default"/>
        <w:lang w:val="ru-RU" w:eastAsia="en-US" w:bidi="ar-SA"/>
      </w:rPr>
    </w:lvl>
  </w:abstractNum>
  <w:abstractNum w:abstractNumId="20" w15:restartNumberingAfterBreak="0">
    <w:nsid w:val="386C3A87"/>
    <w:multiLevelType w:val="hybridMultilevel"/>
    <w:tmpl w:val="1CF091A0"/>
    <w:lvl w:ilvl="0" w:tplc="5A08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B68A4"/>
    <w:multiLevelType w:val="hybridMultilevel"/>
    <w:tmpl w:val="BCD6E74C"/>
    <w:lvl w:ilvl="0" w:tplc="F29A8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17A9F"/>
    <w:multiLevelType w:val="hybridMultilevel"/>
    <w:tmpl w:val="EAD6AC36"/>
    <w:lvl w:ilvl="0" w:tplc="D49E6DF4">
      <w:numFmt w:val="bullet"/>
      <w:lvlText w:val="–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 w15:restartNumberingAfterBreak="0">
    <w:nsid w:val="4C8A092E"/>
    <w:multiLevelType w:val="hybridMultilevel"/>
    <w:tmpl w:val="991C5A82"/>
    <w:lvl w:ilvl="0" w:tplc="9F26F6C6">
      <w:numFmt w:val="bullet"/>
      <w:lvlText w:val="–"/>
      <w:lvlJc w:val="left"/>
      <w:pPr>
        <w:ind w:left="83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672CCCA">
      <w:numFmt w:val="bullet"/>
      <w:lvlText w:val="•"/>
      <w:lvlJc w:val="left"/>
      <w:pPr>
        <w:ind w:left="1633" w:hanging="361"/>
      </w:pPr>
      <w:rPr>
        <w:rFonts w:hint="default"/>
        <w:lang w:val="ru-RU" w:eastAsia="en-US" w:bidi="ar-SA"/>
      </w:rPr>
    </w:lvl>
    <w:lvl w:ilvl="2" w:tplc="0B82C700">
      <w:numFmt w:val="bullet"/>
      <w:lvlText w:val="•"/>
      <w:lvlJc w:val="left"/>
      <w:pPr>
        <w:ind w:left="2427" w:hanging="361"/>
      </w:pPr>
      <w:rPr>
        <w:rFonts w:hint="default"/>
        <w:lang w:val="ru-RU" w:eastAsia="en-US" w:bidi="ar-SA"/>
      </w:rPr>
    </w:lvl>
    <w:lvl w:ilvl="3" w:tplc="CB9EE390">
      <w:numFmt w:val="bullet"/>
      <w:lvlText w:val="•"/>
      <w:lvlJc w:val="left"/>
      <w:pPr>
        <w:ind w:left="3221" w:hanging="361"/>
      </w:pPr>
      <w:rPr>
        <w:rFonts w:hint="default"/>
        <w:lang w:val="ru-RU" w:eastAsia="en-US" w:bidi="ar-SA"/>
      </w:rPr>
    </w:lvl>
    <w:lvl w:ilvl="4" w:tplc="8CA8A540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5" w:tplc="283E41DA">
      <w:numFmt w:val="bullet"/>
      <w:lvlText w:val="•"/>
      <w:lvlJc w:val="left"/>
      <w:pPr>
        <w:ind w:left="4809" w:hanging="361"/>
      </w:pPr>
      <w:rPr>
        <w:rFonts w:hint="default"/>
        <w:lang w:val="ru-RU" w:eastAsia="en-US" w:bidi="ar-SA"/>
      </w:rPr>
    </w:lvl>
    <w:lvl w:ilvl="6" w:tplc="BC6E4E92">
      <w:numFmt w:val="bullet"/>
      <w:lvlText w:val="•"/>
      <w:lvlJc w:val="left"/>
      <w:pPr>
        <w:ind w:left="5602" w:hanging="361"/>
      </w:pPr>
      <w:rPr>
        <w:rFonts w:hint="default"/>
        <w:lang w:val="ru-RU" w:eastAsia="en-US" w:bidi="ar-SA"/>
      </w:rPr>
    </w:lvl>
    <w:lvl w:ilvl="7" w:tplc="86EA4D6E">
      <w:numFmt w:val="bullet"/>
      <w:lvlText w:val="•"/>
      <w:lvlJc w:val="left"/>
      <w:pPr>
        <w:ind w:left="6396" w:hanging="361"/>
      </w:pPr>
      <w:rPr>
        <w:rFonts w:hint="default"/>
        <w:lang w:val="ru-RU" w:eastAsia="en-US" w:bidi="ar-SA"/>
      </w:rPr>
    </w:lvl>
    <w:lvl w:ilvl="8" w:tplc="E02EDDD6">
      <w:numFmt w:val="bullet"/>
      <w:lvlText w:val="•"/>
      <w:lvlJc w:val="left"/>
      <w:pPr>
        <w:ind w:left="719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4D8767D8"/>
    <w:multiLevelType w:val="hybridMultilevel"/>
    <w:tmpl w:val="22DCB30E"/>
    <w:lvl w:ilvl="0" w:tplc="9970DC1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3C305E">
      <w:numFmt w:val="bullet"/>
      <w:lvlText w:val="•"/>
      <w:lvlJc w:val="left"/>
      <w:pPr>
        <w:ind w:left="1615" w:hanging="360"/>
      </w:pPr>
      <w:rPr>
        <w:rFonts w:hint="default"/>
        <w:lang w:val="ru-RU" w:eastAsia="en-US" w:bidi="ar-SA"/>
      </w:rPr>
    </w:lvl>
    <w:lvl w:ilvl="2" w:tplc="E1B6980C">
      <w:numFmt w:val="bullet"/>
      <w:lvlText w:val="•"/>
      <w:lvlJc w:val="left"/>
      <w:pPr>
        <w:ind w:left="2410" w:hanging="360"/>
      </w:pPr>
      <w:rPr>
        <w:rFonts w:hint="default"/>
        <w:lang w:val="ru-RU" w:eastAsia="en-US" w:bidi="ar-SA"/>
      </w:rPr>
    </w:lvl>
    <w:lvl w:ilvl="3" w:tplc="83E2D7B8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4" w:tplc="2D64E0E8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5" w:tplc="D5C20760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6" w:tplc="5A783720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7" w:tplc="1CD815D4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8" w:tplc="B9208726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517135CE"/>
    <w:multiLevelType w:val="hybridMultilevel"/>
    <w:tmpl w:val="AC6084CC"/>
    <w:lvl w:ilvl="0" w:tplc="2E9A1C52">
      <w:numFmt w:val="bullet"/>
      <w:lvlText w:val="–"/>
      <w:lvlJc w:val="left"/>
      <w:pPr>
        <w:ind w:left="83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9C596E">
      <w:numFmt w:val="bullet"/>
      <w:lvlText w:val="•"/>
      <w:lvlJc w:val="left"/>
      <w:pPr>
        <w:ind w:left="1633" w:hanging="361"/>
      </w:pPr>
      <w:rPr>
        <w:rFonts w:hint="default"/>
        <w:lang w:val="ru-RU" w:eastAsia="en-US" w:bidi="ar-SA"/>
      </w:rPr>
    </w:lvl>
    <w:lvl w:ilvl="2" w:tplc="47E6D2AA">
      <w:numFmt w:val="bullet"/>
      <w:lvlText w:val="•"/>
      <w:lvlJc w:val="left"/>
      <w:pPr>
        <w:ind w:left="2427" w:hanging="361"/>
      </w:pPr>
      <w:rPr>
        <w:rFonts w:hint="default"/>
        <w:lang w:val="ru-RU" w:eastAsia="en-US" w:bidi="ar-SA"/>
      </w:rPr>
    </w:lvl>
    <w:lvl w:ilvl="3" w:tplc="4AA296DA">
      <w:numFmt w:val="bullet"/>
      <w:lvlText w:val="•"/>
      <w:lvlJc w:val="left"/>
      <w:pPr>
        <w:ind w:left="3221" w:hanging="361"/>
      </w:pPr>
      <w:rPr>
        <w:rFonts w:hint="default"/>
        <w:lang w:val="ru-RU" w:eastAsia="en-US" w:bidi="ar-SA"/>
      </w:rPr>
    </w:lvl>
    <w:lvl w:ilvl="4" w:tplc="D56ADFF6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5" w:tplc="6232AFAA">
      <w:numFmt w:val="bullet"/>
      <w:lvlText w:val="•"/>
      <w:lvlJc w:val="left"/>
      <w:pPr>
        <w:ind w:left="4809" w:hanging="361"/>
      </w:pPr>
      <w:rPr>
        <w:rFonts w:hint="default"/>
        <w:lang w:val="ru-RU" w:eastAsia="en-US" w:bidi="ar-SA"/>
      </w:rPr>
    </w:lvl>
    <w:lvl w:ilvl="6" w:tplc="97342750">
      <w:numFmt w:val="bullet"/>
      <w:lvlText w:val="•"/>
      <w:lvlJc w:val="left"/>
      <w:pPr>
        <w:ind w:left="5602" w:hanging="361"/>
      </w:pPr>
      <w:rPr>
        <w:rFonts w:hint="default"/>
        <w:lang w:val="ru-RU" w:eastAsia="en-US" w:bidi="ar-SA"/>
      </w:rPr>
    </w:lvl>
    <w:lvl w:ilvl="7" w:tplc="A6E4E13E">
      <w:numFmt w:val="bullet"/>
      <w:lvlText w:val="•"/>
      <w:lvlJc w:val="left"/>
      <w:pPr>
        <w:ind w:left="6396" w:hanging="361"/>
      </w:pPr>
      <w:rPr>
        <w:rFonts w:hint="default"/>
        <w:lang w:val="ru-RU" w:eastAsia="en-US" w:bidi="ar-SA"/>
      </w:rPr>
    </w:lvl>
    <w:lvl w:ilvl="8" w:tplc="C8E8E144">
      <w:numFmt w:val="bullet"/>
      <w:lvlText w:val="•"/>
      <w:lvlJc w:val="left"/>
      <w:pPr>
        <w:ind w:left="7190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529B43FB"/>
    <w:multiLevelType w:val="hybridMultilevel"/>
    <w:tmpl w:val="7C2AB778"/>
    <w:lvl w:ilvl="0" w:tplc="2D7A0588">
      <w:numFmt w:val="bullet"/>
      <w:lvlText w:val="–"/>
      <w:lvlJc w:val="left"/>
      <w:pPr>
        <w:ind w:left="533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D120E0E">
      <w:numFmt w:val="bullet"/>
      <w:lvlText w:val="–"/>
      <w:lvlJc w:val="left"/>
      <w:pPr>
        <w:ind w:left="533" w:hanging="5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CD4F43A">
      <w:numFmt w:val="bullet"/>
      <w:lvlText w:val="•"/>
      <w:lvlJc w:val="left"/>
      <w:pPr>
        <w:ind w:left="2653" w:hanging="567"/>
      </w:pPr>
      <w:rPr>
        <w:rFonts w:hint="default"/>
        <w:lang w:val="ru-RU" w:eastAsia="en-US" w:bidi="ar-SA"/>
      </w:rPr>
    </w:lvl>
    <w:lvl w:ilvl="3" w:tplc="E506DD50">
      <w:numFmt w:val="bullet"/>
      <w:lvlText w:val="•"/>
      <w:lvlJc w:val="left"/>
      <w:pPr>
        <w:ind w:left="3710" w:hanging="567"/>
      </w:pPr>
      <w:rPr>
        <w:rFonts w:hint="default"/>
        <w:lang w:val="ru-RU" w:eastAsia="en-US" w:bidi="ar-SA"/>
      </w:rPr>
    </w:lvl>
    <w:lvl w:ilvl="4" w:tplc="D84A18B0">
      <w:numFmt w:val="bullet"/>
      <w:lvlText w:val="•"/>
      <w:lvlJc w:val="left"/>
      <w:pPr>
        <w:ind w:left="4767" w:hanging="567"/>
      </w:pPr>
      <w:rPr>
        <w:rFonts w:hint="default"/>
        <w:lang w:val="ru-RU" w:eastAsia="en-US" w:bidi="ar-SA"/>
      </w:rPr>
    </w:lvl>
    <w:lvl w:ilvl="5" w:tplc="648CC1CA">
      <w:numFmt w:val="bullet"/>
      <w:lvlText w:val="•"/>
      <w:lvlJc w:val="left"/>
      <w:pPr>
        <w:ind w:left="5824" w:hanging="567"/>
      </w:pPr>
      <w:rPr>
        <w:rFonts w:hint="default"/>
        <w:lang w:val="ru-RU" w:eastAsia="en-US" w:bidi="ar-SA"/>
      </w:rPr>
    </w:lvl>
    <w:lvl w:ilvl="6" w:tplc="F0DA698C">
      <w:numFmt w:val="bullet"/>
      <w:lvlText w:val="•"/>
      <w:lvlJc w:val="left"/>
      <w:pPr>
        <w:ind w:left="6881" w:hanging="567"/>
      </w:pPr>
      <w:rPr>
        <w:rFonts w:hint="default"/>
        <w:lang w:val="ru-RU" w:eastAsia="en-US" w:bidi="ar-SA"/>
      </w:rPr>
    </w:lvl>
    <w:lvl w:ilvl="7" w:tplc="ADC2A1AA">
      <w:numFmt w:val="bullet"/>
      <w:lvlText w:val="•"/>
      <w:lvlJc w:val="left"/>
      <w:pPr>
        <w:ind w:left="7938" w:hanging="567"/>
      </w:pPr>
      <w:rPr>
        <w:rFonts w:hint="default"/>
        <w:lang w:val="ru-RU" w:eastAsia="en-US" w:bidi="ar-SA"/>
      </w:rPr>
    </w:lvl>
    <w:lvl w:ilvl="8" w:tplc="7946E7DE">
      <w:numFmt w:val="bullet"/>
      <w:lvlText w:val="•"/>
      <w:lvlJc w:val="left"/>
      <w:pPr>
        <w:ind w:left="8995" w:hanging="567"/>
      </w:pPr>
      <w:rPr>
        <w:rFonts w:hint="default"/>
        <w:lang w:val="ru-RU" w:eastAsia="en-US" w:bidi="ar-SA"/>
      </w:rPr>
    </w:lvl>
  </w:abstractNum>
  <w:abstractNum w:abstractNumId="27" w15:restartNumberingAfterBreak="0">
    <w:nsid w:val="52D16406"/>
    <w:multiLevelType w:val="hybridMultilevel"/>
    <w:tmpl w:val="014E8EB6"/>
    <w:lvl w:ilvl="0" w:tplc="55C6E00C"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E648AC2">
      <w:numFmt w:val="bullet"/>
      <w:lvlText w:val="•"/>
      <w:lvlJc w:val="left"/>
      <w:pPr>
        <w:ind w:left="1694" w:hanging="361"/>
      </w:pPr>
      <w:rPr>
        <w:rFonts w:hint="default"/>
        <w:lang w:val="ru-RU" w:eastAsia="en-US" w:bidi="ar-SA"/>
      </w:rPr>
    </w:lvl>
    <w:lvl w:ilvl="2" w:tplc="B55038AC">
      <w:numFmt w:val="bullet"/>
      <w:lvlText w:val="•"/>
      <w:lvlJc w:val="left"/>
      <w:pPr>
        <w:ind w:left="2569" w:hanging="361"/>
      </w:pPr>
      <w:rPr>
        <w:rFonts w:hint="default"/>
        <w:lang w:val="ru-RU" w:eastAsia="en-US" w:bidi="ar-SA"/>
      </w:rPr>
    </w:lvl>
    <w:lvl w:ilvl="3" w:tplc="6D8E6718">
      <w:numFmt w:val="bullet"/>
      <w:lvlText w:val="•"/>
      <w:lvlJc w:val="left"/>
      <w:pPr>
        <w:ind w:left="3443" w:hanging="361"/>
      </w:pPr>
      <w:rPr>
        <w:rFonts w:hint="default"/>
        <w:lang w:val="ru-RU" w:eastAsia="en-US" w:bidi="ar-SA"/>
      </w:rPr>
    </w:lvl>
    <w:lvl w:ilvl="4" w:tplc="A510ED4E">
      <w:numFmt w:val="bullet"/>
      <w:lvlText w:val="•"/>
      <w:lvlJc w:val="left"/>
      <w:pPr>
        <w:ind w:left="4318" w:hanging="361"/>
      </w:pPr>
      <w:rPr>
        <w:rFonts w:hint="default"/>
        <w:lang w:val="ru-RU" w:eastAsia="en-US" w:bidi="ar-SA"/>
      </w:rPr>
    </w:lvl>
    <w:lvl w:ilvl="5" w:tplc="659A3362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B030C632">
      <w:numFmt w:val="bullet"/>
      <w:lvlText w:val="•"/>
      <w:lvlJc w:val="left"/>
      <w:pPr>
        <w:ind w:left="6067" w:hanging="361"/>
      </w:pPr>
      <w:rPr>
        <w:rFonts w:hint="default"/>
        <w:lang w:val="ru-RU" w:eastAsia="en-US" w:bidi="ar-SA"/>
      </w:rPr>
    </w:lvl>
    <w:lvl w:ilvl="7" w:tplc="F6BABDB6">
      <w:numFmt w:val="bullet"/>
      <w:lvlText w:val="•"/>
      <w:lvlJc w:val="left"/>
      <w:pPr>
        <w:ind w:left="6942" w:hanging="361"/>
      </w:pPr>
      <w:rPr>
        <w:rFonts w:hint="default"/>
        <w:lang w:val="ru-RU" w:eastAsia="en-US" w:bidi="ar-SA"/>
      </w:rPr>
    </w:lvl>
    <w:lvl w:ilvl="8" w:tplc="789A06DA">
      <w:numFmt w:val="bullet"/>
      <w:lvlText w:val="•"/>
      <w:lvlJc w:val="left"/>
      <w:pPr>
        <w:ind w:left="7816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58615BD3"/>
    <w:multiLevelType w:val="hybridMultilevel"/>
    <w:tmpl w:val="DC16EA4A"/>
    <w:lvl w:ilvl="0" w:tplc="CDEC752C">
      <w:numFmt w:val="bullet"/>
      <w:lvlText w:val="–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D4CD22">
      <w:numFmt w:val="bullet"/>
      <w:lvlText w:val="•"/>
      <w:lvlJc w:val="left"/>
      <w:pPr>
        <w:ind w:left="967" w:hanging="361"/>
      </w:pPr>
      <w:rPr>
        <w:rFonts w:hint="default"/>
        <w:lang w:val="ru-RU" w:eastAsia="en-US" w:bidi="ar-SA"/>
      </w:rPr>
    </w:lvl>
    <w:lvl w:ilvl="2" w:tplc="491403AE">
      <w:numFmt w:val="bullet"/>
      <w:lvlText w:val="•"/>
      <w:lvlJc w:val="left"/>
      <w:pPr>
        <w:ind w:left="1835" w:hanging="361"/>
      </w:pPr>
      <w:rPr>
        <w:rFonts w:hint="default"/>
        <w:lang w:val="ru-RU" w:eastAsia="en-US" w:bidi="ar-SA"/>
      </w:rPr>
    </w:lvl>
    <w:lvl w:ilvl="3" w:tplc="7D06F692">
      <w:numFmt w:val="bullet"/>
      <w:lvlText w:val="•"/>
      <w:lvlJc w:val="left"/>
      <w:pPr>
        <w:ind w:left="2703" w:hanging="361"/>
      </w:pPr>
      <w:rPr>
        <w:rFonts w:hint="default"/>
        <w:lang w:val="ru-RU" w:eastAsia="en-US" w:bidi="ar-SA"/>
      </w:rPr>
    </w:lvl>
    <w:lvl w:ilvl="4" w:tplc="07664408">
      <w:numFmt w:val="bullet"/>
      <w:lvlText w:val="•"/>
      <w:lvlJc w:val="left"/>
      <w:pPr>
        <w:ind w:left="3571" w:hanging="361"/>
      </w:pPr>
      <w:rPr>
        <w:rFonts w:hint="default"/>
        <w:lang w:val="ru-RU" w:eastAsia="en-US" w:bidi="ar-SA"/>
      </w:rPr>
    </w:lvl>
    <w:lvl w:ilvl="5" w:tplc="79484AB4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6" w:tplc="2B326C1C">
      <w:numFmt w:val="bullet"/>
      <w:lvlText w:val="•"/>
      <w:lvlJc w:val="left"/>
      <w:pPr>
        <w:ind w:left="5306" w:hanging="361"/>
      </w:pPr>
      <w:rPr>
        <w:rFonts w:hint="default"/>
        <w:lang w:val="ru-RU" w:eastAsia="en-US" w:bidi="ar-SA"/>
      </w:rPr>
    </w:lvl>
    <w:lvl w:ilvl="7" w:tplc="D67841AA">
      <w:numFmt w:val="bullet"/>
      <w:lvlText w:val="•"/>
      <w:lvlJc w:val="left"/>
      <w:pPr>
        <w:ind w:left="6174" w:hanging="361"/>
      </w:pPr>
      <w:rPr>
        <w:rFonts w:hint="default"/>
        <w:lang w:val="ru-RU" w:eastAsia="en-US" w:bidi="ar-SA"/>
      </w:rPr>
    </w:lvl>
    <w:lvl w:ilvl="8" w:tplc="A314E1CA">
      <w:numFmt w:val="bullet"/>
      <w:lvlText w:val="•"/>
      <w:lvlJc w:val="left"/>
      <w:pPr>
        <w:ind w:left="7042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E10673F"/>
    <w:multiLevelType w:val="hybridMultilevel"/>
    <w:tmpl w:val="07D86BDC"/>
    <w:lvl w:ilvl="0" w:tplc="50380B8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F3CEB"/>
    <w:multiLevelType w:val="multilevel"/>
    <w:tmpl w:val="93A47A82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1" w15:restartNumberingAfterBreak="0">
    <w:nsid w:val="5FE10EBE"/>
    <w:multiLevelType w:val="multilevel"/>
    <w:tmpl w:val="799C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CB2E4B"/>
    <w:multiLevelType w:val="hybridMultilevel"/>
    <w:tmpl w:val="695A26C2"/>
    <w:lvl w:ilvl="0" w:tplc="37C4ABA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AC8000">
      <w:numFmt w:val="bullet"/>
      <w:lvlText w:val="•"/>
      <w:lvlJc w:val="left"/>
      <w:pPr>
        <w:ind w:left="1615" w:hanging="360"/>
      </w:pPr>
      <w:rPr>
        <w:rFonts w:hint="default"/>
        <w:lang w:val="ru-RU" w:eastAsia="en-US" w:bidi="ar-SA"/>
      </w:rPr>
    </w:lvl>
    <w:lvl w:ilvl="2" w:tplc="202221B6">
      <w:numFmt w:val="bullet"/>
      <w:lvlText w:val="•"/>
      <w:lvlJc w:val="left"/>
      <w:pPr>
        <w:ind w:left="2410" w:hanging="360"/>
      </w:pPr>
      <w:rPr>
        <w:rFonts w:hint="default"/>
        <w:lang w:val="ru-RU" w:eastAsia="en-US" w:bidi="ar-SA"/>
      </w:rPr>
    </w:lvl>
    <w:lvl w:ilvl="3" w:tplc="B2DAE648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4" w:tplc="E65E5240">
      <w:numFmt w:val="bullet"/>
      <w:lvlText w:val="•"/>
      <w:lvlJc w:val="left"/>
      <w:pPr>
        <w:ind w:left="4000" w:hanging="360"/>
      </w:pPr>
      <w:rPr>
        <w:rFonts w:hint="default"/>
        <w:lang w:val="ru-RU" w:eastAsia="en-US" w:bidi="ar-SA"/>
      </w:rPr>
    </w:lvl>
    <w:lvl w:ilvl="5" w:tplc="EEAE4E0A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6" w:tplc="69D21978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7" w:tplc="63728890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8" w:tplc="624ED79E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1E361CA"/>
    <w:multiLevelType w:val="hybridMultilevel"/>
    <w:tmpl w:val="769E2C82"/>
    <w:lvl w:ilvl="0" w:tplc="D7043E58">
      <w:numFmt w:val="bullet"/>
      <w:lvlText w:val="-"/>
      <w:lvlJc w:val="left"/>
      <w:pPr>
        <w:ind w:left="1407" w:hanging="164"/>
      </w:pPr>
      <w:rPr>
        <w:rFonts w:hint="default"/>
        <w:w w:val="99"/>
        <w:lang w:val="ru-RU" w:eastAsia="en-US" w:bidi="ar-SA"/>
      </w:rPr>
    </w:lvl>
    <w:lvl w:ilvl="1" w:tplc="04629E1C">
      <w:numFmt w:val="bullet"/>
      <w:lvlText w:val="•"/>
      <w:lvlJc w:val="left"/>
      <w:pPr>
        <w:ind w:left="2370" w:hanging="164"/>
      </w:pPr>
      <w:rPr>
        <w:rFonts w:hint="default"/>
        <w:lang w:val="ru-RU" w:eastAsia="en-US" w:bidi="ar-SA"/>
      </w:rPr>
    </w:lvl>
    <w:lvl w:ilvl="2" w:tplc="09DA2CA2">
      <w:numFmt w:val="bullet"/>
      <w:lvlText w:val="•"/>
      <w:lvlJc w:val="left"/>
      <w:pPr>
        <w:ind w:left="3341" w:hanging="164"/>
      </w:pPr>
      <w:rPr>
        <w:rFonts w:hint="default"/>
        <w:lang w:val="ru-RU" w:eastAsia="en-US" w:bidi="ar-SA"/>
      </w:rPr>
    </w:lvl>
    <w:lvl w:ilvl="3" w:tplc="BBAE9E4E">
      <w:numFmt w:val="bullet"/>
      <w:lvlText w:val="•"/>
      <w:lvlJc w:val="left"/>
      <w:pPr>
        <w:ind w:left="4312" w:hanging="164"/>
      </w:pPr>
      <w:rPr>
        <w:rFonts w:hint="default"/>
        <w:lang w:val="ru-RU" w:eastAsia="en-US" w:bidi="ar-SA"/>
      </w:rPr>
    </w:lvl>
    <w:lvl w:ilvl="4" w:tplc="A9D4CAFC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5" w:tplc="AB1AA8AC">
      <w:numFmt w:val="bullet"/>
      <w:lvlText w:val="•"/>
      <w:lvlJc w:val="left"/>
      <w:pPr>
        <w:ind w:left="6254" w:hanging="164"/>
      </w:pPr>
      <w:rPr>
        <w:rFonts w:hint="default"/>
        <w:lang w:val="ru-RU" w:eastAsia="en-US" w:bidi="ar-SA"/>
      </w:rPr>
    </w:lvl>
    <w:lvl w:ilvl="6" w:tplc="48B826A8">
      <w:numFmt w:val="bullet"/>
      <w:lvlText w:val="•"/>
      <w:lvlJc w:val="left"/>
      <w:pPr>
        <w:ind w:left="7225" w:hanging="164"/>
      </w:pPr>
      <w:rPr>
        <w:rFonts w:hint="default"/>
        <w:lang w:val="ru-RU" w:eastAsia="en-US" w:bidi="ar-SA"/>
      </w:rPr>
    </w:lvl>
    <w:lvl w:ilvl="7" w:tplc="7436B5B0">
      <w:numFmt w:val="bullet"/>
      <w:lvlText w:val="•"/>
      <w:lvlJc w:val="left"/>
      <w:pPr>
        <w:ind w:left="8196" w:hanging="164"/>
      </w:pPr>
      <w:rPr>
        <w:rFonts w:hint="default"/>
        <w:lang w:val="ru-RU" w:eastAsia="en-US" w:bidi="ar-SA"/>
      </w:rPr>
    </w:lvl>
    <w:lvl w:ilvl="8" w:tplc="BBC4CC3C">
      <w:numFmt w:val="bullet"/>
      <w:lvlText w:val="•"/>
      <w:lvlJc w:val="left"/>
      <w:pPr>
        <w:ind w:left="9167" w:hanging="164"/>
      </w:pPr>
      <w:rPr>
        <w:rFonts w:hint="default"/>
        <w:lang w:val="ru-RU" w:eastAsia="en-US" w:bidi="ar-SA"/>
      </w:rPr>
    </w:lvl>
  </w:abstractNum>
  <w:abstractNum w:abstractNumId="34" w15:restartNumberingAfterBreak="0">
    <w:nsid w:val="746A59A8"/>
    <w:multiLevelType w:val="multilevel"/>
    <w:tmpl w:val="A2F082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5" w15:restartNumberingAfterBreak="0">
    <w:nsid w:val="74B8119A"/>
    <w:multiLevelType w:val="hybridMultilevel"/>
    <w:tmpl w:val="E4761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1C7AAD"/>
    <w:multiLevelType w:val="multilevel"/>
    <w:tmpl w:val="2E108E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00" w:hanging="1800"/>
      </w:pPr>
      <w:rPr>
        <w:rFonts w:hint="default"/>
      </w:rPr>
    </w:lvl>
  </w:abstractNum>
  <w:abstractNum w:abstractNumId="37" w15:restartNumberingAfterBreak="0">
    <w:nsid w:val="77247573"/>
    <w:multiLevelType w:val="hybridMultilevel"/>
    <w:tmpl w:val="294486AC"/>
    <w:lvl w:ilvl="0" w:tplc="F32210AA">
      <w:numFmt w:val="bullet"/>
      <w:lvlText w:val="–"/>
      <w:lvlJc w:val="left"/>
      <w:pPr>
        <w:ind w:left="83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E09C42">
      <w:numFmt w:val="bullet"/>
      <w:lvlText w:val="•"/>
      <w:lvlJc w:val="left"/>
      <w:pPr>
        <w:ind w:left="1633" w:hanging="361"/>
      </w:pPr>
      <w:rPr>
        <w:rFonts w:hint="default"/>
        <w:lang w:val="ru-RU" w:eastAsia="en-US" w:bidi="ar-SA"/>
      </w:rPr>
    </w:lvl>
    <w:lvl w:ilvl="2" w:tplc="24A88DBC">
      <w:numFmt w:val="bullet"/>
      <w:lvlText w:val="•"/>
      <w:lvlJc w:val="left"/>
      <w:pPr>
        <w:ind w:left="2427" w:hanging="361"/>
      </w:pPr>
      <w:rPr>
        <w:rFonts w:hint="default"/>
        <w:lang w:val="ru-RU" w:eastAsia="en-US" w:bidi="ar-SA"/>
      </w:rPr>
    </w:lvl>
    <w:lvl w:ilvl="3" w:tplc="F7D69110">
      <w:numFmt w:val="bullet"/>
      <w:lvlText w:val="•"/>
      <w:lvlJc w:val="left"/>
      <w:pPr>
        <w:ind w:left="3221" w:hanging="361"/>
      </w:pPr>
      <w:rPr>
        <w:rFonts w:hint="default"/>
        <w:lang w:val="ru-RU" w:eastAsia="en-US" w:bidi="ar-SA"/>
      </w:rPr>
    </w:lvl>
    <w:lvl w:ilvl="4" w:tplc="A3F8DDD4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5" w:tplc="948C5164">
      <w:numFmt w:val="bullet"/>
      <w:lvlText w:val="•"/>
      <w:lvlJc w:val="left"/>
      <w:pPr>
        <w:ind w:left="4809" w:hanging="361"/>
      </w:pPr>
      <w:rPr>
        <w:rFonts w:hint="default"/>
        <w:lang w:val="ru-RU" w:eastAsia="en-US" w:bidi="ar-SA"/>
      </w:rPr>
    </w:lvl>
    <w:lvl w:ilvl="6" w:tplc="D2382ED6">
      <w:numFmt w:val="bullet"/>
      <w:lvlText w:val="•"/>
      <w:lvlJc w:val="left"/>
      <w:pPr>
        <w:ind w:left="5602" w:hanging="361"/>
      </w:pPr>
      <w:rPr>
        <w:rFonts w:hint="default"/>
        <w:lang w:val="ru-RU" w:eastAsia="en-US" w:bidi="ar-SA"/>
      </w:rPr>
    </w:lvl>
    <w:lvl w:ilvl="7" w:tplc="2D50E1E4">
      <w:numFmt w:val="bullet"/>
      <w:lvlText w:val="•"/>
      <w:lvlJc w:val="left"/>
      <w:pPr>
        <w:ind w:left="6396" w:hanging="361"/>
      </w:pPr>
      <w:rPr>
        <w:rFonts w:hint="default"/>
        <w:lang w:val="ru-RU" w:eastAsia="en-US" w:bidi="ar-SA"/>
      </w:rPr>
    </w:lvl>
    <w:lvl w:ilvl="8" w:tplc="9D6A535A">
      <w:numFmt w:val="bullet"/>
      <w:lvlText w:val="•"/>
      <w:lvlJc w:val="left"/>
      <w:pPr>
        <w:ind w:left="7190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7752633B"/>
    <w:multiLevelType w:val="hybridMultilevel"/>
    <w:tmpl w:val="1EF29C10"/>
    <w:lvl w:ilvl="0" w:tplc="5A08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134C79"/>
    <w:multiLevelType w:val="hybridMultilevel"/>
    <w:tmpl w:val="ED965C36"/>
    <w:lvl w:ilvl="0" w:tplc="E7C4EF6A">
      <w:numFmt w:val="bullet"/>
      <w:lvlText w:val=""/>
      <w:lvlJc w:val="left"/>
      <w:pPr>
        <w:ind w:left="935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1E064A">
      <w:numFmt w:val="bullet"/>
      <w:lvlText w:val="•"/>
      <w:lvlJc w:val="left"/>
      <w:pPr>
        <w:ind w:left="1723" w:hanging="361"/>
      </w:pPr>
      <w:rPr>
        <w:rFonts w:hint="default"/>
        <w:lang w:val="ru-RU" w:eastAsia="en-US" w:bidi="ar-SA"/>
      </w:rPr>
    </w:lvl>
    <w:lvl w:ilvl="2" w:tplc="B5D05F68">
      <w:numFmt w:val="bullet"/>
      <w:lvlText w:val="•"/>
      <w:lvlJc w:val="left"/>
      <w:pPr>
        <w:ind w:left="2507" w:hanging="361"/>
      </w:pPr>
      <w:rPr>
        <w:rFonts w:hint="default"/>
        <w:lang w:val="ru-RU" w:eastAsia="en-US" w:bidi="ar-SA"/>
      </w:rPr>
    </w:lvl>
    <w:lvl w:ilvl="3" w:tplc="7EF4ED38">
      <w:numFmt w:val="bullet"/>
      <w:lvlText w:val="•"/>
      <w:lvlJc w:val="left"/>
      <w:pPr>
        <w:ind w:left="3291" w:hanging="361"/>
      </w:pPr>
      <w:rPr>
        <w:rFonts w:hint="default"/>
        <w:lang w:val="ru-RU" w:eastAsia="en-US" w:bidi="ar-SA"/>
      </w:rPr>
    </w:lvl>
    <w:lvl w:ilvl="4" w:tplc="44B0A298">
      <w:numFmt w:val="bullet"/>
      <w:lvlText w:val="•"/>
      <w:lvlJc w:val="left"/>
      <w:pPr>
        <w:ind w:left="4075" w:hanging="361"/>
      </w:pPr>
      <w:rPr>
        <w:rFonts w:hint="default"/>
        <w:lang w:val="ru-RU" w:eastAsia="en-US" w:bidi="ar-SA"/>
      </w:rPr>
    </w:lvl>
    <w:lvl w:ilvl="5" w:tplc="1BC24AB2">
      <w:numFmt w:val="bullet"/>
      <w:lvlText w:val="•"/>
      <w:lvlJc w:val="left"/>
      <w:pPr>
        <w:ind w:left="4859" w:hanging="361"/>
      </w:pPr>
      <w:rPr>
        <w:rFonts w:hint="default"/>
        <w:lang w:val="ru-RU" w:eastAsia="en-US" w:bidi="ar-SA"/>
      </w:rPr>
    </w:lvl>
    <w:lvl w:ilvl="6" w:tplc="1A9A0858">
      <w:numFmt w:val="bullet"/>
      <w:lvlText w:val="•"/>
      <w:lvlJc w:val="left"/>
      <w:pPr>
        <w:ind w:left="5642" w:hanging="361"/>
      </w:pPr>
      <w:rPr>
        <w:rFonts w:hint="default"/>
        <w:lang w:val="ru-RU" w:eastAsia="en-US" w:bidi="ar-SA"/>
      </w:rPr>
    </w:lvl>
    <w:lvl w:ilvl="7" w:tplc="75442DAE">
      <w:numFmt w:val="bullet"/>
      <w:lvlText w:val="•"/>
      <w:lvlJc w:val="left"/>
      <w:pPr>
        <w:ind w:left="6426" w:hanging="361"/>
      </w:pPr>
      <w:rPr>
        <w:rFonts w:hint="default"/>
        <w:lang w:val="ru-RU" w:eastAsia="en-US" w:bidi="ar-SA"/>
      </w:rPr>
    </w:lvl>
    <w:lvl w:ilvl="8" w:tplc="D0248D5A">
      <w:numFmt w:val="bullet"/>
      <w:lvlText w:val="•"/>
      <w:lvlJc w:val="left"/>
      <w:pPr>
        <w:ind w:left="7210" w:hanging="361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27"/>
  </w:num>
  <w:num w:numId="3">
    <w:abstractNumId w:val="11"/>
  </w:num>
  <w:num w:numId="4">
    <w:abstractNumId w:val="9"/>
  </w:num>
  <w:num w:numId="5">
    <w:abstractNumId w:val="8"/>
  </w:num>
  <w:num w:numId="6">
    <w:abstractNumId w:val="35"/>
  </w:num>
  <w:num w:numId="7">
    <w:abstractNumId w:val="19"/>
  </w:num>
  <w:num w:numId="8">
    <w:abstractNumId w:val="3"/>
  </w:num>
  <w:num w:numId="9">
    <w:abstractNumId w:val="33"/>
  </w:num>
  <w:num w:numId="10">
    <w:abstractNumId w:val="26"/>
  </w:num>
  <w:num w:numId="11">
    <w:abstractNumId w:val="28"/>
  </w:num>
  <w:num w:numId="12">
    <w:abstractNumId w:val="25"/>
  </w:num>
  <w:num w:numId="13">
    <w:abstractNumId w:val="23"/>
  </w:num>
  <w:num w:numId="14">
    <w:abstractNumId w:val="37"/>
  </w:num>
  <w:num w:numId="15">
    <w:abstractNumId w:val="2"/>
  </w:num>
  <w:num w:numId="16">
    <w:abstractNumId w:val="39"/>
  </w:num>
  <w:num w:numId="17">
    <w:abstractNumId w:val="13"/>
  </w:num>
  <w:num w:numId="18">
    <w:abstractNumId w:val="4"/>
  </w:num>
  <w:num w:numId="19">
    <w:abstractNumId w:val="36"/>
  </w:num>
  <w:num w:numId="20">
    <w:abstractNumId w:val="21"/>
  </w:num>
  <w:num w:numId="21">
    <w:abstractNumId w:val="32"/>
  </w:num>
  <w:num w:numId="22">
    <w:abstractNumId w:val="10"/>
  </w:num>
  <w:num w:numId="23">
    <w:abstractNumId w:val="5"/>
  </w:num>
  <w:num w:numId="24">
    <w:abstractNumId w:val="12"/>
  </w:num>
  <w:num w:numId="25">
    <w:abstractNumId w:val="24"/>
  </w:num>
  <w:num w:numId="26">
    <w:abstractNumId w:val="7"/>
  </w:num>
  <w:num w:numId="27">
    <w:abstractNumId w:val="22"/>
  </w:num>
  <w:num w:numId="28">
    <w:abstractNumId w:val="16"/>
  </w:num>
  <w:num w:numId="29">
    <w:abstractNumId w:val="30"/>
  </w:num>
  <w:num w:numId="30">
    <w:abstractNumId w:val="6"/>
  </w:num>
  <w:num w:numId="31">
    <w:abstractNumId w:val="17"/>
  </w:num>
  <w:num w:numId="32">
    <w:abstractNumId w:val="15"/>
  </w:num>
  <w:num w:numId="33">
    <w:abstractNumId w:val="14"/>
  </w:num>
  <w:num w:numId="34">
    <w:abstractNumId w:val="0"/>
  </w:num>
  <w:num w:numId="35">
    <w:abstractNumId w:val="38"/>
  </w:num>
  <w:num w:numId="36">
    <w:abstractNumId w:val="20"/>
  </w:num>
  <w:num w:numId="37">
    <w:abstractNumId w:val="18"/>
  </w:num>
  <w:num w:numId="38">
    <w:abstractNumId w:val="31"/>
  </w:num>
  <w:num w:numId="39">
    <w:abstractNumId w:val="1"/>
  </w:num>
  <w:num w:numId="40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76"/>
    <w:rsid w:val="000210A2"/>
    <w:rsid w:val="00021B0F"/>
    <w:rsid w:val="00041D19"/>
    <w:rsid w:val="00044A8B"/>
    <w:rsid w:val="0005392F"/>
    <w:rsid w:val="00060B8C"/>
    <w:rsid w:val="00085FE4"/>
    <w:rsid w:val="00090035"/>
    <w:rsid w:val="00097838"/>
    <w:rsid w:val="000A70BF"/>
    <w:rsid w:val="000F3DCD"/>
    <w:rsid w:val="000F537F"/>
    <w:rsid w:val="0010372A"/>
    <w:rsid w:val="00106B18"/>
    <w:rsid w:val="00111E7C"/>
    <w:rsid w:val="00112F0D"/>
    <w:rsid w:val="00142DE3"/>
    <w:rsid w:val="00153FDB"/>
    <w:rsid w:val="00170120"/>
    <w:rsid w:val="001924EA"/>
    <w:rsid w:val="001D1A12"/>
    <w:rsid w:val="001D3D31"/>
    <w:rsid w:val="001D6C0F"/>
    <w:rsid w:val="001E5E95"/>
    <w:rsid w:val="001E7E00"/>
    <w:rsid w:val="002148BC"/>
    <w:rsid w:val="00221760"/>
    <w:rsid w:val="002511C9"/>
    <w:rsid w:val="00265A1C"/>
    <w:rsid w:val="002741FA"/>
    <w:rsid w:val="002A29EC"/>
    <w:rsid w:val="002A73F1"/>
    <w:rsid w:val="002B3D9D"/>
    <w:rsid w:val="002C1C22"/>
    <w:rsid w:val="002E3F50"/>
    <w:rsid w:val="002E7D81"/>
    <w:rsid w:val="002F63CB"/>
    <w:rsid w:val="00302236"/>
    <w:rsid w:val="0030540E"/>
    <w:rsid w:val="00346E89"/>
    <w:rsid w:val="003B6234"/>
    <w:rsid w:val="003D4E76"/>
    <w:rsid w:val="003D6C8F"/>
    <w:rsid w:val="003F117A"/>
    <w:rsid w:val="003F1457"/>
    <w:rsid w:val="003F596D"/>
    <w:rsid w:val="003F677D"/>
    <w:rsid w:val="00400FDD"/>
    <w:rsid w:val="00413D02"/>
    <w:rsid w:val="00416C08"/>
    <w:rsid w:val="00420FCC"/>
    <w:rsid w:val="00431108"/>
    <w:rsid w:val="00431B2B"/>
    <w:rsid w:val="00447C4F"/>
    <w:rsid w:val="00451924"/>
    <w:rsid w:val="00455EA1"/>
    <w:rsid w:val="004745AE"/>
    <w:rsid w:val="00482E2E"/>
    <w:rsid w:val="00491B1D"/>
    <w:rsid w:val="0049355E"/>
    <w:rsid w:val="004A1543"/>
    <w:rsid w:val="004A72FF"/>
    <w:rsid w:val="004D0B37"/>
    <w:rsid w:val="004D4A5C"/>
    <w:rsid w:val="004F15BC"/>
    <w:rsid w:val="00501C06"/>
    <w:rsid w:val="005055B9"/>
    <w:rsid w:val="00520789"/>
    <w:rsid w:val="00521B87"/>
    <w:rsid w:val="00536541"/>
    <w:rsid w:val="00544B0F"/>
    <w:rsid w:val="0055543A"/>
    <w:rsid w:val="005623D9"/>
    <w:rsid w:val="00587A72"/>
    <w:rsid w:val="00593150"/>
    <w:rsid w:val="005B46C3"/>
    <w:rsid w:val="005C667C"/>
    <w:rsid w:val="005C6D64"/>
    <w:rsid w:val="005D1DAB"/>
    <w:rsid w:val="005E0528"/>
    <w:rsid w:val="005E4A58"/>
    <w:rsid w:val="00616F15"/>
    <w:rsid w:val="00625FDC"/>
    <w:rsid w:val="00647573"/>
    <w:rsid w:val="00647966"/>
    <w:rsid w:val="006568C8"/>
    <w:rsid w:val="00661344"/>
    <w:rsid w:val="0068059A"/>
    <w:rsid w:val="00683477"/>
    <w:rsid w:val="006A188C"/>
    <w:rsid w:val="006C5ECF"/>
    <w:rsid w:val="006D6A48"/>
    <w:rsid w:val="006D7AE7"/>
    <w:rsid w:val="007209CA"/>
    <w:rsid w:val="0073150D"/>
    <w:rsid w:val="0073284F"/>
    <w:rsid w:val="0074187C"/>
    <w:rsid w:val="00760B48"/>
    <w:rsid w:val="007621D8"/>
    <w:rsid w:val="00790D6E"/>
    <w:rsid w:val="00795235"/>
    <w:rsid w:val="007A0A87"/>
    <w:rsid w:val="007A7B62"/>
    <w:rsid w:val="007B5F78"/>
    <w:rsid w:val="007C0DE8"/>
    <w:rsid w:val="007C29CC"/>
    <w:rsid w:val="007F18B2"/>
    <w:rsid w:val="00805C54"/>
    <w:rsid w:val="00836D30"/>
    <w:rsid w:val="00842487"/>
    <w:rsid w:val="0084781E"/>
    <w:rsid w:val="00867603"/>
    <w:rsid w:val="00875534"/>
    <w:rsid w:val="00894E6F"/>
    <w:rsid w:val="008A06C9"/>
    <w:rsid w:val="008B14B8"/>
    <w:rsid w:val="008B3248"/>
    <w:rsid w:val="008B3A7F"/>
    <w:rsid w:val="008C0216"/>
    <w:rsid w:val="008C166F"/>
    <w:rsid w:val="008C1749"/>
    <w:rsid w:val="008D2B38"/>
    <w:rsid w:val="008D594D"/>
    <w:rsid w:val="008E0AA2"/>
    <w:rsid w:val="008F00D5"/>
    <w:rsid w:val="009051DF"/>
    <w:rsid w:val="00917321"/>
    <w:rsid w:val="00917BB5"/>
    <w:rsid w:val="00924167"/>
    <w:rsid w:val="00934793"/>
    <w:rsid w:val="009456BF"/>
    <w:rsid w:val="0095128E"/>
    <w:rsid w:val="00970A72"/>
    <w:rsid w:val="00970AE4"/>
    <w:rsid w:val="009833C1"/>
    <w:rsid w:val="00984FCF"/>
    <w:rsid w:val="009A106C"/>
    <w:rsid w:val="009C4E8B"/>
    <w:rsid w:val="009D6AE0"/>
    <w:rsid w:val="009D6F82"/>
    <w:rsid w:val="00A02D92"/>
    <w:rsid w:val="00A3335C"/>
    <w:rsid w:val="00A422CF"/>
    <w:rsid w:val="00A450B2"/>
    <w:rsid w:val="00A5661D"/>
    <w:rsid w:val="00A60921"/>
    <w:rsid w:val="00A663F4"/>
    <w:rsid w:val="00A70073"/>
    <w:rsid w:val="00A82ECC"/>
    <w:rsid w:val="00A9020E"/>
    <w:rsid w:val="00A955BF"/>
    <w:rsid w:val="00AB4EF5"/>
    <w:rsid w:val="00AB65DD"/>
    <w:rsid w:val="00AD26A9"/>
    <w:rsid w:val="00AE76F0"/>
    <w:rsid w:val="00AF4C08"/>
    <w:rsid w:val="00AF5330"/>
    <w:rsid w:val="00B23525"/>
    <w:rsid w:val="00B27042"/>
    <w:rsid w:val="00B35C3D"/>
    <w:rsid w:val="00B56ABA"/>
    <w:rsid w:val="00B63C7A"/>
    <w:rsid w:val="00B82615"/>
    <w:rsid w:val="00BA0F8F"/>
    <w:rsid w:val="00BB0581"/>
    <w:rsid w:val="00BB2DEF"/>
    <w:rsid w:val="00BC5DD2"/>
    <w:rsid w:val="00BE1C96"/>
    <w:rsid w:val="00BF4AD4"/>
    <w:rsid w:val="00C12EF9"/>
    <w:rsid w:val="00C260A1"/>
    <w:rsid w:val="00C41348"/>
    <w:rsid w:val="00C47F8C"/>
    <w:rsid w:val="00C52C58"/>
    <w:rsid w:val="00C656F4"/>
    <w:rsid w:val="00C8745B"/>
    <w:rsid w:val="00C94862"/>
    <w:rsid w:val="00CC2B5A"/>
    <w:rsid w:val="00CE2983"/>
    <w:rsid w:val="00CE4168"/>
    <w:rsid w:val="00CF0171"/>
    <w:rsid w:val="00CF1904"/>
    <w:rsid w:val="00CF2165"/>
    <w:rsid w:val="00D02F53"/>
    <w:rsid w:val="00D168C8"/>
    <w:rsid w:val="00D20A63"/>
    <w:rsid w:val="00D26F9C"/>
    <w:rsid w:val="00D3324E"/>
    <w:rsid w:val="00D43689"/>
    <w:rsid w:val="00D61A88"/>
    <w:rsid w:val="00D831F4"/>
    <w:rsid w:val="00D850CC"/>
    <w:rsid w:val="00D97497"/>
    <w:rsid w:val="00DA5E59"/>
    <w:rsid w:val="00DB086D"/>
    <w:rsid w:val="00DB4E49"/>
    <w:rsid w:val="00DC081C"/>
    <w:rsid w:val="00E01CE1"/>
    <w:rsid w:val="00E04295"/>
    <w:rsid w:val="00E068A5"/>
    <w:rsid w:val="00E16E5B"/>
    <w:rsid w:val="00E242C4"/>
    <w:rsid w:val="00E349ED"/>
    <w:rsid w:val="00E35280"/>
    <w:rsid w:val="00E6451F"/>
    <w:rsid w:val="00E83861"/>
    <w:rsid w:val="00EB5462"/>
    <w:rsid w:val="00EC0094"/>
    <w:rsid w:val="00EC3E60"/>
    <w:rsid w:val="00EE0285"/>
    <w:rsid w:val="00EE1183"/>
    <w:rsid w:val="00F22A5A"/>
    <w:rsid w:val="00F27F9B"/>
    <w:rsid w:val="00F413B7"/>
    <w:rsid w:val="00F47B93"/>
    <w:rsid w:val="00F53A4A"/>
    <w:rsid w:val="00F55A52"/>
    <w:rsid w:val="00F579F2"/>
    <w:rsid w:val="00F60CA2"/>
    <w:rsid w:val="00F75FE4"/>
    <w:rsid w:val="00FD4EBB"/>
    <w:rsid w:val="00FE4020"/>
    <w:rsid w:val="00FF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BF626"/>
  <w15:docId w15:val="{794C2946-C664-45E8-8489-07C24E08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9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984FCF"/>
    <w:pPr>
      <w:widowControl w:val="0"/>
      <w:autoSpaceDE w:val="0"/>
      <w:autoSpaceDN w:val="0"/>
      <w:spacing w:after="0" w:line="240" w:lineRule="auto"/>
      <w:ind w:left="381" w:hanging="280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2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4FC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9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035"/>
    <w:rPr>
      <w:rFonts w:ascii="Tahoma" w:hAnsi="Tahoma" w:cs="Tahoma"/>
      <w:sz w:val="16"/>
      <w:szCs w:val="16"/>
    </w:rPr>
  </w:style>
  <w:style w:type="paragraph" w:styleId="a5">
    <w:name w:val="No Spacing"/>
    <w:link w:val="a6"/>
    <w:qFormat/>
    <w:rsid w:val="003D4E76"/>
    <w:rPr>
      <w:sz w:val="22"/>
      <w:szCs w:val="22"/>
      <w:lang w:eastAsia="en-US"/>
    </w:rPr>
  </w:style>
  <w:style w:type="character" w:customStyle="1" w:styleId="a6">
    <w:name w:val="Без интервала Знак"/>
    <w:basedOn w:val="a0"/>
    <w:link w:val="a5"/>
    <w:rsid w:val="004A72FF"/>
    <w:rPr>
      <w:sz w:val="22"/>
      <w:szCs w:val="22"/>
      <w:lang w:eastAsia="en-US"/>
    </w:rPr>
  </w:style>
  <w:style w:type="paragraph" w:customStyle="1" w:styleId="a7">
    <w:name w:val="Заголовок к тексту"/>
    <w:basedOn w:val="a"/>
    <w:next w:val="a8"/>
    <w:rsid w:val="004A72FF"/>
    <w:pPr>
      <w:suppressAutoHyphens/>
      <w:spacing w:after="480" w:line="240" w:lineRule="exact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4A72FF"/>
    <w:pPr>
      <w:spacing w:after="120"/>
    </w:pPr>
  </w:style>
  <w:style w:type="character" w:customStyle="1" w:styleId="a9">
    <w:name w:val="Основной текст Знак"/>
    <w:basedOn w:val="a0"/>
    <w:link w:val="a8"/>
    <w:uiPriority w:val="1"/>
    <w:rsid w:val="004A72FF"/>
    <w:rPr>
      <w:sz w:val="22"/>
      <w:szCs w:val="22"/>
      <w:lang w:eastAsia="en-US"/>
    </w:rPr>
  </w:style>
  <w:style w:type="character" w:styleId="aa">
    <w:name w:val="Hyperlink"/>
    <w:uiPriority w:val="99"/>
    <w:rsid w:val="004A72FF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420FCC"/>
    <w:pPr>
      <w:ind w:left="720"/>
      <w:contextualSpacing/>
    </w:pPr>
  </w:style>
  <w:style w:type="table" w:styleId="ad">
    <w:name w:val="Table Grid"/>
    <w:basedOn w:val="a1"/>
    <w:uiPriority w:val="39"/>
    <w:rsid w:val="002A29EC"/>
    <w:rPr>
      <w:rFonts w:eastAsia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84FC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Title"/>
    <w:basedOn w:val="a"/>
    <w:link w:val="af"/>
    <w:uiPriority w:val="10"/>
    <w:qFormat/>
    <w:rsid w:val="00984FCF"/>
    <w:pPr>
      <w:widowControl w:val="0"/>
      <w:autoSpaceDE w:val="0"/>
      <w:autoSpaceDN w:val="0"/>
      <w:spacing w:before="230" w:after="0" w:line="240" w:lineRule="auto"/>
      <w:ind w:left="735" w:right="1714"/>
      <w:jc w:val="center"/>
    </w:pPr>
    <w:rPr>
      <w:rFonts w:ascii="Times New Roman" w:eastAsia="Times New Roman" w:hAnsi="Times New Roman"/>
      <w:b/>
      <w:bCs/>
      <w:sz w:val="40"/>
      <w:szCs w:val="40"/>
    </w:rPr>
  </w:style>
  <w:style w:type="character" w:customStyle="1" w:styleId="af">
    <w:name w:val="Заголовок Знак"/>
    <w:basedOn w:val="a0"/>
    <w:link w:val="ae"/>
    <w:uiPriority w:val="10"/>
    <w:rsid w:val="00984FCF"/>
    <w:rPr>
      <w:rFonts w:ascii="Times New Roman" w:eastAsia="Times New Roman" w:hAnsi="Times New Roman"/>
      <w:b/>
      <w:bCs/>
      <w:sz w:val="40"/>
      <w:szCs w:val="40"/>
      <w:lang w:eastAsia="en-US"/>
    </w:rPr>
  </w:style>
  <w:style w:type="paragraph" w:customStyle="1" w:styleId="TableParagraph">
    <w:name w:val="Table Paragraph"/>
    <w:basedOn w:val="a"/>
    <w:uiPriority w:val="1"/>
    <w:qFormat/>
    <w:rsid w:val="00984F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unhideWhenUsed/>
    <w:rsid w:val="00D26F9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D26F9C"/>
    <w:rPr>
      <w:rFonts w:ascii="Times New Roman" w:eastAsia="Times New Roman" w:hAnsi="Times New Roman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D26F9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3">
    <w:name w:val="Нижний колонтитул Знак"/>
    <w:basedOn w:val="a0"/>
    <w:link w:val="af2"/>
    <w:uiPriority w:val="99"/>
    <w:rsid w:val="00D26F9C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fontstyle01">
    <w:name w:val="fontstyle01"/>
    <w:basedOn w:val="a0"/>
    <w:rsid w:val="00934793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paragraph" w:customStyle="1" w:styleId="formattext">
    <w:name w:val="formattext"/>
    <w:basedOn w:val="a"/>
    <w:rsid w:val="009347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934793"/>
    <w:rPr>
      <w:b/>
      <w:bCs/>
    </w:rPr>
  </w:style>
  <w:style w:type="character" w:customStyle="1" w:styleId="ac">
    <w:name w:val="Абзац списка Знак"/>
    <w:basedOn w:val="a0"/>
    <w:link w:val="ab"/>
    <w:uiPriority w:val="34"/>
    <w:rsid w:val="008B3248"/>
    <w:rPr>
      <w:sz w:val="22"/>
      <w:szCs w:val="22"/>
      <w:lang w:eastAsia="en-US"/>
    </w:rPr>
  </w:style>
  <w:style w:type="paragraph" w:customStyle="1" w:styleId="-2">
    <w:name w:val="!заголовок-2"/>
    <w:basedOn w:val="2"/>
    <w:link w:val="-20"/>
    <w:qFormat/>
    <w:rsid w:val="008B3248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8B3248"/>
    <w:rPr>
      <w:rFonts w:ascii="Arial" w:eastAsia="Times New Roman" w:hAnsi="Arial"/>
      <w:b/>
      <w:sz w:val="28"/>
      <w:szCs w:val="24"/>
      <w:lang w:eastAsia="en-US"/>
    </w:rPr>
  </w:style>
  <w:style w:type="paragraph" w:customStyle="1" w:styleId="af5">
    <w:name w:val="!Текст"/>
    <w:basedOn w:val="a"/>
    <w:link w:val="af6"/>
    <w:qFormat/>
    <w:rsid w:val="008B3248"/>
    <w:pPr>
      <w:spacing w:after="0" w:line="36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6">
    <w:name w:val="!Текст Знак"/>
    <w:link w:val="af5"/>
    <w:rsid w:val="008B3248"/>
    <w:rPr>
      <w:rFonts w:ascii="Times New Roman" w:eastAsia="Times New Roman" w:hAnsi="Times New Roman"/>
      <w:sz w:val="22"/>
    </w:rPr>
  </w:style>
  <w:style w:type="paragraph" w:customStyle="1" w:styleId="-1">
    <w:name w:val="!Заголовок-1"/>
    <w:basedOn w:val="1"/>
    <w:link w:val="-10"/>
    <w:qFormat/>
    <w:rsid w:val="008B3248"/>
    <w:pPr>
      <w:keepNext/>
      <w:widowControl/>
      <w:autoSpaceDE/>
      <w:autoSpaceDN/>
      <w:spacing w:before="240" w:after="120" w:line="360" w:lineRule="auto"/>
      <w:ind w:left="0" w:firstLine="0"/>
      <w:jc w:val="left"/>
    </w:pPr>
    <w:rPr>
      <w:rFonts w:ascii="Arial" w:hAnsi="Arial"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8B3248"/>
    <w:rPr>
      <w:rFonts w:ascii="Arial" w:eastAsia="Times New Roman" w:hAnsi="Arial"/>
      <w:b/>
      <w:bCs/>
      <w:caps/>
      <w:color w:val="2C8DE6"/>
      <w:sz w:val="36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B324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00034@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nkowa.lena2014@yandex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tsad00034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nkowa.lena2014@yandex.ru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0;&#1072;&#1076;&#1088;&#1086;&#1074;&#1072;&#1103;%20&#1088;&#1072;&#1073;&#1086;&#1090;&#1072;\&#1041;&#1083;&#1072;&#1085;&#1082;&#1080;%20&#1087;&#1080;&#1089;&#1077;&#1084;%20&#1080;%20&#1087;&#1088;&#1080;&#1082;&#1072;&#1079;&#1086;&#1074;\&#1055;&#1088;&#1080;&#1082;&#1072;&#1079;%20&#1059;&#1087;&#1088;.%20&#1086;&#1073;&#1088;.%20&#1085;&#1086;&#1074;&#1072;&#1103;%20&#1082;&#1086;&#1088;&#1086;&#1085;&#1072;%20&#1089;%2008.06.20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6343D-0EFE-4783-91FD-DB956BD2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Упр. обр. новая корона с 08.06.2020.dot</Template>
  <TotalTime>2883</TotalTime>
  <Pages>11</Pages>
  <Words>4219</Words>
  <Characters>24051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106</cp:revision>
  <cp:lastPrinted>2024-01-10T08:58:00Z</cp:lastPrinted>
  <dcterms:created xsi:type="dcterms:W3CDTF">2020-08-18T03:53:00Z</dcterms:created>
  <dcterms:modified xsi:type="dcterms:W3CDTF">2025-02-25T06:50:00Z</dcterms:modified>
</cp:coreProperties>
</file>